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2680"/>
        <w:gridCol w:w="6900"/>
        <w:gridCol w:w="160"/>
      </w:tblGrid>
      <w:tr w:rsidR="00A56C4E" w:rsidRPr="00FF51B0">
        <w:trPr>
          <w:gridAfter w:val="1"/>
          <w:wAfter w:w="160" w:type="dxa"/>
          <w:trHeight w:val="315"/>
        </w:trPr>
        <w:tc>
          <w:tcPr>
            <w:tcW w:w="95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892DAA" w:rsidRDefault="00A56C4E" w:rsidP="007B2423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tr-TR"/>
              </w:rPr>
              <w:t>KOCAELİ ÜNİVERSİTESİ 2014-2015 EĞİTİM - ÖĞRETİM YILI AKADEMİK TAKVİMİ</w:t>
            </w:r>
          </w:p>
        </w:tc>
      </w:tr>
      <w:tr w:rsidR="00A56C4E" w:rsidRPr="00FF51B0">
        <w:trPr>
          <w:gridAfter w:val="1"/>
          <w:wAfter w:w="160" w:type="dxa"/>
          <w:trHeight w:val="315"/>
        </w:trPr>
        <w:tc>
          <w:tcPr>
            <w:tcW w:w="95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892DAA" w:rsidRDefault="00A56C4E" w:rsidP="007B2423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i/>
                <w:iCs/>
                <w:sz w:val="17"/>
                <w:szCs w:val="17"/>
                <w:lang w:eastAsia="tr-TR"/>
              </w:rPr>
              <w:t>GÜZ YARIYILI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11-24 Ağustos 2014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Seçmeli Ders Kontenjanlarının Bölümlerce Belirlenmesi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25 Ağustos 2014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Güz Yarıyılında Açılan Derslerin İlanı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01-05 Eylül 2014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Yeni Öğrenci Kayıtları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05  Eylül 2014</w:t>
            </w:r>
          </w:p>
        </w:tc>
        <w:tc>
          <w:tcPr>
            <w:tcW w:w="6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Yeni Öğrencilerin Akademik Danışmanlarının Atanması</w:t>
            </w:r>
          </w:p>
        </w:tc>
      </w:tr>
      <w:tr w:rsidR="00A56C4E" w:rsidRPr="00FF51B0">
        <w:trPr>
          <w:gridAfter w:val="1"/>
          <w:wAfter w:w="160" w:type="dxa"/>
          <w:trHeight w:val="405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08-12 Eylül 2014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Güz Yarıyıl Harç Ödeme, Kayıt Yenileme Derse Yazılma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15  Eylül 2014</w:t>
            </w:r>
          </w:p>
        </w:tc>
        <w:tc>
          <w:tcPr>
            <w:tcW w:w="6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Güz Yarıyılı Derslerinin Başlangıcı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15- 16 Eylül 2014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Üniversite ve Kent Uyum  Tanıtım Programı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15 - 19 Eylül 2014</w:t>
            </w:r>
          </w:p>
        </w:tc>
        <w:tc>
          <w:tcPr>
            <w:tcW w:w="6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Ders Ekleme, Bırakma ve Danışman Onayı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10-21 Kasım 2014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Güz Yarıyılı Ara Sınav Haftası                                      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1E6D50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22-23 Kasım 2014</w:t>
            </w:r>
          </w:p>
        </w:tc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Güz Yarıyılı Üniversite Seçmeli Ders (ÜSD) Ara Sınavları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1E6D50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24 Kasım 2014 </w:t>
            </w:r>
          </w:p>
        </w:tc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Sınavların Sonrasında Derslerin Başlaması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29 Aralık 2014-02 Ocak 2015</w:t>
            </w:r>
          </w:p>
        </w:tc>
        <w:tc>
          <w:tcPr>
            <w:tcW w:w="6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56C4E" w:rsidRPr="00E72CEC" w:rsidRDefault="00A56C4E" w:rsidP="001E6D50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Ders Tamamlama ve Özür Sınavı Haftası 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02 Ocak 2015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Güz Yarıyılı Derslerinin Sonu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03-11 Ocak 2015</w:t>
            </w:r>
          </w:p>
        </w:tc>
        <w:tc>
          <w:tcPr>
            <w:tcW w:w="6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Güz Yarıyılı Yarıyıl Sonu Sınavları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12-13 Ocak 2015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Güz Yarıyılı Üniversite Seçmeli Ders (ÜSD) Yarıyıl Sonu Sınavları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16 Ocak 2015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Güz Yarıyıl Sonu Sınav Sonuçlarının İlanı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19-21 Ocak 2015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Koşullu Durumdaki Dersler için Bütünleme Taleplerinin Alınması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2A4C70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26 Ocak – 03 Şubat 2015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Güz Yarıyılı Bütünleme Sınavları (24 – 25 Ocak Açık öğretim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 Sınavları</w:t>
            </w: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*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2B5A40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04-05 Şubat 2015</w:t>
            </w:r>
          </w:p>
        </w:tc>
        <w:tc>
          <w:tcPr>
            <w:tcW w:w="6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Güz Yarıyılı Üniversite Seçmeli Ders (ÜSD) Bütünleme Sınavları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06 Şubat 2015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Güz Yarıyılı Bütünleme sınav sonuçları ilanı son tarih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09 Şubat 2015</w:t>
            </w:r>
          </w:p>
        </w:tc>
        <w:tc>
          <w:tcPr>
            <w:tcW w:w="6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Güz Yarıyılı Tek Ders Sınavı</w:t>
            </w:r>
          </w:p>
        </w:tc>
      </w:tr>
      <w:tr w:rsidR="00A56C4E" w:rsidRPr="00FF51B0">
        <w:trPr>
          <w:gridAfter w:val="1"/>
          <w:wAfter w:w="160" w:type="dxa"/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56C4E" w:rsidRPr="00FF51B0">
        <w:trPr>
          <w:gridAfter w:val="1"/>
          <w:wAfter w:w="160" w:type="dxa"/>
          <w:trHeight w:val="315"/>
        </w:trPr>
        <w:tc>
          <w:tcPr>
            <w:tcW w:w="9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95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tr-TR"/>
              </w:rPr>
              <w:t>BAHAR YARIYILI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6C737D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26 Ocak - 01  Şubat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Seçmeli Ders Kontenjanlarının Bölümlerce Belirlenmesi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02  Şubat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Yarıyılında Açılan Derslerin İlanı</w:t>
            </w:r>
          </w:p>
        </w:tc>
      </w:tr>
      <w:tr w:rsidR="00A56C4E" w:rsidRPr="00FF51B0">
        <w:trPr>
          <w:gridAfter w:val="1"/>
          <w:wAfter w:w="160" w:type="dxa"/>
          <w:trHeight w:val="330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6C737D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09-13 Şubat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6C737D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 Harç Ödeme, Kayıt Yenileme ve Derse Yazılma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16 Şubat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Yarıyılı Derslerinin Başlangıcı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16-20 Şubat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Ders Ekleme, Bırakma ve Danışman Onayı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11-19 Nisan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Yarıyılı Ara Sınav Haftası 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20-21 Nisan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Yarıyılı Üniversite Seçmeli Ders (ÜSD) Ara Sınavları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1E6D50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22 Nisan 2015 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Sınavların Sonrasında Derslerin Başlaması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18-22 Mayıs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1E6D50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Ders Tamamlama ve Özür Sınavı Haftası 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27 Mayıs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Yarıyılı Derslerinin Sonu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28 Mayıs -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</w:t>
            </w:r>
            <w:bookmarkStart w:id="0" w:name="_GoBack"/>
            <w:bookmarkEnd w:id="0"/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5 Haziran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Yarıyılı Yarıyıl Sonu Sınavları (06– 07 Haziran Açık öğretim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 Sınavları)*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08-09 Haziran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Yarıyılı Üniversite Seçmeli Ders (ÜSD) Yarıyıl Sonu Sınavları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12 Haziran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 Sonu Sınav Sonuçlarının İlanı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56C4E" w:rsidRPr="00E72CEC" w:rsidRDefault="00A56C4E" w:rsidP="005972BF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15-17 Haziran 2015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AD24B7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Koşullu Durumdaki Dersler için Bütünleme Taleplerinin Alınması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20-28 Haziran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Yarıyılı Bütünleme Sınavları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29-30 Haziran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Yarıyılı Üniversite Seçmeli Ders (ÜSD) Bütünleme Sınavları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03 Temmuz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Yarıyılı Bütünleme sınav sonuçları ilanı son tarih</w:t>
            </w:r>
          </w:p>
        </w:tc>
      </w:tr>
      <w:tr w:rsidR="00A56C4E" w:rsidRPr="00FF51B0">
        <w:trPr>
          <w:gridAfter w:val="1"/>
          <w:wAfter w:w="160" w:type="dxa"/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10 Temmuz 2015</w:t>
            </w:r>
          </w:p>
        </w:tc>
        <w:tc>
          <w:tcPr>
            <w:tcW w:w="6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E72CEC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E72CE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Bahar Yarıyılı Tek Ders Sınavı</w:t>
            </w:r>
          </w:p>
        </w:tc>
      </w:tr>
      <w:tr w:rsidR="00A56C4E" w:rsidRPr="00FF51B0">
        <w:trPr>
          <w:gridAfter w:val="1"/>
          <w:wAfter w:w="160" w:type="dxa"/>
          <w:trHeight w:val="300"/>
        </w:trPr>
        <w:tc>
          <w:tcPr>
            <w:tcW w:w="95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C4E" w:rsidRPr="003461E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3461E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*  Açıköğretim Fakültesi sınav tarihlerinin sene içinde değişiklik gösterebileceği belirtilmektedir. </w:t>
            </w:r>
          </w:p>
          <w:p w:rsidR="00A56C4E" w:rsidRPr="003461E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  <w:p w:rsidR="00A56C4E" w:rsidRPr="00892DAA" w:rsidRDefault="00A56C4E" w:rsidP="00892DAA">
            <w:pPr>
              <w:spacing w:after="0" w:line="240" w:lineRule="auto"/>
              <w:ind w:left="0"/>
              <w:rPr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    ÖSYM 2015 Y</w:t>
            </w:r>
            <w:r w:rsidRPr="003461E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ılı Sınav Takvimi ise, Aralık 2014’de ilan edilecektir.</w:t>
            </w:r>
          </w:p>
        </w:tc>
      </w:tr>
      <w:tr w:rsidR="00A56C4E" w:rsidRPr="00FF51B0">
        <w:trPr>
          <w:gridAfter w:val="1"/>
          <w:wAfter w:w="160" w:type="dxa"/>
          <w:trHeight w:val="300"/>
        </w:trPr>
        <w:tc>
          <w:tcPr>
            <w:tcW w:w="95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56C4E" w:rsidRPr="00FF51B0">
        <w:trPr>
          <w:trHeight w:val="300"/>
        </w:trPr>
        <w:tc>
          <w:tcPr>
            <w:tcW w:w="97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NOT </w:t>
            </w: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: Diş Hekimliği, Tıp, Hukuk Fakülteleri, Devlet Konservatuarı, Turizm Okulları ve Özel Yetenek sınavı ile </w:t>
            </w:r>
          </w:p>
        </w:tc>
      </w:tr>
      <w:tr w:rsidR="00A56C4E" w:rsidRPr="00FF51B0">
        <w:trPr>
          <w:trHeight w:val="300"/>
        </w:trPr>
        <w:tc>
          <w:tcPr>
            <w:tcW w:w="97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 öğrenci alan Fakülte ve Yüksekokulların Akademik Takvimleri farklılık göstermektedir. Tüm öğrencilerin Eğitim- </w:t>
            </w:r>
          </w:p>
        </w:tc>
      </w:tr>
      <w:tr w:rsidR="00A56C4E" w:rsidRPr="00FF51B0">
        <w:trPr>
          <w:trHeight w:val="300"/>
        </w:trPr>
        <w:tc>
          <w:tcPr>
            <w:tcW w:w="97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C4E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Öğretim Yönetmeliklerini dikkatle incelemeleri önerilir.</w:t>
            </w:r>
          </w:p>
          <w:p w:rsidR="00A56C4E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  <w:p w:rsidR="00A56C4E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  <w:p w:rsidR="00A56C4E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  <w:p w:rsidR="00A56C4E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  <w:p w:rsidR="00A56C4E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  <w:p w:rsidR="00A56C4E" w:rsidRPr="00892DA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56C4E" w:rsidRPr="00FF51B0">
        <w:trPr>
          <w:trHeight w:val="300"/>
        </w:trPr>
        <w:tc>
          <w:tcPr>
            <w:tcW w:w="95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KOCAELİ ÜNİVERSİTESİ</w:t>
            </w:r>
          </w:p>
        </w:tc>
        <w:tc>
          <w:tcPr>
            <w:tcW w:w="160" w:type="dxa"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A56C4E" w:rsidRPr="00FF51B0">
        <w:trPr>
          <w:trHeight w:val="405"/>
        </w:trPr>
        <w:tc>
          <w:tcPr>
            <w:tcW w:w="95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2014-2015 ULUSLARARASI ÖĞRENCİ KAYIT TAKVİMİ</w:t>
            </w:r>
          </w:p>
        </w:tc>
        <w:tc>
          <w:tcPr>
            <w:tcW w:w="160" w:type="dxa"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A56C4E" w:rsidRPr="00FF51B0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b/>
                <w:bCs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b/>
                <w:bCs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160" w:type="dxa"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A56C4E" w:rsidRPr="00FF51B0">
        <w:trPr>
          <w:trHeight w:val="33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14 -25 Temmuz 2014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Uluslararası </w:t>
            </w: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Öğrencilerin Ön Kayıtları</w:t>
            </w:r>
          </w:p>
        </w:tc>
        <w:tc>
          <w:tcPr>
            <w:tcW w:w="160" w:type="dxa"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A56C4E" w:rsidRPr="00FF51B0">
        <w:trPr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06 Ağustos 2014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Kesin Kayıt Hakkı Kazanan Öğrencilerin İlanı</w:t>
            </w:r>
          </w:p>
        </w:tc>
        <w:tc>
          <w:tcPr>
            <w:tcW w:w="160" w:type="dxa"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A56C4E" w:rsidRPr="00FF51B0">
        <w:trPr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18 - 22 Ağustos 2014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Uluslararası </w:t>
            </w: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Öğrencilerin Kesin Kayıtları</w:t>
            </w:r>
          </w:p>
        </w:tc>
        <w:tc>
          <w:tcPr>
            <w:tcW w:w="160" w:type="dxa"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A56C4E" w:rsidRPr="00FF51B0">
        <w:trPr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2 7 Ağustos 2014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Uluslararası </w:t>
            </w: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Öğrencilerin Yedek Kontenjanlarının İlanı</w:t>
            </w:r>
          </w:p>
        </w:tc>
        <w:tc>
          <w:tcPr>
            <w:tcW w:w="160" w:type="dxa"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A56C4E" w:rsidRPr="00FF51B0">
        <w:trPr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01 - 02 Eylül 2014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Uluslararası </w:t>
            </w: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Öğrencilerin Yedeklerinin Kayıtları</w:t>
            </w:r>
          </w:p>
        </w:tc>
        <w:tc>
          <w:tcPr>
            <w:tcW w:w="160" w:type="dxa"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A56C4E" w:rsidRPr="00FF51B0">
        <w:trPr>
          <w:trHeight w:val="334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09 Eylül 2014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 w:firstLineChars="100" w:firstLine="181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 xml:space="preserve">Uluslararası </w:t>
            </w:r>
            <w:r w:rsidRPr="00892D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tr-TR"/>
              </w:rPr>
              <w:t>Öğrencilerin Türkçe Muafiyet Sınavları</w:t>
            </w:r>
          </w:p>
        </w:tc>
        <w:tc>
          <w:tcPr>
            <w:tcW w:w="160" w:type="dxa"/>
            <w:vAlign w:val="center"/>
          </w:tcPr>
          <w:p w:rsidR="00A56C4E" w:rsidRPr="00892DAA" w:rsidRDefault="00A56C4E" w:rsidP="00892DAA">
            <w:pP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A56C4E" w:rsidRPr="00892DAA" w:rsidRDefault="00A56C4E"/>
    <w:sectPr w:rsidR="00A56C4E" w:rsidRPr="00892DAA" w:rsidSect="007B2423">
      <w:pgSz w:w="11906" w:h="16838" w:code="9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423"/>
    <w:rsid w:val="00014E78"/>
    <w:rsid w:val="00035C05"/>
    <w:rsid w:val="001E6D50"/>
    <w:rsid w:val="00277BD3"/>
    <w:rsid w:val="00294E71"/>
    <w:rsid w:val="002A4C70"/>
    <w:rsid w:val="002B5A40"/>
    <w:rsid w:val="002E71EA"/>
    <w:rsid w:val="00341C62"/>
    <w:rsid w:val="003461EA"/>
    <w:rsid w:val="003664A0"/>
    <w:rsid w:val="00410ED1"/>
    <w:rsid w:val="004D3F75"/>
    <w:rsid w:val="005302F5"/>
    <w:rsid w:val="005972BF"/>
    <w:rsid w:val="005B63B8"/>
    <w:rsid w:val="005D6993"/>
    <w:rsid w:val="0066457D"/>
    <w:rsid w:val="006C737D"/>
    <w:rsid w:val="006F71F4"/>
    <w:rsid w:val="00767518"/>
    <w:rsid w:val="00796372"/>
    <w:rsid w:val="007B2423"/>
    <w:rsid w:val="007C3931"/>
    <w:rsid w:val="008411EC"/>
    <w:rsid w:val="00892DAA"/>
    <w:rsid w:val="00935523"/>
    <w:rsid w:val="00A56C4E"/>
    <w:rsid w:val="00A85E20"/>
    <w:rsid w:val="00A87648"/>
    <w:rsid w:val="00AD24B7"/>
    <w:rsid w:val="00AF158E"/>
    <w:rsid w:val="00AF5054"/>
    <w:rsid w:val="00B420E8"/>
    <w:rsid w:val="00B52C2E"/>
    <w:rsid w:val="00BB107F"/>
    <w:rsid w:val="00BB3FA5"/>
    <w:rsid w:val="00C55E67"/>
    <w:rsid w:val="00E72CEC"/>
    <w:rsid w:val="00E95EC9"/>
    <w:rsid w:val="00EA6A64"/>
    <w:rsid w:val="00F1589B"/>
    <w:rsid w:val="00F413DF"/>
    <w:rsid w:val="00F62698"/>
    <w:rsid w:val="00FF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A64"/>
    <w:pPr>
      <w:spacing w:after="200" w:line="276" w:lineRule="auto"/>
      <w:ind w:left="720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12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543</Words>
  <Characters>3098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KOCAELİ ÜNİVERSİTESİ 2014-2015 EĞİTİM - ÖĞRETİM YILI AKADEMİK TAKVİMİ</dc:title>
  <dc:subject/>
  <dc:creator>engin.yalman</dc:creator>
  <cp:keywords/>
  <dc:description/>
  <cp:lastModifiedBy>gokalpas</cp:lastModifiedBy>
  <cp:revision>2</cp:revision>
  <dcterms:created xsi:type="dcterms:W3CDTF">2014-07-24T10:49:00Z</dcterms:created>
  <dcterms:modified xsi:type="dcterms:W3CDTF">2014-07-24T10:49:00Z</dcterms:modified>
</cp:coreProperties>
</file>