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2A" w:rsidRPr="008061F3" w:rsidRDefault="00B46710" w:rsidP="0087443B">
      <w:pPr>
        <w:jc w:val="center"/>
        <w:rPr>
          <w:rFonts w:ascii="HelveticaNeueLT Std Med Ext"/>
          <w:color w:val="0481BF"/>
          <w:sz w:val="4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 wp14:anchorId="1579021B" wp14:editId="5E528EDD">
                <wp:simplePos x="0" y="0"/>
                <wp:positionH relativeFrom="page">
                  <wp:posOffset>865505</wp:posOffset>
                </wp:positionH>
                <wp:positionV relativeFrom="paragraph">
                  <wp:posOffset>114300</wp:posOffset>
                </wp:positionV>
                <wp:extent cx="1382395" cy="816610"/>
                <wp:effectExtent l="0" t="9525" r="0" b="254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2395" cy="816610"/>
                          <a:chOff x="1363" y="180"/>
                          <a:chExt cx="2177" cy="1286"/>
                        </a:xfrm>
                      </wpg:grpSpPr>
                      <wps:wsp>
                        <wps:cNvPr id="9" name="AutoShape 12"/>
                        <wps:cNvSpPr>
                          <a:spLocks/>
                        </wps:cNvSpPr>
                        <wps:spPr bwMode="auto">
                          <a:xfrm>
                            <a:off x="2011" y="179"/>
                            <a:ext cx="678" cy="1272"/>
                          </a:xfrm>
                          <a:custGeom>
                            <a:avLst/>
                            <a:gdLst>
                              <a:gd name="T0" fmla="+- 0 2334 2012"/>
                              <a:gd name="T1" fmla="*/ T0 w 678"/>
                              <a:gd name="T2" fmla="+- 0 1402 180"/>
                              <a:gd name="T3" fmla="*/ 1402 h 1272"/>
                              <a:gd name="T4" fmla="+- 0 2373 2012"/>
                              <a:gd name="T5" fmla="*/ T4 w 678"/>
                              <a:gd name="T6" fmla="+- 0 1448 180"/>
                              <a:gd name="T7" fmla="*/ 1448 h 1272"/>
                              <a:gd name="T8" fmla="+- 0 2495 2012"/>
                              <a:gd name="T9" fmla="*/ T8 w 678"/>
                              <a:gd name="T10" fmla="+- 0 1396 180"/>
                              <a:gd name="T11" fmla="*/ 1396 h 1272"/>
                              <a:gd name="T12" fmla="+- 0 2374 2012"/>
                              <a:gd name="T13" fmla="*/ T12 w 678"/>
                              <a:gd name="T14" fmla="+- 0 1358 180"/>
                              <a:gd name="T15" fmla="*/ 1358 h 1272"/>
                              <a:gd name="T16" fmla="+- 0 2220 2012"/>
                              <a:gd name="T17" fmla="*/ T16 w 678"/>
                              <a:gd name="T18" fmla="+- 0 740 180"/>
                              <a:gd name="T19" fmla="*/ 740 h 1272"/>
                              <a:gd name="T20" fmla="+- 0 2231 2012"/>
                              <a:gd name="T21" fmla="*/ T20 w 678"/>
                              <a:gd name="T22" fmla="+- 0 862 180"/>
                              <a:gd name="T23" fmla="*/ 862 h 1272"/>
                              <a:gd name="T24" fmla="+- 0 2198 2012"/>
                              <a:gd name="T25" fmla="*/ T24 w 678"/>
                              <a:gd name="T26" fmla="+- 0 1028 180"/>
                              <a:gd name="T27" fmla="*/ 1028 h 1272"/>
                              <a:gd name="T28" fmla="+- 0 2240 2012"/>
                              <a:gd name="T29" fmla="*/ T28 w 678"/>
                              <a:gd name="T30" fmla="+- 0 1196 180"/>
                              <a:gd name="T31" fmla="*/ 1196 h 1272"/>
                              <a:gd name="T32" fmla="+- 0 2337 2012"/>
                              <a:gd name="T33" fmla="*/ T32 w 678"/>
                              <a:gd name="T34" fmla="+- 0 1354 180"/>
                              <a:gd name="T35" fmla="*/ 1354 h 1272"/>
                              <a:gd name="T36" fmla="+- 0 2459 2012"/>
                              <a:gd name="T37" fmla="*/ T36 w 678"/>
                              <a:gd name="T38" fmla="+- 0 1338 180"/>
                              <a:gd name="T39" fmla="*/ 1338 h 1272"/>
                              <a:gd name="T40" fmla="+- 0 2437 2012"/>
                              <a:gd name="T41" fmla="*/ T40 w 678"/>
                              <a:gd name="T42" fmla="+- 0 1272 180"/>
                              <a:gd name="T43" fmla="*/ 1272 h 1272"/>
                              <a:gd name="T44" fmla="+- 0 2571 2012"/>
                              <a:gd name="T45" fmla="*/ T44 w 678"/>
                              <a:gd name="T46" fmla="+- 0 1172 180"/>
                              <a:gd name="T47" fmla="*/ 1172 h 1272"/>
                              <a:gd name="T48" fmla="+- 0 2478 2012"/>
                              <a:gd name="T49" fmla="*/ T48 w 678"/>
                              <a:gd name="T50" fmla="+- 0 1114 180"/>
                              <a:gd name="T51" fmla="*/ 1114 h 1272"/>
                              <a:gd name="T52" fmla="+- 0 2395 2012"/>
                              <a:gd name="T53" fmla="*/ T52 w 678"/>
                              <a:gd name="T54" fmla="+- 0 1082 180"/>
                              <a:gd name="T55" fmla="*/ 1082 h 1272"/>
                              <a:gd name="T56" fmla="+- 0 2408 2012"/>
                              <a:gd name="T57" fmla="*/ T56 w 678"/>
                              <a:gd name="T58" fmla="+- 0 968 180"/>
                              <a:gd name="T59" fmla="*/ 968 h 1272"/>
                              <a:gd name="T60" fmla="+- 0 2448 2012"/>
                              <a:gd name="T61" fmla="*/ T60 w 678"/>
                              <a:gd name="T62" fmla="+- 0 880 180"/>
                              <a:gd name="T63" fmla="*/ 880 h 1272"/>
                              <a:gd name="T64" fmla="+- 0 2438 2012"/>
                              <a:gd name="T65" fmla="*/ T64 w 678"/>
                              <a:gd name="T66" fmla="+- 0 786 180"/>
                              <a:gd name="T67" fmla="*/ 786 h 1272"/>
                              <a:gd name="T68" fmla="+- 0 2422 2012"/>
                              <a:gd name="T69" fmla="*/ T68 w 678"/>
                              <a:gd name="T70" fmla="+- 0 652 180"/>
                              <a:gd name="T71" fmla="*/ 652 h 1272"/>
                              <a:gd name="T72" fmla="+- 0 2466 2012"/>
                              <a:gd name="T73" fmla="*/ T72 w 678"/>
                              <a:gd name="T74" fmla="+- 0 1338 180"/>
                              <a:gd name="T75" fmla="*/ 1338 h 1272"/>
                              <a:gd name="T76" fmla="+- 0 2508 2012"/>
                              <a:gd name="T77" fmla="*/ T76 w 678"/>
                              <a:gd name="T78" fmla="+- 0 1240 180"/>
                              <a:gd name="T79" fmla="*/ 1240 h 1272"/>
                              <a:gd name="T80" fmla="+- 0 2550 2012"/>
                              <a:gd name="T81" fmla="*/ T80 w 678"/>
                              <a:gd name="T82" fmla="+- 0 1332 180"/>
                              <a:gd name="T83" fmla="*/ 1332 h 1272"/>
                              <a:gd name="T84" fmla="+- 0 2487 2012"/>
                              <a:gd name="T85" fmla="*/ T84 w 678"/>
                              <a:gd name="T86" fmla="+- 0 1220 180"/>
                              <a:gd name="T87" fmla="*/ 1220 h 1272"/>
                              <a:gd name="T88" fmla="+- 0 2433 2012"/>
                              <a:gd name="T89" fmla="*/ T88 w 678"/>
                              <a:gd name="T90" fmla="+- 0 1224 180"/>
                              <a:gd name="T91" fmla="*/ 1224 h 1272"/>
                              <a:gd name="T92" fmla="+- 0 2491 2012"/>
                              <a:gd name="T93" fmla="*/ T92 w 678"/>
                              <a:gd name="T94" fmla="+- 0 1122 180"/>
                              <a:gd name="T95" fmla="*/ 1122 h 1272"/>
                              <a:gd name="T96" fmla="+- 0 2450 2012"/>
                              <a:gd name="T97" fmla="*/ T96 w 678"/>
                              <a:gd name="T98" fmla="+- 0 570 180"/>
                              <a:gd name="T99" fmla="*/ 570 h 1272"/>
                              <a:gd name="T100" fmla="+- 0 2537 2012"/>
                              <a:gd name="T101" fmla="*/ T100 w 678"/>
                              <a:gd name="T102" fmla="+- 0 632 180"/>
                              <a:gd name="T103" fmla="*/ 632 h 1272"/>
                              <a:gd name="T104" fmla="+- 0 2611 2012"/>
                              <a:gd name="T105" fmla="*/ T104 w 678"/>
                              <a:gd name="T106" fmla="+- 0 724 180"/>
                              <a:gd name="T107" fmla="*/ 724 h 1272"/>
                              <a:gd name="T108" fmla="+- 0 2649 2012"/>
                              <a:gd name="T109" fmla="*/ T108 w 678"/>
                              <a:gd name="T110" fmla="+- 0 796 180"/>
                              <a:gd name="T111" fmla="*/ 796 h 1272"/>
                              <a:gd name="T112" fmla="+- 0 2664 2012"/>
                              <a:gd name="T113" fmla="*/ T112 w 678"/>
                              <a:gd name="T114" fmla="+- 0 788 180"/>
                              <a:gd name="T115" fmla="*/ 788 h 1272"/>
                              <a:gd name="T116" fmla="+- 0 2688 2012"/>
                              <a:gd name="T117" fmla="*/ T116 w 678"/>
                              <a:gd name="T118" fmla="+- 0 736 180"/>
                              <a:gd name="T119" fmla="*/ 736 h 1272"/>
                              <a:gd name="T120" fmla="+- 0 2619 2012"/>
                              <a:gd name="T121" fmla="*/ T120 w 678"/>
                              <a:gd name="T122" fmla="+- 0 644 180"/>
                              <a:gd name="T123" fmla="*/ 644 h 1272"/>
                              <a:gd name="T124" fmla="+- 0 2211 2012"/>
                              <a:gd name="T125" fmla="*/ T124 w 678"/>
                              <a:gd name="T126" fmla="+- 0 448 180"/>
                              <a:gd name="T127" fmla="*/ 448 h 1272"/>
                              <a:gd name="T128" fmla="+- 0 2207 2012"/>
                              <a:gd name="T129" fmla="*/ T128 w 678"/>
                              <a:gd name="T130" fmla="+- 0 558 180"/>
                              <a:gd name="T131" fmla="*/ 558 h 1272"/>
                              <a:gd name="T132" fmla="+- 0 2101 2012"/>
                              <a:gd name="T133" fmla="*/ T132 w 678"/>
                              <a:gd name="T134" fmla="+- 0 612 180"/>
                              <a:gd name="T135" fmla="*/ 612 h 1272"/>
                              <a:gd name="T136" fmla="+- 0 2023 2012"/>
                              <a:gd name="T137" fmla="*/ T136 w 678"/>
                              <a:gd name="T138" fmla="+- 0 648 180"/>
                              <a:gd name="T139" fmla="*/ 648 h 1272"/>
                              <a:gd name="T140" fmla="+- 0 2036 2012"/>
                              <a:gd name="T141" fmla="*/ T140 w 678"/>
                              <a:gd name="T142" fmla="+- 0 716 180"/>
                              <a:gd name="T143" fmla="*/ 716 h 1272"/>
                              <a:gd name="T144" fmla="+- 0 2062 2012"/>
                              <a:gd name="T145" fmla="*/ T144 w 678"/>
                              <a:gd name="T146" fmla="+- 0 696 180"/>
                              <a:gd name="T147" fmla="*/ 696 h 1272"/>
                              <a:gd name="T148" fmla="+- 0 2092 2012"/>
                              <a:gd name="T149" fmla="*/ T148 w 678"/>
                              <a:gd name="T150" fmla="+- 0 660 180"/>
                              <a:gd name="T151" fmla="*/ 660 h 1272"/>
                              <a:gd name="T152" fmla="+- 0 2424 2012"/>
                              <a:gd name="T153" fmla="*/ T152 w 678"/>
                              <a:gd name="T154" fmla="+- 0 604 180"/>
                              <a:gd name="T155" fmla="*/ 604 h 1272"/>
                              <a:gd name="T156" fmla="+- 0 2538 2012"/>
                              <a:gd name="T157" fmla="*/ T156 w 678"/>
                              <a:gd name="T158" fmla="+- 0 548 180"/>
                              <a:gd name="T159" fmla="*/ 548 h 1272"/>
                              <a:gd name="T160" fmla="+- 0 2456 2012"/>
                              <a:gd name="T161" fmla="*/ T160 w 678"/>
                              <a:gd name="T162" fmla="+- 0 492 180"/>
                              <a:gd name="T163" fmla="*/ 492 h 1272"/>
                              <a:gd name="T164" fmla="+- 0 2427 2012"/>
                              <a:gd name="T165" fmla="*/ T164 w 678"/>
                              <a:gd name="T166" fmla="+- 0 462 180"/>
                              <a:gd name="T167" fmla="*/ 462 h 1272"/>
                              <a:gd name="T168" fmla="+- 0 2042 2012"/>
                              <a:gd name="T169" fmla="*/ T168 w 678"/>
                              <a:gd name="T170" fmla="+- 0 716 180"/>
                              <a:gd name="T171" fmla="*/ 716 h 1272"/>
                              <a:gd name="T172" fmla="+- 0 2060 2012"/>
                              <a:gd name="T173" fmla="*/ T172 w 678"/>
                              <a:gd name="T174" fmla="+- 0 708 180"/>
                              <a:gd name="T175" fmla="*/ 708 h 1272"/>
                              <a:gd name="T176" fmla="+- 0 2064 2012"/>
                              <a:gd name="T177" fmla="*/ T176 w 678"/>
                              <a:gd name="T178" fmla="+- 0 688 180"/>
                              <a:gd name="T179" fmla="*/ 688 h 1272"/>
                              <a:gd name="T180" fmla="+- 0 2432 2012"/>
                              <a:gd name="T181" fmla="*/ T180 w 678"/>
                              <a:gd name="T182" fmla="+- 0 471 180"/>
                              <a:gd name="T183" fmla="*/ 471 h 1272"/>
                              <a:gd name="T184" fmla="+- 0 2432 2012"/>
                              <a:gd name="T185" fmla="*/ T184 w 678"/>
                              <a:gd name="T186" fmla="+- 0 471 180"/>
                              <a:gd name="T187" fmla="*/ 471 h 1272"/>
                              <a:gd name="T188" fmla="+- 0 2372 2012"/>
                              <a:gd name="T189" fmla="*/ T188 w 678"/>
                              <a:gd name="T190" fmla="+- 0 416 180"/>
                              <a:gd name="T191" fmla="*/ 416 h 1272"/>
                              <a:gd name="T192" fmla="+- 0 2229 2012"/>
                              <a:gd name="T193" fmla="*/ T192 w 678"/>
                              <a:gd name="T194" fmla="+- 0 420 180"/>
                              <a:gd name="T195" fmla="*/ 420 h 1272"/>
                              <a:gd name="T196" fmla="+- 0 2191 2012"/>
                              <a:gd name="T197" fmla="*/ T196 w 678"/>
                              <a:gd name="T198" fmla="+- 0 388 180"/>
                              <a:gd name="T199" fmla="*/ 388 h 1272"/>
                              <a:gd name="T200" fmla="+- 0 2191 2012"/>
                              <a:gd name="T201" fmla="*/ T200 w 678"/>
                              <a:gd name="T202" fmla="+- 0 374 180"/>
                              <a:gd name="T203" fmla="*/ 374 h 1272"/>
                              <a:gd name="T204" fmla="+- 0 2199 2012"/>
                              <a:gd name="T205" fmla="*/ T204 w 678"/>
                              <a:gd name="T206" fmla="+- 0 190 180"/>
                              <a:gd name="T207" fmla="*/ 190 h 1272"/>
                              <a:gd name="T208" fmla="+- 0 2169 2012"/>
                              <a:gd name="T209" fmla="*/ T208 w 678"/>
                              <a:gd name="T210" fmla="+- 0 342 180"/>
                              <a:gd name="T211" fmla="*/ 342 h 1272"/>
                              <a:gd name="T212" fmla="+- 0 2214 2012"/>
                              <a:gd name="T213" fmla="*/ T212 w 678"/>
                              <a:gd name="T214" fmla="+- 0 380 180"/>
                              <a:gd name="T215" fmla="*/ 380 h 1272"/>
                              <a:gd name="T216" fmla="+- 0 2373 2012"/>
                              <a:gd name="T217" fmla="*/ T216 w 678"/>
                              <a:gd name="T218" fmla="+- 0 300 180"/>
                              <a:gd name="T219" fmla="*/ 300 h 1272"/>
                              <a:gd name="T220" fmla="+- 0 2331 2012"/>
                              <a:gd name="T221" fmla="*/ T220 w 678"/>
                              <a:gd name="T222" fmla="+- 0 354 180"/>
                              <a:gd name="T223" fmla="*/ 354 h 1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678" h="1272">
                                <a:moveTo>
                                  <a:pt x="467" y="1176"/>
                                </a:moveTo>
                                <a:lnTo>
                                  <a:pt x="365" y="1176"/>
                                </a:lnTo>
                                <a:lnTo>
                                  <a:pt x="369" y="1190"/>
                                </a:lnTo>
                                <a:lnTo>
                                  <a:pt x="365" y="1196"/>
                                </a:lnTo>
                                <a:lnTo>
                                  <a:pt x="359" y="1200"/>
                                </a:lnTo>
                                <a:lnTo>
                                  <a:pt x="347" y="1208"/>
                                </a:lnTo>
                                <a:lnTo>
                                  <a:pt x="334" y="1216"/>
                                </a:lnTo>
                                <a:lnTo>
                                  <a:pt x="322" y="1222"/>
                                </a:lnTo>
                                <a:lnTo>
                                  <a:pt x="310" y="1228"/>
                                </a:lnTo>
                                <a:lnTo>
                                  <a:pt x="296" y="1236"/>
                                </a:lnTo>
                                <a:lnTo>
                                  <a:pt x="286" y="1244"/>
                                </a:lnTo>
                                <a:lnTo>
                                  <a:pt x="286" y="1254"/>
                                </a:lnTo>
                                <a:lnTo>
                                  <a:pt x="296" y="1262"/>
                                </a:lnTo>
                                <a:lnTo>
                                  <a:pt x="310" y="1270"/>
                                </a:lnTo>
                                <a:lnTo>
                                  <a:pt x="331" y="1272"/>
                                </a:lnTo>
                                <a:lnTo>
                                  <a:pt x="361" y="1268"/>
                                </a:lnTo>
                                <a:lnTo>
                                  <a:pt x="388" y="1258"/>
                                </a:lnTo>
                                <a:lnTo>
                                  <a:pt x="405" y="1250"/>
                                </a:lnTo>
                                <a:lnTo>
                                  <a:pt x="416" y="1246"/>
                                </a:lnTo>
                                <a:lnTo>
                                  <a:pt x="429" y="1244"/>
                                </a:lnTo>
                                <a:lnTo>
                                  <a:pt x="447" y="1240"/>
                                </a:lnTo>
                                <a:lnTo>
                                  <a:pt x="464" y="1232"/>
                                </a:lnTo>
                                <a:lnTo>
                                  <a:pt x="478" y="1224"/>
                                </a:lnTo>
                                <a:lnTo>
                                  <a:pt x="483" y="1216"/>
                                </a:lnTo>
                                <a:lnTo>
                                  <a:pt x="482" y="1208"/>
                                </a:lnTo>
                                <a:lnTo>
                                  <a:pt x="477" y="1194"/>
                                </a:lnTo>
                                <a:lnTo>
                                  <a:pt x="470" y="1180"/>
                                </a:lnTo>
                                <a:lnTo>
                                  <a:pt x="467" y="1176"/>
                                </a:lnTo>
                                <a:close/>
                                <a:moveTo>
                                  <a:pt x="362" y="1178"/>
                                </a:moveTo>
                                <a:lnTo>
                                  <a:pt x="343" y="1178"/>
                                </a:lnTo>
                                <a:lnTo>
                                  <a:pt x="357" y="1182"/>
                                </a:lnTo>
                                <a:lnTo>
                                  <a:pt x="362" y="1178"/>
                                </a:lnTo>
                                <a:close/>
                                <a:moveTo>
                                  <a:pt x="410" y="452"/>
                                </a:moveTo>
                                <a:lnTo>
                                  <a:pt x="194" y="452"/>
                                </a:lnTo>
                                <a:lnTo>
                                  <a:pt x="195" y="484"/>
                                </a:lnTo>
                                <a:lnTo>
                                  <a:pt x="197" y="502"/>
                                </a:lnTo>
                                <a:lnTo>
                                  <a:pt x="198" y="512"/>
                                </a:lnTo>
                                <a:lnTo>
                                  <a:pt x="201" y="522"/>
                                </a:lnTo>
                                <a:lnTo>
                                  <a:pt x="205" y="538"/>
                                </a:lnTo>
                                <a:lnTo>
                                  <a:pt x="208" y="560"/>
                                </a:lnTo>
                                <a:lnTo>
                                  <a:pt x="210" y="582"/>
                                </a:lnTo>
                                <a:lnTo>
                                  <a:pt x="212" y="596"/>
                                </a:lnTo>
                                <a:lnTo>
                                  <a:pt x="215" y="610"/>
                                </a:lnTo>
                                <a:lnTo>
                                  <a:pt x="219" y="626"/>
                                </a:lnTo>
                                <a:lnTo>
                                  <a:pt x="222" y="644"/>
                                </a:lnTo>
                                <a:lnTo>
                                  <a:pt x="224" y="656"/>
                                </a:lnTo>
                                <a:lnTo>
                                  <a:pt x="222" y="668"/>
                                </a:lnTo>
                                <a:lnTo>
                                  <a:pt x="219" y="682"/>
                                </a:lnTo>
                                <a:lnTo>
                                  <a:pt x="216" y="694"/>
                                </a:lnTo>
                                <a:lnTo>
                                  <a:pt x="215" y="700"/>
                                </a:lnTo>
                                <a:lnTo>
                                  <a:pt x="215" y="704"/>
                                </a:lnTo>
                                <a:lnTo>
                                  <a:pt x="238" y="708"/>
                                </a:lnTo>
                                <a:lnTo>
                                  <a:pt x="237" y="730"/>
                                </a:lnTo>
                                <a:lnTo>
                                  <a:pt x="195" y="828"/>
                                </a:lnTo>
                                <a:lnTo>
                                  <a:pt x="189" y="842"/>
                                </a:lnTo>
                                <a:lnTo>
                                  <a:pt x="186" y="848"/>
                                </a:lnTo>
                                <a:lnTo>
                                  <a:pt x="182" y="862"/>
                                </a:lnTo>
                                <a:lnTo>
                                  <a:pt x="178" y="888"/>
                                </a:lnTo>
                                <a:lnTo>
                                  <a:pt x="183" y="916"/>
                                </a:lnTo>
                                <a:lnTo>
                                  <a:pt x="204" y="942"/>
                                </a:lnTo>
                                <a:lnTo>
                                  <a:pt x="228" y="966"/>
                                </a:lnTo>
                                <a:lnTo>
                                  <a:pt x="227" y="990"/>
                                </a:lnTo>
                                <a:lnTo>
                                  <a:pt x="227" y="1006"/>
                                </a:lnTo>
                                <a:lnTo>
                                  <a:pt x="228" y="1016"/>
                                </a:lnTo>
                                <a:lnTo>
                                  <a:pt x="231" y="1026"/>
                                </a:lnTo>
                                <a:lnTo>
                                  <a:pt x="244" y="1050"/>
                                </a:lnTo>
                                <a:lnTo>
                                  <a:pt x="265" y="1086"/>
                                </a:lnTo>
                                <a:lnTo>
                                  <a:pt x="287" y="1120"/>
                                </a:lnTo>
                                <a:lnTo>
                                  <a:pt x="301" y="1138"/>
                                </a:lnTo>
                                <a:lnTo>
                                  <a:pt x="308" y="1148"/>
                                </a:lnTo>
                                <a:lnTo>
                                  <a:pt x="316" y="1162"/>
                                </a:lnTo>
                                <a:lnTo>
                                  <a:pt x="325" y="1174"/>
                                </a:lnTo>
                                <a:lnTo>
                                  <a:pt x="333" y="1180"/>
                                </a:lnTo>
                                <a:lnTo>
                                  <a:pt x="343" y="1178"/>
                                </a:lnTo>
                                <a:lnTo>
                                  <a:pt x="362" y="1178"/>
                                </a:lnTo>
                                <a:lnTo>
                                  <a:pt x="365" y="1176"/>
                                </a:lnTo>
                                <a:lnTo>
                                  <a:pt x="467" y="1176"/>
                                </a:lnTo>
                                <a:lnTo>
                                  <a:pt x="460" y="1166"/>
                                </a:lnTo>
                                <a:lnTo>
                                  <a:pt x="454" y="1158"/>
                                </a:lnTo>
                                <a:lnTo>
                                  <a:pt x="447" y="1158"/>
                                </a:lnTo>
                                <a:lnTo>
                                  <a:pt x="445" y="1146"/>
                                </a:lnTo>
                                <a:lnTo>
                                  <a:pt x="449" y="1146"/>
                                </a:lnTo>
                                <a:lnTo>
                                  <a:pt x="442" y="1128"/>
                                </a:lnTo>
                                <a:lnTo>
                                  <a:pt x="445" y="1128"/>
                                </a:lnTo>
                                <a:lnTo>
                                  <a:pt x="439" y="1108"/>
                                </a:lnTo>
                                <a:lnTo>
                                  <a:pt x="438" y="1108"/>
                                </a:lnTo>
                                <a:lnTo>
                                  <a:pt x="432" y="1100"/>
                                </a:lnTo>
                                <a:lnTo>
                                  <a:pt x="425" y="1092"/>
                                </a:lnTo>
                                <a:lnTo>
                                  <a:pt x="415" y="1086"/>
                                </a:lnTo>
                                <a:lnTo>
                                  <a:pt x="405" y="1078"/>
                                </a:lnTo>
                                <a:lnTo>
                                  <a:pt x="401" y="1068"/>
                                </a:lnTo>
                                <a:lnTo>
                                  <a:pt x="400" y="1054"/>
                                </a:lnTo>
                                <a:lnTo>
                                  <a:pt x="386" y="1032"/>
                                </a:lnTo>
                                <a:lnTo>
                                  <a:pt x="566" y="1032"/>
                                </a:lnTo>
                                <a:lnTo>
                                  <a:pt x="566" y="1020"/>
                                </a:lnTo>
                                <a:lnTo>
                                  <a:pt x="559" y="992"/>
                                </a:lnTo>
                                <a:lnTo>
                                  <a:pt x="559" y="990"/>
                                </a:lnTo>
                                <a:lnTo>
                                  <a:pt x="562" y="972"/>
                                </a:lnTo>
                                <a:lnTo>
                                  <a:pt x="564" y="958"/>
                                </a:lnTo>
                                <a:lnTo>
                                  <a:pt x="563" y="948"/>
                                </a:lnTo>
                                <a:lnTo>
                                  <a:pt x="561" y="944"/>
                                </a:lnTo>
                                <a:lnTo>
                                  <a:pt x="473" y="944"/>
                                </a:lnTo>
                                <a:lnTo>
                                  <a:pt x="472" y="940"/>
                                </a:lnTo>
                                <a:lnTo>
                                  <a:pt x="466" y="934"/>
                                </a:lnTo>
                                <a:lnTo>
                                  <a:pt x="462" y="934"/>
                                </a:lnTo>
                                <a:lnTo>
                                  <a:pt x="472" y="932"/>
                                </a:lnTo>
                                <a:lnTo>
                                  <a:pt x="432" y="928"/>
                                </a:lnTo>
                                <a:lnTo>
                                  <a:pt x="428" y="926"/>
                                </a:lnTo>
                                <a:lnTo>
                                  <a:pt x="425" y="924"/>
                                </a:lnTo>
                                <a:lnTo>
                                  <a:pt x="402" y="916"/>
                                </a:lnTo>
                                <a:lnTo>
                                  <a:pt x="389" y="916"/>
                                </a:lnTo>
                                <a:lnTo>
                                  <a:pt x="383" y="902"/>
                                </a:lnTo>
                                <a:lnTo>
                                  <a:pt x="381" y="898"/>
                                </a:lnTo>
                                <a:lnTo>
                                  <a:pt x="388" y="878"/>
                                </a:lnTo>
                                <a:lnTo>
                                  <a:pt x="388" y="872"/>
                                </a:lnTo>
                                <a:lnTo>
                                  <a:pt x="389" y="860"/>
                                </a:lnTo>
                                <a:lnTo>
                                  <a:pt x="392" y="828"/>
                                </a:lnTo>
                                <a:lnTo>
                                  <a:pt x="392" y="818"/>
                                </a:lnTo>
                                <a:lnTo>
                                  <a:pt x="392" y="814"/>
                                </a:lnTo>
                                <a:lnTo>
                                  <a:pt x="396" y="788"/>
                                </a:lnTo>
                                <a:lnTo>
                                  <a:pt x="398" y="784"/>
                                </a:lnTo>
                                <a:lnTo>
                                  <a:pt x="411" y="770"/>
                                </a:lnTo>
                                <a:lnTo>
                                  <a:pt x="410" y="766"/>
                                </a:lnTo>
                                <a:lnTo>
                                  <a:pt x="422" y="726"/>
                                </a:lnTo>
                                <a:lnTo>
                                  <a:pt x="425" y="712"/>
                                </a:lnTo>
                                <a:lnTo>
                                  <a:pt x="426" y="708"/>
                                </a:lnTo>
                                <a:lnTo>
                                  <a:pt x="427" y="700"/>
                                </a:lnTo>
                                <a:lnTo>
                                  <a:pt x="436" y="700"/>
                                </a:lnTo>
                                <a:lnTo>
                                  <a:pt x="449" y="684"/>
                                </a:lnTo>
                                <a:lnTo>
                                  <a:pt x="446" y="666"/>
                                </a:lnTo>
                                <a:lnTo>
                                  <a:pt x="444" y="656"/>
                                </a:lnTo>
                                <a:lnTo>
                                  <a:pt x="442" y="650"/>
                                </a:lnTo>
                                <a:lnTo>
                                  <a:pt x="438" y="644"/>
                                </a:lnTo>
                                <a:lnTo>
                                  <a:pt x="431" y="632"/>
                                </a:lnTo>
                                <a:lnTo>
                                  <a:pt x="427" y="612"/>
                                </a:lnTo>
                                <a:lnTo>
                                  <a:pt x="426" y="606"/>
                                </a:lnTo>
                                <a:lnTo>
                                  <a:pt x="424" y="596"/>
                                </a:lnTo>
                                <a:lnTo>
                                  <a:pt x="420" y="578"/>
                                </a:lnTo>
                                <a:lnTo>
                                  <a:pt x="417" y="558"/>
                                </a:lnTo>
                                <a:lnTo>
                                  <a:pt x="414" y="540"/>
                                </a:lnTo>
                                <a:lnTo>
                                  <a:pt x="413" y="524"/>
                                </a:lnTo>
                                <a:lnTo>
                                  <a:pt x="411" y="502"/>
                                </a:lnTo>
                                <a:lnTo>
                                  <a:pt x="410" y="482"/>
                                </a:lnTo>
                                <a:lnTo>
                                  <a:pt x="410" y="472"/>
                                </a:lnTo>
                                <a:lnTo>
                                  <a:pt x="410" y="452"/>
                                </a:lnTo>
                                <a:close/>
                                <a:moveTo>
                                  <a:pt x="445" y="1146"/>
                                </a:moveTo>
                                <a:lnTo>
                                  <a:pt x="447" y="1158"/>
                                </a:lnTo>
                                <a:lnTo>
                                  <a:pt x="452" y="1154"/>
                                </a:lnTo>
                                <a:lnTo>
                                  <a:pt x="445" y="1146"/>
                                </a:lnTo>
                                <a:close/>
                                <a:moveTo>
                                  <a:pt x="452" y="1154"/>
                                </a:moveTo>
                                <a:lnTo>
                                  <a:pt x="447" y="1158"/>
                                </a:lnTo>
                                <a:lnTo>
                                  <a:pt x="454" y="1158"/>
                                </a:lnTo>
                                <a:lnTo>
                                  <a:pt x="452" y="1154"/>
                                </a:lnTo>
                                <a:close/>
                                <a:moveTo>
                                  <a:pt x="449" y="1146"/>
                                </a:moveTo>
                                <a:lnTo>
                                  <a:pt x="445" y="1146"/>
                                </a:lnTo>
                                <a:lnTo>
                                  <a:pt x="452" y="1154"/>
                                </a:lnTo>
                                <a:lnTo>
                                  <a:pt x="455" y="1152"/>
                                </a:lnTo>
                                <a:lnTo>
                                  <a:pt x="449" y="1146"/>
                                </a:lnTo>
                                <a:close/>
                                <a:moveTo>
                                  <a:pt x="568" y="1060"/>
                                </a:moveTo>
                                <a:lnTo>
                                  <a:pt x="496" y="1060"/>
                                </a:lnTo>
                                <a:lnTo>
                                  <a:pt x="500" y="1074"/>
                                </a:lnTo>
                                <a:lnTo>
                                  <a:pt x="504" y="1086"/>
                                </a:lnTo>
                                <a:lnTo>
                                  <a:pt x="508" y="1102"/>
                                </a:lnTo>
                                <a:lnTo>
                                  <a:pt x="512" y="1118"/>
                                </a:lnTo>
                                <a:lnTo>
                                  <a:pt x="516" y="1130"/>
                                </a:lnTo>
                                <a:lnTo>
                                  <a:pt x="521" y="1142"/>
                                </a:lnTo>
                                <a:lnTo>
                                  <a:pt x="529" y="1148"/>
                                </a:lnTo>
                                <a:lnTo>
                                  <a:pt x="538" y="1152"/>
                                </a:lnTo>
                                <a:lnTo>
                                  <a:pt x="544" y="1148"/>
                                </a:lnTo>
                                <a:lnTo>
                                  <a:pt x="552" y="1134"/>
                                </a:lnTo>
                                <a:lnTo>
                                  <a:pt x="562" y="1104"/>
                                </a:lnTo>
                                <a:lnTo>
                                  <a:pt x="568" y="1064"/>
                                </a:lnTo>
                                <a:lnTo>
                                  <a:pt x="568" y="1060"/>
                                </a:lnTo>
                                <a:close/>
                                <a:moveTo>
                                  <a:pt x="566" y="1034"/>
                                </a:moveTo>
                                <a:lnTo>
                                  <a:pt x="482" y="1034"/>
                                </a:lnTo>
                                <a:lnTo>
                                  <a:pt x="475" y="1040"/>
                                </a:lnTo>
                                <a:lnTo>
                                  <a:pt x="489" y="1062"/>
                                </a:lnTo>
                                <a:lnTo>
                                  <a:pt x="496" y="1060"/>
                                </a:lnTo>
                                <a:lnTo>
                                  <a:pt x="568" y="1060"/>
                                </a:lnTo>
                                <a:lnTo>
                                  <a:pt x="566" y="1034"/>
                                </a:lnTo>
                                <a:close/>
                                <a:moveTo>
                                  <a:pt x="566" y="1032"/>
                                </a:moveTo>
                                <a:lnTo>
                                  <a:pt x="386" y="1032"/>
                                </a:lnTo>
                                <a:lnTo>
                                  <a:pt x="409" y="1040"/>
                                </a:lnTo>
                                <a:lnTo>
                                  <a:pt x="421" y="1044"/>
                                </a:lnTo>
                                <a:lnTo>
                                  <a:pt x="437" y="1044"/>
                                </a:lnTo>
                                <a:lnTo>
                                  <a:pt x="450" y="1040"/>
                                </a:lnTo>
                                <a:lnTo>
                                  <a:pt x="454" y="1034"/>
                                </a:lnTo>
                                <a:lnTo>
                                  <a:pt x="566" y="1034"/>
                                </a:lnTo>
                                <a:lnTo>
                                  <a:pt x="566" y="1032"/>
                                </a:lnTo>
                                <a:close/>
                                <a:moveTo>
                                  <a:pt x="532" y="930"/>
                                </a:moveTo>
                                <a:lnTo>
                                  <a:pt x="486" y="938"/>
                                </a:lnTo>
                                <a:lnTo>
                                  <a:pt x="479" y="942"/>
                                </a:lnTo>
                                <a:lnTo>
                                  <a:pt x="473" y="944"/>
                                </a:lnTo>
                                <a:lnTo>
                                  <a:pt x="561" y="944"/>
                                </a:lnTo>
                                <a:lnTo>
                                  <a:pt x="559" y="940"/>
                                </a:lnTo>
                                <a:lnTo>
                                  <a:pt x="551" y="932"/>
                                </a:lnTo>
                                <a:lnTo>
                                  <a:pt x="532" y="930"/>
                                </a:lnTo>
                                <a:close/>
                                <a:moveTo>
                                  <a:pt x="546" y="384"/>
                                </a:moveTo>
                                <a:lnTo>
                                  <a:pt x="426" y="384"/>
                                </a:lnTo>
                                <a:lnTo>
                                  <a:pt x="438" y="390"/>
                                </a:lnTo>
                                <a:lnTo>
                                  <a:pt x="446" y="392"/>
                                </a:lnTo>
                                <a:lnTo>
                                  <a:pt x="453" y="396"/>
                                </a:lnTo>
                                <a:lnTo>
                                  <a:pt x="475" y="408"/>
                                </a:lnTo>
                                <a:lnTo>
                                  <a:pt x="485" y="412"/>
                                </a:lnTo>
                                <a:lnTo>
                                  <a:pt x="493" y="418"/>
                                </a:lnTo>
                                <a:lnTo>
                                  <a:pt x="499" y="424"/>
                                </a:lnTo>
                                <a:lnTo>
                                  <a:pt x="508" y="434"/>
                                </a:lnTo>
                                <a:lnTo>
                                  <a:pt x="525" y="452"/>
                                </a:lnTo>
                                <a:lnTo>
                                  <a:pt x="543" y="470"/>
                                </a:lnTo>
                                <a:lnTo>
                                  <a:pt x="556" y="484"/>
                                </a:lnTo>
                                <a:lnTo>
                                  <a:pt x="567" y="496"/>
                                </a:lnTo>
                                <a:lnTo>
                                  <a:pt x="577" y="512"/>
                                </a:lnTo>
                                <a:lnTo>
                                  <a:pt x="586" y="526"/>
                                </a:lnTo>
                                <a:lnTo>
                                  <a:pt x="592" y="534"/>
                                </a:lnTo>
                                <a:lnTo>
                                  <a:pt x="596" y="540"/>
                                </a:lnTo>
                                <a:lnTo>
                                  <a:pt x="599" y="544"/>
                                </a:lnTo>
                                <a:lnTo>
                                  <a:pt x="603" y="548"/>
                                </a:lnTo>
                                <a:lnTo>
                                  <a:pt x="596" y="556"/>
                                </a:lnTo>
                                <a:lnTo>
                                  <a:pt x="607" y="592"/>
                                </a:lnTo>
                                <a:lnTo>
                                  <a:pt x="605" y="598"/>
                                </a:lnTo>
                                <a:lnTo>
                                  <a:pt x="613" y="606"/>
                                </a:lnTo>
                                <a:lnTo>
                                  <a:pt x="622" y="612"/>
                                </a:lnTo>
                                <a:lnTo>
                                  <a:pt x="633" y="616"/>
                                </a:lnTo>
                                <a:lnTo>
                                  <a:pt x="637" y="616"/>
                                </a:lnTo>
                                <a:lnTo>
                                  <a:pt x="643" y="620"/>
                                </a:lnTo>
                                <a:lnTo>
                                  <a:pt x="640" y="622"/>
                                </a:lnTo>
                                <a:lnTo>
                                  <a:pt x="639" y="630"/>
                                </a:lnTo>
                                <a:lnTo>
                                  <a:pt x="645" y="630"/>
                                </a:lnTo>
                                <a:lnTo>
                                  <a:pt x="657" y="626"/>
                                </a:lnTo>
                                <a:lnTo>
                                  <a:pt x="656" y="620"/>
                                </a:lnTo>
                                <a:lnTo>
                                  <a:pt x="655" y="614"/>
                                </a:lnTo>
                                <a:lnTo>
                                  <a:pt x="652" y="608"/>
                                </a:lnTo>
                                <a:lnTo>
                                  <a:pt x="660" y="602"/>
                                </a:lnTo>
                                <a:lnTo>
                                  <a:pt x="660" y="596"/>
                                </a:lnTo>
                                <a:lnTo>
                                  <a:pt x="672" y="590"/>
                                </a:lnTo>
                                <a:lnTo>
                                  <a:pt x="672" y="580"/>
                                </a:lnTo>
                                <a:lnTo>
                                  <a:pt x="676" y="572"/>
                                </a:lnTo>
                                <a:lnTo>
                                  <a:pt x="675" y="568"/>
                                </a:lnTo>
                                <a:lnTo>
                                  <a:pt x="677" y="566"/>
                                </a:lnTo>
                                <a:lnTo>
                                  <a:pt x="676" y="556"/>
                                </a:lnTo>
                                <a:lnTo>
                                  <a:pt x="669" y="546"/>
                                </a:lnTo>
                                <a:lnTo>
                                  <a:pt x="663" y="538"/>
                                </a:lnTo>
                                <a:lnTo>
                                  <a:pt x="657" y="532"/>
                                </a:lnTo>
                                <a:lnTo>
                                  <a:pt x="646" y="526"/>
                                </a:lnTo>
                                <a:lnTo>
                                  <a:pt x="644" y="520"/>
                                </a:lnTo>
                                <a:lnTo>
                                  <a:pt x="639" y="514"/>
                                </a:lnTo>
                                <a:lnTo>
                                  <a:pt x="628" y="496"/>
                                </a:lnTo>
                                <a:lnTo>
                                  <a:pt x="607" y="464"/>
                                </a:lnTo>
                                <a:lnTo>
                                  <a:pt x="585" y="430"/>
                                </a:lnTo>
                                <a:lnTo>
                                  <a:pt x="569" y="408"/>
                                </a:lnTo>
                                <a:lnTo>
                                  <a:pt x="557" y="396"/>
                                </a:lnTo>
                                <a:lnTo>
                                  <a:pt x="546" y="384"/>
                                </a:lnTo>
                                <a:close/>
                                <a:moveTo>
                                  <a:pt x="227" y="238"/>
                                </a:moveTo>
                                <a:lnTo>
                                  <a:pt x="212" y="252"/>
                                </a:lnTo>
                                <a:lnTo>
                                  <a:pt x="203" y="260"/>
                                </a:lnTo>
                                <a:lnTo>
                                  <a:pt x="199" y="268"/>
                                </a:lnTo>
                                <a:lnTo>
                                  <a:pt x="198" y="280"/>
                                </a:lnTo>
                                <a:lnTo>
                                  <a:pt x="195" y="298"/>
                                </a:lnTo>
                                <a:lnTo>
                                  <a:pt x="198" y="306"/>
                                </a:lnTo>
                                <a:lnTo>
                                  <a:pt x="196" y="326"/>
                                </a:lnTo>
                                <a:lnTo>
                                  <a:pt x="195" y="340"/>
                                </a:lnTo>
                                <a:lnTo>
                                  <a:pt x="194" y="356"/>
                                </a:lnTo>
                                <a:lnTo>
                                  <a:pt x="194" y="370"/>
                                </a:lnTo>
                                <a:lnTo>
                                  <a:pt x="195" y="378"/>
                                </a:lnTo>
                                <a:lnTo>
                                  <a:pt x="181" y="388"/>
                                </a:lnTo>
                                <a:lnTo>
                                  <a:pt x="172" y="392"/>
                                </a:lnTo>
                                <a:lnTo>
                                  <a:pt x="166" y="396"/>
                                </a:lnTo>
                                <a:lnTo>
                                  <a:pt x="158" y="400"/>
                                </a:lnTo>
                                <a:lnTo>
                                  <a:pt x="142" y="406"/>
                                </a:lnTo>
                                <a:lnTo>
                                  <a:pt x="119" y="418"/>
                                </a:lnTo>
                                <a:lnTo>
                                  <a:pt x="99" y="428"/>
                                </a:lnTo>
                                <a:lnTo>
                                  <a:pt x="89" y="432"/>
                                </a:lnTo>
                                <a:lnTo>
                                  <a:pt x="86" y="432"/>
                                </a:lnTo>
                                <a:lnTo>
                                  <a:pt x="78" y="434"/>
                                </a:lnTo>
                                <a:lnTo>
                                  <a:pt x="73" y="438"/>
                                </a:lnTo>
                                <a:lnTo>
                                  <a:pt x="69" y="442"/>
                                </a:lnTo>
                                <a:lnTo>
                                  <a:pt x="39" y="452"/>
                                </a:lnTo>
                                <a:lnTo>
                                  <a:pt x="36" y="454"/>
                                </a:lnTo>
                                <a:lnTo>
                                  <a:pt x="20" y="456"/>
                                </a:lnTo>
                                <a:lnTo>
                                  <a:pt x="11" y="468"/>
                                </a:lnTo>
                                <a:lnTo>
                                  <a:pt x="4" y="486"/>
                                </a:lnTo>
                                <a:lnTo>
                                  <a:pt x="1" y="492"/>
                                </a:lnTo>
                                <a:lnTo>
                                  <a:pt x="0" y="504"/>
                                </a:lnTo>
                                <a:lnTo>
                                  <a:pt x="7" y="520"/>
                                </a:lnTo>
                                <a:lnTo>
                                  <a:pt x="11" y="532"/>
                                </a:lnTo>
                                <a:lnTo>
                                  <a:pt x="17" y="536"/>
                                </a:lnTo>
                                <a:lnTo>
                                  <a:pt x="23" y="542"/>
                                </a:lnTo>
                                <a:lnTo>
                                  <a:pt x="24" y="536"/>
                                </a:lnTo>
                                <a:lnTo>
                                  <a:pt x="27" y="534"/>
                                </a:lnTo>
                                <a:lnTo>
                                  <a:pt x="32" y="534"/>
                                </a:lnTo>
                                <a:lnTo>
                                  <a:pt x="36" y="530"/>
                                </a:lnTo>
                                <a:lnTo>
                                  <a:pt x="38" y="526"/>
                                </a:lnTo>
                                <a:lnTo>
                                  <a:pt x="45" y="526"/>
                                </a:lnTo>
                                <a:lnTo>
                                  <a:pt x="47" y="522"/>
                                </a:lnTo>
                                <a:lnTo>
                                  <a:pt x="49" y="522"/>
                                </a:lnTo>
                                <a:lnTo>
                                  <a:pt x="50" y="516"/>
                                </a:lnTo>
                                <a:lnTo>
                                  <a:pt x="52" y="508"/>
                                </a:lnTo>
                                <a:lnTo>
                                  <a:pt x="47" y="508"/>
                                </a:lnTo>
                                <a:lnTo>
                                  <a:pt x="53" y="506"/>
                                </a:lnTo>
                                <a:lnTo>
                                  <a:pt x="54" y="506"/>
                                </a:lnTo>
                                <a:lnTo>
                                  <a:pt x="61" y="504"/>
                                </a:lnTo>
                                <a:lnTo>
                                  <a:pt x="65" y="498"/>
                                </a:lnTo>
                                <a:lnTo>
                                  <a:pt x="70" y="492"/>
                                </a:lnTo>
                                <a:lnTo>
                                  <a:pt x="80" y="480"/>
                                </a:lnTo>
                                <a:lnTo>
                                  <a:pt x="91" y="472"/>
                                </a:lnTo>
                                <a:lnTo>
                                  <a:pt x="96" y="472"/>
                                </a:lnTo>
                                <a:lnTo>
                                  <a:pt x="112" y="468"/>
                                </a:lnTo>
                                <a:lnTo>
                                  <a:pt x="176" y="456"/>
                                </a:lnTo>
                                <a:lnTo>
                                  <a:pt x="194" y="452"/>
                                </a:lnTo>
                                <a:lnTo>
                                  <a:pt x="410" y="452"/>
                                </a:lnTo>
                                <a:lnTo>
                                  <a:pt x="411" y="444"/>
                                </a:lnTo>
                                <a:lnTo>
                                  <a:pt x="412" y="424"/>
                                </a:lnTo>
                                <a:lnTo>
                                  <a:pt x="413" y="408"/>
                                </a:lnTo>
                                <a:lnTo>
                                  <a:pt x="415" y="396"/>
                                </a:lnTo>
                                <a:lnTo>
                                  <a:pt x="417" y="386"/>
                                </a:lnTo>
                                <a:lnTo>
                                  <a:pt x="426" y="384"/>
                                </a:lnTo>
                                <a:lnTo>
                                  <a:pt x="546" y="384"/>
                                </a:lnTo>
                                <a:lnTo>
                                  <a:pt x="537" y="376"/>
                                </a:lnTo>
                                <a:lnTo>
                                  <a:pt x="531" y="370"/>
                                </a:lnTo>
                                <a:lnTo>
                                  <a:pt x="526" y="368"/>
                                </a:lnTo>
                                <a:lnTo>
                                  <a:pt x="506" y="354"/>
                                </a:lnTo>
                                <a:lnTo>
                                  <a:pt x="499" y="352"/>
                                </a:lnTo>
                                <a:lnTo>
                                  <a:pt x="491" y="346"/>
                                </a:lnTo>
                                <a:lnTo>
                                  <a:pt x="479" y="340"/>
                                </a:lnTo>
                                <a:lnTo>
                                  <a:pt x="469" y="332"/>
                                </a:lnTo>
                                <a:lnTo>
                                  <a:pt x="465" y="330"/>
                                </a:lnTo>
                                <a:lnTo>
                                  <a:pt x="459" y="322"/>
                                </a:lnTo>
                                <a:lnTo>
                                  <a:pt x="444" y="312"/>
                                </a:lnTo>
                                <a:lnTo>
                                  <a:pt x="440" y="310"/>
                                </a:lnTo>
                                <a:lnTo>
                                  <a:pt x="436" y="306"/>
                                </a:lnTo>
                                <a:lnTo>
                                  <a:pt x="436" y="304"/>
                                </a:lnTo>
                                <a:lnTo>
                                  <a:pt x="424" y="294"/>
                                </a:lnTo>
                                <a:lnTo>
                                  <a:pt x="421" y="294"/>
                                </a:lnTo>
                                <a:lnTo>
                                  <a:pt x="419" y="290"/>
                                </a:lnTo>
                                <a:lnTo>
                                  <a:pt x="415" y="282"/>
                                </a:lnTo>
                                <a:lnTo>
                                  <a:pt x="407" y="274"/>
                                </a:lnTo>
                                <a:lnTo>
                                  <a:pt x="397" y="262"/>
                                </a:lnTo>
                                <a:lnTo>
                                  <a:pt x="385" y="250"/>
                                </a:lnTo>
                                <a:lnTo>
                                  <a:pt x="236" y="250"/>
                                </a:lnTo>
                                <a:lnTo>
                                  <a:pt x="227" y="238"/>
                                </a:lnTo>
                                <a:close/>
                                <a:moveTo>
                                  <a:pt x="32" y="534"/>
                                </a:moveTo>
                                <a:lnTo>
                                  <a:pt x="27" y="534"/>
                                </a:lnTo>
                                <a:lnTo>
                                  <a:pt x="30" y="536"/>
                                </a:lnTo>
                                <a:lnTo>
                                  <a:pt x="32" y="534"/>
                                </a:lnTo>
                                <a:close/>
                                <a:moveTo>
                                  <a:pt x="45" y="526"/>
                                </a:moveTo>
                                <a:lnTo>
                                  <a:pt x="38" y="526"/>
                                </a:lnTo>
                                <a:lnTo>
                                  <a:pt x="43" y="530"/>
                                </a:lnTo>
                                <a:lnTo>
                                  <a:pt x="45" y="526"/>
                                </a:lnTo>
                                <a:close/>
                                <a:moveTo>
                                  <a:pt x="49" y="522"/>
                                </a:moveTo>
                                <a:lnTo>
                                  <a:pt x="47" y="522"/>
                                </a:lnTo>
                                <a:lnTo>
                                  <a:pt x="48" y="528"/>
                                </a:lnTo>
                                <a:lnTo>
                                  <a:pt x="49" y="522"/>
                                </a:lnTo>
                                <a:close/>
                                <a:moveTo>
                                  <a:pt x="53" y="506"/>
                                </a:moveTo>
                                <a:lnTo>
                                  <a:pt x="47" y="508"/>
                                </a:lnTo>
                                <a:lnTo>
                                  <a:pt x="53" y="506"/>
                                </a:lnTo>
                                <a:close/>
                                <a:moveTo>
                                  <a:pt x="53" y="506"/>
                                </a:moveTo>
                                <a:lnTo>
                                  <a:pt x="47" y="508"/>
                                </a:lnTo>
                                <a:lnTo>
                                  <a:pt x="52" y="508"/>
                                </a:lnTo>
                                <a:lnTo>
                                  <a:pt x="53" y="506"/>
                                </a:lnTo>
                                <a:close/>
                                <a:moveTo>
                                  <a:pt x="54" y="506"/>
                                </a:moveTo>
                                <a:lnTo>
                                  <a:pt x="53" y="506"/>
                                </a:lnTo>
                                <a:lnTo>
                                  <a:pt x="54" y="506"/>
                                </a:lnTo>
                                <a:close/>
                                <a:moveTo>
                                  <a:pt x="419" y="290"/>
                                </a:moveTo>
                                <a:lnTo>
                                  <a:pt x="421" y="294"/>
                                </a:lnTo>
                                <a:lnTo>
                                  <a:pt x="420" y="291"/>
                                </a:lnTo>
                                <a:lnTo>
                                  <a:pt x="419" y="290"/>
                                </a:lnTo>
                                <a:close/>
                                <a:moveTo>
                                  <a:pt x="420" y="291"/>
                                </a:moveTo>
                                <a:lnTo>
                                  <a:pt x="421" y="294"/>
                                </a:lnTo>
                                <a:lnTo>
                                  <a:pt x="424" y="294"/>
                                </a:lnTo>
                                <a:lnTo>
                                  <a:pt x="420" y="291"/>
                                </a:lnTo>
                                <a:close/>
                                <a:moveTo>
                                  <a:pt x="419" y="290"/>
                                </a:moveTo>
                                <a:lnTo>
                                  <a:pt x="419" y="290"/>
                                </a:lnTo>
                                <a:lnTo>
                                  <a:pt x="420" y="291"/>
                                </a:lnTo>
                                <a:lnTo>
                                  <a:pt x="419" y="290"/>
                                </a:lnTo>
                                <a:close/>
                                <a:moveTo>
                                  <a:pt x="359" y="234"/>
                                </a:moveTo>
                                <a:lnTo>
                                  <a:pt x="237" y="234"/>
                                </a:lnTo>
                                <a:lnTo>
                                  <a:pt x="240" y="242"/>
                                </a:lnTo>
                                <a:lnTo>
                                  <a:pt x="236" y="250"/>
                                </a:lnTo>
                                <a:lnTo>
                                  <a:pt x="385" y="250"/>
                                </a:lnTo>
                                <a:lnTo>
                                  <a:pt x="374" y="242"/>
                                </a:lnTo>
                                <a:lnTo>
                                  <a:pt x="360" y="236"/>
                                </a:lnTo>
                                <a:lnTo>
                                  <a:pt x="359" y="234"/>
                                </a:lnTo>
                                <a:close/>
                                <a:moveTo>
                                  <a:pt x="316" y="204"/>
                                </a:moveTo>
                                <a:lnTo>
                                  <a:pt x="182" y="204"/>
                                </a:lnTo>
                                <a:lnTo>
                                  <a:pt x="184" y="212"/>
                                </a:lnTo>
                                <a:lnTo>
                                  <a:pt x="193" y="222"/>
                                </a:lnTo>
                                <a:lnTo>
                                  <a:pt x="191" y="236"/>
                                </a:lnTo>
                                <a:lnTo>
                                  <a:pt x="204" y="242"/>
                                </a:lnTo>
                                <a:lnTo>
                                  <a:pt x="217" y="240"/>
                                </a:lnTo>
                                <a:lnTo>
                                  <a:pt x="226" y="234"/>
                                </a:lnTo>
                                <a:lnTo>
                                  <a:pt x="359" y="234"/>
                                </a:lnTo>
                                <a:lnTo>
                                  <a:pt x="354" y="226"/>
                                </a:lnTo>
                                <a:lnTo>
                                  <a:pt x="332" y="214"/>
                                </a:lnTo>
                                <a:lnTo>
                                  <a:pt x="317" y="206"/>
                                </a:lnTo>
                                <a:lnTo>
                                  <a:pt x="316" y="204"/>
                                </a:lnTo>
                                <a:close/>
                                <a:moveTo>
                                  <a:pt x="179" y="194"/>
                                </a:moveTo>
                                <a:lnTo>
                                  <a:pt x="179" y="208"/>
                                </a:lnTo>
                                <a:lnTo>
                                  <a:pt x="182" y="204"/>
                                </a:lnTo>
                                <a:lnTo>
                                  <a:pt x="316" y="204"/>
                                </a:lnTo>
                                <a:lnTo>
                                  <a:pt x="315" y="200"/>
                                </a:lnTo>
                                <a:lnTo>
                                  <a:pt x="202" y="200"/>
                                </a:lnTo>
                                <a:lnTo>
                                  <a:pt x="186" y="196"/>
                                </a:lnTo>
                                <a:lnTo>
                                  <a:pt x="182" y="196"/>
                                </a:lnTo>
                                <a:lnTo>
                                  <a:pt x="180" y="194"/>
                                </a:lnTo>
                                <a:lnTo>
                                  <a:pt x="179" y="194"/>
                                </a:lnTo>
                                <a:close/>
                                <a:moveTo>
                                  <a:pt x="180" y="194"/>
                                </a:moveTo>
                                <a:lnTo>
                                  <a:pt x="182" y="196"/>
                                </a:lnTo>
                                <a:lnTo>
                                  <a:pt x="186" y="196"/>
                                </a:lnTo>
                                <a:lnTo>
                                  <a:pt x="202" y="200"/>
                                </a:lnTo>
                                <a:lnTo>
                                  <a:pt x="180" y="194"/>
                                </a:lnTo>
                                <a:close/>
                                <a:moveTo>
                                  <a:pt x="268" y="0"/>
                                </a:moveTo>
                                <a:lnTo>
                                  <a:pt x="215" y="2"/>
                                </a:lnTo>
                                <a:lnTo>
                                  <a:pt x="187" y="10"/>
                                </a:lnTo>
                                <a:lnTo>
                                  <a:pt x="174" y="30"/>
                                </a:lnTo>
                                <a:lnTo>
                                  <a:pt x="166" y="68"/>
                                </a:lnTo>
                                <a:lnTo>
                                  <a:pt x="159" y="90"/>
                                </a:lnTo>
                                <a:lnTo>
                                  <a:pt x="165" y="118"/>
                                </a:lnTo>
                                <a:lnTo>
                                  <a:pt x="168" y="120"/>
                                </a:lnTo>
                                <a:lnTo>
                                  <a:pt x="169" y="138"/>
                                </a:lnTo>
                                <a:lnTo>
                                  <a:pt x="163" y="158"/>
                                </a:lnTo>
                                <a:lnTo>
                                  <a:pt x="157" y="162"/>
                                </a:lnTo>
                                <a:lnTo>
                                  <a:pt x="156" y="166"/>
                                </a:lnTo>
                                <a:lnTo>
                                  <a:pt x="162" y="174"/>
                                </a:lnTo>
                                <a:lnTo>
                                  <a:pt x="176" y="176"/>
                                </a:lnTo>
                                <a:lnTo>
                                  <a:pt x="179" y="178"/>
                                </a:lnTo>
                                <a:lnTo>
                                  <a:pt x="178" y="184"/>
                                </a:lnTo>
                                <a:lnTo>
                                  <a:pt x="176" y="190"/>
                                </a:lnTo>
                                <a:lnTo>
                                  <a:pt x="180" y="194"/>
                                </a:lnTo>
                                <a:lnTo>
                                  <a:pt x="202" y="200"/>
                                </a:lnTo>
                                <a:lnTo>
                                  <a:pt x="315" y="200"/>
                                </a:lnTo>
                                <a:lnTo>
                                  <a:pt x="315" y="198"/>
                                </a:lnTo>
                                <a:lnTo>
                                  <a:pt x="318" y="194"/>
                                </a:lnTo>
                                <a:lnTo>
                                  <a:pt x="319" y="174"/>
                                </a:lnTo>
                                <a:lnTo>
                                  <a:pt x="335" y="174"/>
                                </a:lnTo>
                                <a:lnTo>
                                  <a:pt x="340" y="166"/>
                                </a:lnTo>
                                <a:lnTo>
                                  <a:pt x="350" y="148"/>
                                </a:lnTo>
                                <a:lnTo>
                                  <a:pt x="361" y="120"/>
                                </a:lnTo>
                                <a:lnTo>
                                  <a:pt x="367" y="90"/>
                                </a:lnTo>
                                <a:lnTo>
                                  <a:pt x="362" y="68"/>
                                </a:lnTo>
                                <a:lnTo>
                                  <a:pt x="351" y="48"/>
                                </a:lnTo>
                                <a:lnTo>
                                  <a:pt x="338" y="28"/>
                                </a:lnTo>
                                <a:lnTo>
                                  <a:pt x="313" y="10"/>
                                </a:lnTo>
                                <a:lnTo>
                                  <a:pt x="268" y="0"/>
                                </a:lnTo>
                                <a:close/>
                                <a:moveTo>
                                  <a:pt x="335" y="174"/>
                                </a:moveTo>
                                <a:lnTo>
                                  <a:pt x="319" y="174"/>
                                </a:lnTo>
                                <a:lnTo>
                                  <a:pt x="330" y="182"/>
                                </a:lnTo>
                                <a:lnTo>
                                  <a:pt x="335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4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3" y="181"/>
                            <a:ext cx="701" cy="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10"/>
                        <wps:cNvSpPr>
                          <a:spLocks/>
                        </wps:cNvSpPr>
                        <wps:spPr bwMode="auto">
                          <a:xfrm>
                            <a:off x="2671" y="293"/>
                            <a:ext cx="869" cy="1172"/>
                          </a:xfrm>
                          <a:custGeom>
                            <a:avLst/>
                            <a:gdLst>
                              <a:gd name="T0" fmla="+- 0 3113 2672"/>
                              <a:gd name="T1" fmla="*/ T0 w 869"/>
                              <a:gd name="T2" fmla="+- 0 1141 293"/>
                              <a:gd name="T3" fmla="*/ 1141 h 1172"/>
                              <a:gd name="T4" fmla="+- 0 3226 2672"/>
                              <a:gd name="T5" fmla="*/ T4 w 869"/>
                              <a:gd name="T6" fmla="+- 0 1201 293"/>
                              <a:gd name="T7" fmla="*/ 1201 h 1172"/>
                              <a:gd name="T8" fmla="+- 0 3328 2672"/>
                              <a:gd name="T9" fmla="*/ T8 w 869"/>
                              <a:gd name="T10" fmla="+- 0 1263 293"/>
                              <a:gd name="T11" fmla="*/ 1263 h 1172"/>
                              <a:gd name="T12" fmla="+- 0 3414 2672"/>
                              <a:gd name="T13" fmla="*/ T12 w 869"/>
                              <a:gd name="T14" fmla="+- 0 1349 293"/>
                              <a:gd name="T15" fmla="*/ 1349 h 1172"/>
                              <a:gd name="T16" fmla="+- 0 3408 2672"/>
                              <a:gd name="T17" fmla="*/ T16 w 869"/>
                              <a:gd name="T18" fmla="+- 0 1465 293"/>
                              <a:gd name="T19" fmla="*/ 1465 h 1172"/>
                              <a:gd name="T20" fmla="+- 0 3520 2672"/>
                              <a:gd name="T21" fmla="*/ T20 w 869"/>
                              <a:gd name="T22" fmla="+- 0 1335 293"/>
                              <a:gd name="T23" fmla="*/ 1335 h 1172"/>
                              <a:gd name="T24" fmla="+- 0 3455 2672"/>
                              <a:gd name="T25" fmla="*/ T24 w 869"/>
                              <a:gd name="T26" fmla="+- 0 1261 293"/>
                              <a:gd name="T27" fmla="*/ 1261 h 1172"/>
                              <a:gd name="T28" fmla="+- 0 3354 2672"/>
                              <a:gd name="T29" fmla="*/ T28 w 869"/>
                              <a:gd name="T30" fmla="+- 0 1161 293"/>
                              <a:gd name="T31" fmla="*/ 1161 h 1172"/>
                              <a:gd name="T32" fmla="+- 0 3210 2672"/>
                              <a:gd name="T33" fmla="*/ T32 w 869"/>
                              <a:gd name="T34" fmla="+- 0 1051 293"/>
                              <a:gd name="T35" fmla="*/ 1051 h 1172"/>
                              <a:gd name="T36" fmla="+- 0 2678 2672"/>
                              <a:gd name="T37" fmla="*/ T36 w 869"/>
                              <a:gd name="T38" fmla="+- 0 1383 293"/>
                              <a:gd name="T39" fmla="*/ 1383 h 1172"/>
                              <a:gd name="T40" fmla="+- 0 2825 2672"/>
                              <a:gd name="T41" fmla="*/ T40 w 869"/>
                              <a:gd name="T42" fmla="+- 0 1451 293"/>
                              <a:gd name="T43" fmla="*/ 1451 h 1172"/>
                              <a:gd name="T44" fmla="+- 0 2875 2672"/>
                              <a:gd name="T45" fmla="*/ T44 w 869"/>
                              <a:gd name="T46" fmla="+- 0 1369 293"/>
                              <a:gd name="T47" fmla="*/ 1369 h 1172"/>
                              <a:gd name="T48" fmla="+- 0 3054 2672"/>
                              <a:gd name="T49" fmla="*/ T48 w 869"/>
                              <a:gd name="T50" fmla="+- 0 645 293"/>
                              <a:gd name="T51" fmla="*/ 645 h 1172"/>
                              <a:gd name="T52" fmla="+- 0 2883 2672"/>
                              <a:gd name="T53" fmla="*/ T52 w 869"/>
                              <a:gd name="T54" fmla="+- 0 741 293"/>
                              <a:gd name="T55" fmla="*/ 741 h 1172"/>
                              <a:gd name="T56" fmla="+- 0 2902 2672"/>
                              <a:gd name="T57" fmla="*/ T56 w 869"/>
                              <a:gd name="T58" fmla="+- 0 831 293"/>
                              <a:gd name="T59" fmla="*/ 831 h 1172"/>
                              <a:gd name="T60" fmla="+- 0 2867 2672"/>
                              <a:gd name="T61" fmla="*/ T60 w 869"/>
                              <a:gd name="T62" fmla="+- 0 935 293"/>
                              <a:gd name="T63" fmla="*/ 935 h 1172"/>
                              <a:gd name="T64" fmla="+- 0 2768 2672"/>
                              <a:gd name="T65" fmla="*/ T64 w 869"/>
                              <a:gd name="T66" fmla="+- 0 1081 293"/>
                              <a:gd name="T67" fmla="*/ 1081 h 1172"/>
                              <a:gd name="T68" fmla="+- 0 2804 2672"/>
                              <a:gd name="T69" fmla="*/ T68 w 869"/>
                              <a:gd name="T70" fmla="+- 0 1305 293"/>
                              <a:gd name="T71" fmla="*/ 1305 h 1172"/>
                              <a:gd name="T72" fmla="+- 0 2765 2672"/>
                              <a:gd name="T73" fmla="*/ T72 w 869"/>
                              <a:gd name="T74" fmla="+- 0 1365 293"/>
                              <a:gd name="T75" fmla="*/ 1365 h 1172"/>
                              <a:gd name="T76" fmla="+- 0 2878 2672"/>
                              <a:gd name="T77" fmla="*/ T76 w 869"/>
                              <a:gd name="T78" fmla="+- 0 1295 293"/>
                              <a:gd name="T79" fmla="*/ 1295 h 1172"/>
                              <a:gd name="T80" fmla="+- 0 2876 2672"/>
                              <a:gd name="T81" fmla="*/ T80 w 869"/>
                              <a:gd name="T82" fmla="+- 0 1113 293"/>
                              <a:gd name="T83" fmla="*/ 1113 h 1172"/>
                              <a:gd name="T84" fmla="+- 0 3155 2672"/>
                              <a:gd name="T85" fmla="*/ T84 w 869"/>
                              <a:gd name="T86" fmla="+- 0 985 293"/>
                              <a:gd name="T87" fmla="*/ 985 h 1172"/>
                              <a:gd name="T88" fmla="+- 0 3112 2672"/>
                              <a:gd name="T89" fmla="*/ T88 w 869"/>
                              <a:gd name="T90" fmla="+- 0 907 293"/>
                              <a:gd name="T91" fmla="*/ 907 h 1172"/>
                              <a:gd name="T92" fmla="+- 0 3106 2672"/>
                              <a:gd name="T93" fmla="*/ T92 w 869"/>
                              <a:gd name="T94" fmla="+- 0 809 293"/>
                              <a:gd name="T95" fmla="*/ 809 h 1172"/>
                              <a:gd name="T96" fmla="+- 0 3072 2672"/>
                              <a:gd name="T97" fmla="*/ T96 w 869"/>
                              <a:gd name="T98" fmla="+- 0 720 293"/>
                              <a:gd name="T99" fmla="*/ 720 h 1172"/>
                              <a:gd name="T100" fmla="+- 0 3465 2672"/>
                              <a:gd name="T101" fmla="*/ T100 w 869"/>
                              <a:gd name="T102" fmla="+- 0 1253 293"/>
                              <a:gd name="T103" fmla="*/ 1253 h 1172"/>
                              <a:gd name="T104" fmla="+- 0 3084 2672"/>
                              <a:gd name="T105" fmla="*/ T104 w 869"/>
                              <a:gd name="T106" fmla="+- 0 591 293"/>
                              <a:gd name="T107" fmla="*/ 591 h 1172"/>
                              <a:gd name="T108" fmla="+- 0 3112 2672"/>
                              <a:gd name="T109" fmla="*/ T108 w 869"/>
                              <a:gd name="T110" fmla="+- 0 665 293"/>
                              <a:gd name="T111" fmla="*/ 665 h 1172"/>
                              <a:gd name="T112" fmla="+- 0 3081 2672"/>
                              <a:gd name="T113" fmla="*/ T112 w 869"/>
                              <a:gd name="T114" fmla="+- 0 741 293"/>
                              <a:gd name="T115" fmla="*/ 741 h 1172"/>
                              <a:gd name="T116" fmla="+- 0 3106 2672"/>
                              <a:gd name="T117" fmla="*/ T116 w 869"/>
                              <a:gd name="T118" fmla="+- 0 761 293"/>
                              <a:gd name="T119" fmla="*/ 761 h 1172"/>
                              <a:gd name="T120" fmla="+- 0 3150 2672"/>
                              <a:gd name="T121" fmla="*/ T120 w 869"/>
                              <a:gd name="T122" fmla="+- 0 687 293"/>
                              <a:gd name="T123" fmla="*/ 687 h 1172"/>
                              <a:gd name="T124" fmla="+- 0 3111 2672"/>
                              <a:gd name="T125" fmla="*/ T124 w 869"/>
                              <a:gd name="T126" fmla="+- 0 767 293"/>
                              <a:gd name="T127" fmla="*/ 767 h 1172"/>
                              <a:gd name="T128" fmla="+- 0 2740 2672"/>
                              <a:gd name="T129" fmla="*/ T128 w 869"/>
                              <a:gd name="T130" fmla="+- 0 601 293"/>
                              <a:gd name="T131" fmla="*/ 601 h 1172"/>
                              <a:gd name="T132" fmla="+- 0 2713 2672"/>
                              <a:gd name="T133" fmla="*/ T132 w 869"/>
                              <a:gd name="T134" fmla="+- 0 639 293"/>
                              <a:gd name="T135" fmla="*/ 639 h 1172"/>
                              <a:gd name="T136" fmla="+- 0 2727 2672"/>
                              <a:gd name="T137" fmla="*/ T136 w 869"/>
                              <a:gd name="T138" fmla="+- 0 695 293"/>
                              <a:gd name="T139" fmla="*/ 695 h 1172"/>
                              <a:gd name="T140" fmla="+- 0 2800 2672"/>
                              <a:gd name="T141" fmla="*/ T140 w 869"/>
                              <a:gd name="T142" fmla="+- 0 751 293"/>
                              <a:gd name="T143" fmla="*/ 751 h 1172"/>
                              <a:gd name="T144" fmla="+- 0 2771 2672"/>
                              <a:gd name="T145" fmla="*/ T144 w 869"/>
                              <a:gd name="T146" fmla="+- 0 637 293"/>
                              <a:gd name="T147" fmla="*/ 637 h 1172"/>
                              <a:gd name="T148" fmla="+- 0 3098 2672"/>
                              <a:gd name="T149" fmla="*/ T148 w 869"/>
                              <a:gd name="T150" fmla="+- 0 763 293"/>
                              <a:gd name="T151" fmla="*/ 763 h 1172"/>
                              <a:gd name="T152" fmla="+- 0 2845 2672"/>
                              <a:gd name="T153" fmla="*/ T152 w 869"/>
                              <a:gd name="T154" fmla="+- 0 493 293"/>
                              <a:gd name="T155" fmla="*/ 493 h 1172"/>
                              <a:gd name="T156" fmla="+- 0 2784 2672"/>
                              <a:gd name="T157" fmla="*/ T156 w 869"/>
                              <a:gd name="T158" fmla="+- 0 619 293"/>
                              <a:gd name="T159" fmla="*/ 619 h 1172"/>
                              <a:gd name="T160" fmla="+- 0 2852 2672"/>
                              <a:gd name="T161" fmla="*/ T160 w 869"/>
                              <a:gd name="T162" fmla="+- 0 649 293"/>
                              <a:gd name="T163" fmla="*/ 649 h 1172"/>
                              <a:gd name="T164" fmla="+- 0 3168 2672"/>
                              <a:gd name="T165" fmla="*/ T164 w 869"/>
                              <a:gd name="T166" fmla="+- 0 551 293"/>
                              <a:gd name="T167" fmla="*/ 551 h 1172"/>
                              <a:gd name="T168" fmla="+- 0 3031 2672"/>
                              <a:gd name="T169" fmla="*/ T168 w 869"/>
                              <a:gd name="T170" fmla="+- 0 493 293"/>
                              <a:gd name="T171" fmla="*/ 493 h 1172"/>
                              <a:gd name="T172" fmla="+- 0 2792 2672"/>
                              <a:gd name="T173" fmla="*/ T172 w 869"/>
                              <a:gd name="T174" fmla="+- 0 403 293"/>
                              <a:gd name="T175" fmla="*/ 403 h 1172"/>
                              <a:gd name="T176" fmla="+- 0 2779 2672"/>
                              <a:gd name="T177" fmla="*/ T176 w 869"/>
                              <a:gd name="T178" fmla="+- 0 435 293"/>
                              <a:gd name="T179" fmla="*/ 435 h 1172"/>
                              <a:gd name="T180" fmla="+- 0 2797 2672"/>
                              <a:gd name="T181" fmla="*/ T180 w 869"/>
                              <a:gd name="T182" fmla="+- 0 469 293"/>
                              <a:gd name="T183" fmla="*/ 469 h 1172"/>
                              <a:gd name="T184" fmla="+- 0 3031 2672"/>
                              <a:gd name="T185" fmla="*/ T184 w 869"/>
                              <a:gd name="T186" fmla="+- 0 493 293"/>
                              <a:gd name="T187" fmla="*/ 493 h 1172"/>
                              <a:gd name="T188" fmla="+- 0 2956 2672"/>
                              <a:gd name="T189" fmla="*/ T188 w 869"/>
                              <a:gd name="T190" fmla="+- 0 421 293"/>
                              <a:gd name="T191" fmla="*/ 421 h 1172"/>
                              <a:gd name="T192" fmla="+- 0 3005 2672"/>
                              <a:gd name="T193" fmla="*/ T192 w 869"/>
                              <a:gd name="T194" fmla="+- 0 371 293"/>
                              <a:gd name="T195" fmla="*/ 371 h 1172"/>
                              <a:gd name="T196" fmla="+- 0 3063 2672"/>
                              <a:gd name="T197" fmla="*/ T196 w 869"/>
                              <a:gd name="T198" fmla="+- 0 429 293"/>
                              <a:gd name="T199" fmla="*/ 429 h 1172"/>
                              <a:gd name="T200" fmla="+- 0 3067 2672"/>
                              <a:gd name="T201" fmla="*/ T200 w 869"/>
                              <a:gd name="T202" fmla="+- 0 367 293"/>
                              <a:gd name="T203" fmla="*/ 367 h 1172"/>
                              <a:gd name="T204" fmla="+- 0 3042 2672"/>
                              <a:gd name="T205" fmla="*/ T204 w 869"/>
                              <a:gd name="T206" fmla="+- 0 439 293"/>
                              <a:gd name="T207" fmla="*/ 439 h 1172"/>
                              <a:gd name="T208" fmla="+- 0 3057 2672"/>
                              <a:gd name="T209" fmla="*/ T208 w 869"/>
                              <a:gd name="T210" fmla="+- 0 435 293"/>
                              <a:gd name="T211" fmla="*/ 435 h 1172"/>
                              <a:gd name="T212" fmla="+- 0 3070 2672"/>
                              <a:gd name="T213" fmla="*/ T212 w 869"/>
                              <a:gd name="T214" fmla="+- 0 423 293"/>
                              <a:gd name="T215" fmla="*/ 423 h 1172"/>
                              <a:gd name="T216" fmla="+- 0 3074 2672"/>
                              <a:gd name="T217" fmla="*/ T216 w 869"/>
                              <a:gd name="T218" fmla="+- 0 421 293"/>
                              <a:gd name="T219" fmla="*/ 421 h 1172"/>
                              <a:gd name="T220" fmla="+- 0 3083 2672"/>
                              <a:gd name="T221" fmla="*/ T220 w 869"/>
                              <a:gd name="T222" fmla="+- 0 415 293"/>
                              <a:gd name="T223" fmla="*/ 415 h 1172"/>
                              <a:gd name="T224" fmla="+- 0 3089 2672"/>
                              <a:gd name="T225" fmla="*/ T224 w 869"/>
                              <a:gd name="T226" fmla="+- 0 415 293"/>
                              <a:gd name="T227" fmla="*/ 415 h 1172"/>
                              <a:gd name="T228" fmla="+- 0 2965 2672"/>
                              <a:gd name="T229" fmla="*/ T228 w 869"/>
                              <a:gd name="T230" fmla="+- 0 389 293"/>
                              <a:gd name="T231" fmla="*/ 389 h 1172"/>
                              <a:gd name="T232" fmla="+- 0 2789 2672"/>
                              <a:gd name="T233" fmla="*/ T232 w 869"/>
                              <a:gd name="T234" fmla="+- 0 389 293"/>
                              <a:gd name="T235" fmla="*/ 389 h 1172"/>
                              <a:gd name="T236" fmla="+- 0 2913 2672"/>
                              <a:gd name="T237" fmla="*/ T236 w 869"/>
                              <a:gd name="T238" fmla="+- 0 303 293"/>
                              <a:gd name="T239" fmla="*/ 303 h 1172"/>
                              <a:gd name="T240" fmla="+- 0 3013 2672"/>
                              <a:gd name="T241" fmla="*/ T240 w 869"/>
                              <a:gd name="T242" fmla="+- 0 293 293"/>
                              <a:gd name="T243" fmla="*/ 293 h 1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69" h="1172">
                                <a:moveTo>
                                  <a:pt x="491" y="702"/>
                                </a:moveTo>
                                <a:lnTo>
                                  <a:pt x="325" y="702"/>
                                </a:lnTo>
                                <a:lnTo>
                                  <a:pt x="385" y="776"/>
                                </a:lnTo>
                                <a:lnTo>
                                  <a:pt x="395" y="790"/>
                                </a:lnTo>
                                <a:lnTo>
                                  <a:pt x="402" y="800"/>
                                </a:lnTo>
                                <a:lnTo>
                                  <a:pt x="411" y="812"/>
                                </a:lnTo>
                                <a:lnTo>
                                  <a:pt x="421" y="826"/>
                                </a:lnTo>
                                <a:lnTo>
                                  <a:pt x="432" y="838"/>
                                </a:lnTo>
                                <a:lnTo>
                                  <a:pt x="441" y="848"/>
                                </a:lnTo>
                                <a:lnTo>
                                  <a:pt x="449" y="856"/>
                                </a:lnTo>
                                <a:lnTo>
                                  <a:pt x="459" y="864"/>
                                </a:lnTo>
                                <a:lnTo>
                                  <a:pt x="469" y="870"/>
                                </a:lnTo>
                                <a:lnTo>
                                  <a:pt x="480" y="874"/>
                                </a:lnTo>
                                <a:lnTo>
                                  <a:pt x="492" y="878"/>
                                </a:lnTo>
                                <a:lnTo>
                                  <a:pt x="506" y="884"/>
                                </a:lnTo>
                                <a:lnTo>
                                  <a:pt x="522" y="892"/>
                                </a:lnTo>
                                <a:lnTo>
                                  <a:pt x="537" y="898"/>
                                </a:lnTo>
                                <a:lnTo>
                                  <a:pt x="554" y="908"/>
                                </a:lnTo>
                                <a:lnTo>
                                  <a:pt x="572" y="920"/>
                                </a:lnTo>
                                <a:lnTo>
                                  <a:pt x="588" y="930"/>
                                </a:lnTo>
                                <a:lnTo>
                                  <a:pt x="597" y="934"/>
                                </a:lnTo>
                                <a:lnTo>
                                  <a:pt x="605" y="936"/>
                                </a:lnTo>
                                <a:lnTo>
                                  <a:pt x="620" y="942"/>
                                </a:lnTo>
                                <a:lnTo>
                                  <a:pt x="633" y="950"/>
                                </a:lnTo>
                                <a:lnTo>
                                  <a:pt x="640" y="954"/>
                                </a:lnTo>
                                <a:lnTo>
                                  <a:pt x="644" y="956"/>
                                </a:lnTo>
                                <a:lnTo>
                                  <a:pt x="656" y="970"/>
                                </a:lnTo>
                                <a:lnTo>
                                  <a:pt x="673" y="982"/>
                                </a:lnTo>
                                <a:lnTo>
                                  <a:pt x="671" y="988"/>
                                </a:lnTo>
                                <a:lnTo>
                                  <a:pt x="689" y="994"/>
                                </a:lnTo>
                                <a:lnTo>
                                  <a:pt x="699" y="998"/>
                                </a:lnTo>
                                <a:lnTo>
                                  <a:pt x="715" y="1006"/>
                                </a:lnTo>
                                <a:lnTo>
                                  <a:pt x="728" y="1012"/>
                                </a:lnTo>
                                <a:lnTo>
                                  <a:pt x="737" y="1020"/>
                                </a:lnTo>
                                <a:lnTo>
                                  <a:pt x="740" y="1040"/>
                                </a:lnTo>
                                <a:lnTo>
                                  <a:pt x="742" y="1056"/>
                                </a:lnTo>
                                <a:lnTo>
                                  <a:pt x="742" y="1076"/>
                                </a:lnTo>
                                <a:lnTo>
                                  <a:pt x="741" y="1092"/>
                                </a:lnTo>
                                <a:lnTo>
                                  <a:pt x="740" y="1106"/>
                                </a:lnTo>
                                <a:lnTo>
                                  <a:pt x="735" y="1118"/>
                                </a:lnTo>
                                <a:lnTo>
                                  <a:pt x="726" y="1134"/>
                                </a:lnTo>
                                <a:lnTo>
                                  <a:pt x="720" y="1148"/>
                                </a:lnTo>
                                <a:lnTo>
                                  <a:pt x="720" y="1160"/>
                                </a:lnTo>
                                <a:lnTo>
                                  <a:pt x="727" y="1170"/>
                                </a:lnTo>
                                <a:lnTo>
                                  <a:pt x="736" y="1172"/>
                                </a:lnTo>
                                <a:lnTo>
                                  <a:pt x="745" y="1172"/>
                                </a:lnTo>
                                <a:lnTo>
                                  <a:pt x="752" y="1168"/>
                                </a:lnTo>
                                <a:lnTo>
                                  <a:pt x="761" y="1160"/>
                                </a:lnTo>
                                <a:lnTo>
                                  <a:pt x="773" y="1146"/>
                                </a:lnTo>
                                <a:lnTo>
                                  <a:pt x="788" y="1128"/>
                                </a:lnTo>
                                <a:lnTo>
                                  <a:pt x="802" y="1102"/>
                                </a:lnTo>
                                <a:lnTo>
                                  <a:pt x="818" y="1076"/>
                                </a:lnTo>
                                <a:lnTo>
                                  <a:pt x="834" y="1056"/>
                                </a:lnTo>
                                <a:lnTo>
                                  <a:pt x="848" y="1042"/>
                                </a:lnTo>
                                <a:lnTo>
                                  <a:pt x="858" y="1030"/>
                                </a:lnTo>
                                <a:lnTo>
                                  <a:pt x="863" y="1018"/>
                                </a:lnTo>
                                <a:lnTo>
                                  <a:pt x="868" y="1004"/>
                                </a:lnTo>
                                <a:lnTo>
                                  <a:pt x="868" y="992"/>
                                </a:lnTo>
                                <a:lnTo>
                                  <a:pt x="862" y="986"/>
                                </a:lnTo>
                                <a:lnTo>
                                  <a:pt x="847" y="978"/>
                                </a:lnTo>
                                <a:lnTo>
                                  <a:pt x="833" y="972"/>
                                </a:lnTo>
                                <a:lnTo>
                                  <a:pt x="788" y="972"/>
                                </a:lnTo>
                                <a:lnTo>
                                  <a:pt x="783" y="968"/>
                                </a:lnTo>
                                <a:lnTo>
                                  <a:pt x="778" y="964"/>
                                </a:lnTo>
                                <a:lnTo>
                                  <a:pt x="772" y="954"/>
                                </a:lnTo>
                                <a:lnTo>
                                  <a:pt x="762" y="942"/>
                                </a:lnTo>
                                <a:lnTo>
                                  <a:pt x="746" y="930"/>
                                </a:lnTo>
                                <a:lnTo>
                                  <a:pt x="731" y="920"/>
                                </a:lnTo>
                                <a:lnTo>
                                  <a:pt x="715" y="900"/>
                                </a:lnTo>
                                <a:lnTo>
                                  <a:pt x="703" y="892"/>
                                </a:lnTo>
                                <a:lnTo>
                                  <a:pt x="691" y="882"/>
                                </a:lnTo>
                                <a:lnTo>
                                  <a:pt x="682" y="868"/>
                                </a:lnTo>
                                <a:lnTo>
                                  <a:pt x="671" y="854"/>
                                </a:lnTo>
                                <a:lnTo>
                                  <a:pt x="653" y="840"/>
                                </a:lnTo>
                                <a:lnTo>
                                  <a:pt x="627" y="826"/>
                                </a:lnTo>
                                <a:lnTo>
                                  <a:pt x="600" y="806"/>
                                </a:lnTo>
                                <a:lnTo>
                                  <a:pt x="574" y="788"/>
                                </a:lnTo>
                                <a:lnTo>
                                  <a:pt x="550" y="778"/>
                                </a:lnTo>
                                <a:lnTo>
                                  <a:pt x="537" y="774"/>
                                </a:lnTo>
                                <a:lnTo>
                                  <a:pt x="548" y="774"/>
                                </a:lnTo>
                                <a:lnTo>
                                  <a:pt x="538" y="758"/>
                                </a:lnTo>
                                <a:lnTo>
                                  <a:pt x="530" y="748"/>
                                </a:lnTo>
                                <a:lnTo>
                                  <a:pt x="523" y="740"/>
                                </a:lnTo>
                                <a:lnTo>
                                  <a:pt x="512" y="726"/>
                                </a:lnTo>
                                <a:lnTo>
                                  <a:pt x="498" y="710"/>
                                </a:lnTo>
                                <a:lnTo>
                                  <a:pt x="491" y="702"/>
                                </a:lnTo>
                                <a:close/>
                                <a:moveTo>
                                  <a:pt x="16" y="1066"/>
                                </a:moveTo>
                                <a:lnTo>
                                  <a:pt x="5" y="1068"/>
                                </a:lnTo>
                                <a:lnTo>
                                  <a:pt x="0" y="1074"/>
                                </a:lnTo>
                                <a:lnTo>
                                  <a:pt x="6" y="1090"/>
                                </a:lnTo>
                                <a:lnTo>
                                  <a:pt x="23" y="1110"/>
                                </a:lnTo>
                                <a:lnTo>
                                  <a:pt x="50" y="1128"/>
                                </a:lnTo>
                                <a:lnTo>
                                  <a:pt x="84" y="1136"/>
                                </a:lnTo>
                                <a:lnTo>
                                  <a:pt x="111" y="1138"/>
                                </a:lnTo>
                                <a:lnTo>
                                  <a:pt x="124" y="1138"/>
                                </a:lnTo>
                                <a:lnTo>
                                  <a:pt x="128" y="1140"/>
                                </a:lnTo>
                                <a:lnTo>
                                  <a:pt x="130" y="1144"/>
                                </a:lnTo>
                                <a:lnTo>
                                  <a:pt x="139" y="1150"/>
                                </a:lnTo>
                                <a:lnTo>
                                  <a:pt x="153" y="1158"/>
                                </a:lnTo>
                                <a:lnTo>
                                  <a:pt x="171" y="1166"/>
                                </a:lnTo>
                                <a:lnTo>
                                  <a:pt x="186" y="1168"/>
                                </a:lnTo>
                                <a:lnTo>
                                  <a:pt x="198" y="1162"/>
                                </a:lnTo>
                                <a:lnTo>
                                  <a:pt x="206" y="1150"/>
                                </a:lnTo>
                                <a:lnTo>
                                  <a:pt x="210" y="1134"/>
                                </a:lnTo>
                                <a:lnTo>
                                  <a:pt x="212" y="1112"/>
                                </a:lnTo>
                                <a:lnTo>
                                  <a:pt x="214" y="1088"/>
                                </a:lnTo>
                                <a:lnTo>
                                  <a:pt x="205" y="1088"/>
                                </a:lnTo>
                                <a:lnTo>
                                  <a:pt x="203" y="1076"/>
                                </a:lnTo>
                                <a:lnTo>
                                  <a:pt x="49" y="1076"/>
                                </a:lnTo>
                                <a:lnTo>
                                  <a:pt x="41" y="1072"/>
                                </a:lnTo>
                                <a:lnTo>
                                  <a:pt x="30" y="1068"/>
                                </a:lnTo>
                                <a:lnTo>
                                  <a:pt x="16" y="1066"/>
                                </a:lnTo>
                                <a:close/>
                                <a:moveTo>
                                  <a:pt x="214" y="1082"/>
                                </a:moveTo>
                                <a:lnTo>
                                  <a:pt x="205" y="1088"/>
                                </a:lnTo>
                                <a:lnTo>
                                  <a:pt x="214" y="1088"/>
                                </a:lnTo>
                                <a:lnTo>
                                  <a:pt x="214" y="1082"/>
                                </a:lnTo>
                                <a:close/>
                                <a:moveTo>
                                  <a:pt x="382" y="352"/>
                                </a:moveTo>
                                <a:lnTo>
                                  <a:pt x="184" y="352"/>
                                </a:lnTo>
                                <a:lnTo>
                                  <a:pt x="188" y="372"/>
                                </a:lnTo>
                                <a:lnTo>
                                  <a:pt x="190" y="382"/>
                                </a:lnTo>
                                <a:lnTo>
                                  <a:pt x="193" y="392"/>
                                </a:lnTo>
                                <a:lnTo>
                                  <a:pt x="197" y="404"/>
                                </a:lnTo>
                                <a:lnTo>
                                  <a:pt x="202" y="424"/>
                                </a:lnTo>
                                <a:lnTo>
                                  <a:pt x="202" y="429"/>
                                </a:lnTo>
                                <a:lnTo>
                                  <a:pt x="202" y="434"/>
                                </a:lnTo>
                                <a:lnTo>
                                  <a:pt x="211" y="448"/>
                                </a:lnTo>
                                <a:lnTo>
                                  <a:pt x="211" y="450"/>
                                </a:lnTo>
                                <a:lnTo>
                                  <a:pt x="212" y="460"/>
                                </a:lnTo>
                                <a:lnTo>
                                  <a:pt x="215" y="474"/>
                                </a:lnTo>
                                <a:lnTo>
                                  <a:pt x="220" y="490"/>
                                </a:lnTo>
                                <a:lnTo>
                                  <a:pt x="219" y="492"/>
                                </a:lnTo>
                                <a:lnTo>
                                  <a:pt x="219" y="502"/>
                                </a:lnTo>
                                <a:lnTo>
                                  <a:pt x="221" y="510"/>
                                </a:lnTo>
                                <a:lnTo>
                                  <a:pt x="225" y="524"/>
                                </a:lnTo>
                                <a:lnTo>
                                  <a:pt x="230" y="538"/>
                                </a:lnTo>
                                <a:lnTo>
                                  <a:pt x="235" y="550"/>
                                </a:lnTo>
                                <a:lnTo>
                                  <a:pt x="240" y="562"/>
                                </a:lnTo>
                                <a:lnTo>
                                  <a:pt x="249" y="568"/>
                                </a:lnTo>
                                <a:lnTo>
                                  <a:pt x="249" y="576"/>
                                </a:lnTo>
                                <a:lnTo>
                                  <a:pt x="244" y="582"/>
                                </a:lnTo>
                                <a:lnTo>
                                  <a:pt x="233" y="596"/>
                                </a:lnTo>
                                <a:lnTo>
                                  <a:pt x="214" y="620"/>
                                </a:lnTo>
                                <a:lnTo>
                                  <a:pt x="195" y="642"/>
                                </a:lnTo>
                                <a:lnTo>
                                  <a:pt x="184" y="656"/>
                                </a:lnTo>
                                <a:lnTo>
                                  <a:pt x="173" y="668"/>
                                </a:lnTo>
                                <a:lnTo>
                                  <a:pt x="156" y="690"/>
                                </a:lnTo>
                                <a:lnTo>
                                  <a:pt x="139" y="712"/>
                                </a:lnTo>
                                <a:lnTo>
                                  <a:pt x="128" y="728"/>
                                </a:lnTo>
                                <a:lnTo>
                                  <a:pt x="121" y="740"/>
                                </a:lnTo>
                                <a:lnTo>
                                  <a:pt x="112" y="752"/>
                                </a:lnTo>
                                <a:lnTo>
                                  <a:pt x="103" y="768"/>
                                </a:lnTo>
                                <a:lnTo>
                                  <a:pt x="96" y="788"/>
                                </a:lnTo>
                                <a:lnTo>
                                  <a:pt x="95" y="816"/>
                                </a:lnTo>
                                <a:lnTo>
                                  <a:pt x="102" y="848"/>
                                </a:lnTo>
                                <a:lnTo>
                                  <a:pt x="118" y="906"/>
                                </a:lnTo>
                                <a:lnTo>
                                  <a:pt x="123" y="928"/>
                                </a:lnTo>
                                <a:lnTo>
                                  <a:pt x="127" y="950"/>
                                </a:lnTo>
                                <a:lnTo>
                                  <a:pt x="129" y="970"/>
                                </a:lnTo>
                                <a:lnTo>
                                  <a:pt x="130" y="982"/>
                                </a:lnTo>
                                <a:lnTo>
                                  <a:pt x="130" y="994"/>
                                </a:lnTo>
                                <a:lnTo>
                                  <a:pt x="132" y="1012"/>
                                </a:lnTo>
                                <a:lnTo>
                                  <a:pt x="133" y="1028"/>
                                </a:lnTo>
                                <a:lnTo>
                                  <a:pt x="134" y="1040"/>
                                </a:lnTo>
                                <a:lnTo>
                                  <a:pt x="134" y="1056"/>
                                </a:lnTo>
                                <a:lnTo>
                                  <a:pt x="144" y="1056"/>
                                </a:lnTo>
                                <a:lnTo>
                                  <a:pt x="130" y="1060"/>
                                </a:lnTo>
                                <a:lnTo>
                                  <a:pt x="122" y="1064"/>
                                </a:lnTo>
                                <a:lnTo>
                                  <a:pt x="118" y="1066"/>
                                </a:lnTo>
                                <a:lnTo>
                                  <a:pt x="110" y="1068"/>
                                </a:lnTo>
                                <a:lnTo>
                                  <a:pt x="93" y="1072"/>
                                </a:lnTo>
                                <a:lnTo>
                                  <a:pt x="73" y="1074"/>
                                </a:lnTo>
                                <a:lnTo>
                                  <a:pt x="59" y="1076"/>
                                </a:lnTo>
                                <a:lnTo>
                                  <a:pt x="203" y="1076"/>
                                </a:lnTo>
                                <a:lnTo>
                                  <a:pt x="201" y="1064"/>
                                </a:lnTo>
                                <a:lnTo>
                                  <a:pt x="203" y="1048"/>
                                </a:lnTo>
                                <a:lnTo>
                                  <a:pt x="206" y="1034"/>
                                </a:lnTo>
                                <a:lnTo>
                                  <a:pt x="208" y="1022"/>
                                </a:lnTo>
                                <a:lnTo>
                                  <a:pt x="208" y="1012"/>
                                </a:lnTo>
                                <a:lnTo>
                                  <a:pt x="206" y="1002"/>
                                </a:lnTo>
                                <a:lnTo>
                                  <a:pt x="205" y="990"/>
                                </a:lnTo>
                                <a:lnTo>
                                  <a:pt x="205" y="970"/>
                                </a:lnTo>
                                <a:lnTo>
                                  <a:pt x="207" y="950"/>
                                </a:lnTo>
                                <a:lnTo>
                                  <a:pt x="209" y="926"/>
                                </a:lnTo>
                                <a:lnTo>
                                  <a:pt x="210" y="908"/>
                                </a:lnTo>
                                <a:lnTo>
                                  <a:pt x="210" y="898"/>
                                </a:lnTo>
                                <a:lnTo>
                                  <a:pt x="208" y="856"/>
                                </a:lnTo>
                                <a:lnTo>
                                  <a:pt x="206" y="832"/>
                                </a:lnTo>
                                <a:lnTo>
                                  <a:pt x="204" y="820"/>
                                </a:lnTo>
                                <a:lnTo>
                                  <a:pt x="212" y="806"/>
                                </a:lnTo>
                                <a:lnTo>
                                  <a:pt x="237" y="780"/>
                                </a:lnTo>
                                <a:lnTo>
                                  <a:pt x="285" y="736"/>
                                </a:lnTo>
                                <a:lnTo>
                                  <a:pt x="297" y="726"/>
                                </a:lnTo>
                                <a:lnTo>
                                  <a:pt x="310" y="714"/>
                                </a:lnTo>
                                <a:lnTo>
                                  <a:pt x="321" y="706"/>
                                </a:lnTo>
                                <a:lnTo>
                                  <a:pt x="325" y="702"/>
                                </a:lnTo>
                                <a:lnTo>
                                  <a:pt x="491" y="702"/>
                                </a:lnTo>
                                <a:lnTo>
                                  <a:pt x="483" y="692"/>
                                </a:lnTo>
                                <a:lnTo>
                                  <a:pt x="469" y="676"/>
                                </a:lnTo>
                                <a:lnTo>
                                  <a:pt x="459" y="662"/>
                                </a:lnTo>
                                <a:lnTo>
                                  <a:pt x="460" y="652"/>
                                </a:lnTo>
                                <a:lnTo>
                                  <a:pt x="452" y="648"/>
                                </a:lnTo>
                                <a:lnTo>
                                  <a:pt x="452" y="642"/>
                                </a:lnTo>
                                <a:lnTo>
                                  <a:pt x="444" y="634"/>
                                </a:lnTo>
                                <a:lnTo>
                                  <a:pt x="446" y="626"/>
                                </a:lnTo>
                                <a:lnTo>
                                  <a:pt x="441" y="622"/>
                                </a:lnTo>
                                <a:lnTo>
                                  <a:pt x="440" y="614"/>
                                </a:lnTo>
                                <a:lnTo>
                                  <a:pt x="440" y="612"/>
                                </a:lnTo>
                                <a:lnTo>
                                  <a:pt x="441" y="608"/>
                                </a:lnTo>
                                <a:lnTo>
                                  <a:pt x="443" y="596"/>
                                </a:lnTo>
                                <a:lnTo>
                                  <a:pt x="445" y="580"/>
                                </a:lnTo>
                                <a:lnTo>
                                  <a:pt x="444" y="568"/>
                                </a:lnTo>
                                <a:lnTo>
                                  <a:pt x="441" y="552"/>
                                </a:lnTo>
                                <a:lnTo>
                                  <a:pt x="435" y="536"/>
                                </a:lnTo>
                                <a:lnTo>
                                  <a:pt x="432" y="522"/>
                                </a:lnTo>
                                <a:lnTo>
                                  <a:pt x="434" y="516"/>
                                </a:lnTo>
                                <a:lnTo>
                                  <a:pt x="427" y="506"/>
                                </a:lnTo>
                                <a:lnTo>
                                  <a:pt x="419" y="494"/>
                                </a:lnTo>
                                <a:lnTo>
                                  <a:pt x="410" y="474"/>
                                </a:lnTo>
                                <a:lnTo>
                                  <a:pt x="401" y="454"/>
                                </a:lnTo>
                                <a:lnTo>
                                  <a:pt x="397" y="440"/>
                                </a:lnTo>
                                <a:lnTo>
                                  <a:pt x="396" y="432"/>
                                </a:lnTo>
                                <a:lnTo>
                                  <a:pt x="399" y="429"/>
                                </a:lnTo>
                                <a:lnTo>
                                  <a:pt x="399" y="428"/>
                                </a:lnTo>
                                <a:lnTo>
                                  <a:pt x="400" y="427"/>
                                </a:lnTo>
                                <a:lnTo>
                                  <a:pt x="394" y="416"/>
                                </a:lnTo>
                                <a:lnTo>
                                  <a:pt x="390" y="408"/>
                                </a:lnTo>
                                <a:lnTo>
                                  <a:pt x="387" y="398"/>
                                </a:lnTo>
                                <a:lnTo>
                                  <a:pt x="385" y="386"/>
                                </a:lnTo>
                                <a:lnTo>
                                  <a:pt x="384" y="376"/>
                                </a:lnTo>
                                <a:lnTo>
                                  <a:pt x="382" y="358"/>
                                </a:lnTo>
                                <a:lnTo>
                                  <a:pt x="382" y="352"/>
                                </a:lnTo>
                                <a:close/>
                                <a:moveTo>
                                  <a:pt x="800" y="960"/>
                                </a:moveTo>
                                <a:lnTo>
                                  <a:pt x="793" y="960"/>
                                </a:lnTo>
                                <a:lnTo>
                                  <a:pt x="792" y="968"/>
                                </a:lnTo>
                                <a:lnTo>
                                  <a:pt x="788" y="972"/>
                                </a:lnTo>
                                <a:lnTo>
                                  <a:pt x="833" y="972"/>
                                </a:lnTo>
                                <a:lnTo>
                                  <a:pt x="828" y="970"/>
                                </a:lnTo>
                                <a:lnTo>
                                  <a:pt x="811" y="964"/>
                                </a:lnTo>
                                <a:lnTo>
                                  <a:pt x="800" y="960"/>
                                </a:lnTo>
                                <a:close/>
                                <a:moveTo>
                                  <a:pt x="527" y="292"/>
                                </a:moveTo>
                                <a:lnTo>
                                  <a:pt x="378" y="292"/>
                                </a:lnTo>
                                <a:lnTo>
                                  <a:pt x="412" y="298"/>
                                </a:lnTo>
                                <a:lnTo>
                                  <a:pt x="419" y="298"/>
                                </a:lnTo>
                                <a:lnTo>
                                  <a:pt x="432" y="300"/>
                                </a:lnTo>
                                <a:lnTo>
                                  <a:pt x="454" y="304"/>
                                </a:lnTo>
                                <a:lnTo>
                                  <a:pt x="457" y="310"/>
                                </a:lnTo>
                                <a:lnTo>
                                  <a:pt x="457" y="326"/>
                                </a:lnTo>
                                <a:lnTo>
                                  <a:pt x="454" y="340"/>
                                </a:lnTo>
                                <a:lnTo>
                                  <a:pt x="450" y="350"/>
                                </a:lnTo>
                                <a:lnTo>
                                  <a:pt x="446" y="360"/>
                                </a:lnTo>
                                <a:lnTo>
                                  <a:pt x="440" y="372"/>
                                </a:lnTo>
                                <a:lnTo>
                                  <a:pt x="431" y="390"/>
                                </a:lnTo>
                                <a:lnTo>
                                  <a:pt x="428" y="396"/>
                                </a:lnTo>
                                <a:lnTo>
                                  <a:pt x="411" y="414"/>
                                </a:lnTo>
                                <a:lnTo>
                                  <a:pt x="403" y="422"/>
                                </a:lnTo>
                                <a:lnTo>
                                  <a:pt x="400" y="427"/>
                                </a:lnTo>
                                <a:lnTo>
                                  <a:pt x="400" y="428"/>
                                </a:lnTo>
                                <a:lnTo>
                                  <a:pt x="399" y="429"/>
                                </a:lnTo>
                                <a:lnTo>
                                  <a:pt x="407" y="444"/>
                                </a:lnTo>
                                <a:lnTo>
                                  <a:pt x="409" y="448"/>
                                </a:lnTo>
                                <a:lnTo>
                                  <a:pt x="409" y="452"/>
                                </a:lnTo>
                                <a:lnTo>
                                  <a:pt x="411" y="462"/>
                                </a:lnTo>
                                <a:lnTo>
                                  <a:pt x="413" y="470"/>
                                </a:lnTo>
                                <a:lnTo>
                                  <a:pt x="415" y="478"/>
                                </a:lnTo>
                                <a:lnTo>
                                  <a:pt x="426" y="476"/>
                                </a:lnTo>
                                <a:lnTo>
                                  <a:pt x="425" y="472"/>
                                </a:lnTo>
                                <a:lnTo>
                                  <a:pt x="426" y="470"/>
                                </a:lnTo>
                                <a:lnTo>
                                  <a:pt x="432" y="470"/>
                                </a:lnTo>
                                <a:lnTo>
                                  <a:pt x="434" y="468"/>
                                </a:lnTo>
                                <a:lnTo>
                                  <a:pt x="460" y="468"/>
                                </a:lnTo>
                                <a:lnTo>
                                  <a:pt x="466" y="464"/>
                                </a:lnTo>
                                <a:lnTo>
                                  <a:pt x="471" y="452"/>
                                </a:lnTo>
                                <a:lnTo>
                                  <a:pt x="470" y="440"/>
                                </a:lnTo>
                                <a:lnTo>
                                  <a:pt x="474" y="434"/>
                                </a:lnTo>
                                <a:lnTo>
                                  <a:pt x="472" y="420"/>
                                </a:lnTo>
                                <a:lnTo>
                                  <a:pt x="471" y="420"/>
                                </a:lnTo>
                                <a:lnTo>
                                  <a:pt x="471" y="418"/>
                                </a:lnTo>
                                <a:lnTo>
                                  <a:pt x="478" y="394"/>
                                </a:lnTo>
                                <a:lnTo>
                                  <a:pt x="483" y="390"/>
                                </a:lnTo>
                                <a:lnTo>
                                  <a:pt x="491" y="374"/>
                                </a:lnTo>
                                <a:lnTo>
                                  <a:pt x="505" y="346"/>
                                </a:lnTo>
                                <a:lnTo>
                                  <a:pt x="518" y="318"/>
                                </a:lnTo>
                                <a:lnTo>
                                  <a:pt x="525" y="300"/>
                                </a:lnTo>
                                <a:lnTo>
                                  <a:pt x="527" y="292"/>
                                </a:lnTo>
                                <a:close/>
                                <a:moveTo>
                                  <a:pt x="460" y="468"/>
                                </a:moveTo>
                                <a:lnTo>
                                  <a:pt x="434" y="468"/>
                                </a:lnTo>
                                <a:lnTo>
                                  <a:pt x="439" y="474"/>
                                </a:lnTo>
                                <a:lnTo>
                                  <a:pt x="445" y="470"/>
                                </a:lnTo>
                                <a:lnTo>
                                  <a:pt x="457" y="470"/>
                                </a:lnTo>
                                <a:lnTo>
                                  <a:pt x="460" y="468"/>
                                </a:lnTo>
                                <a:close/>
                                <a:moveTo>
                                  <a:pt x="457" y="470"/>
                                </a:moveTo>
                                <a:lnTo>
                                  <a:pt x="445" y="470"/>
                                </a:lnTo>
                                <a:lnTo>
                                  <a:pt x="451" y="474"/>
                                </a:lnTo>
                                <a:lnTo>
                                  <a:pt x="457" y="470"/>
                                </a:lnTo>
                                <a:close/>
                                <a:moveTo>
                                  <a:pt x="71" y="302"/>
                                </a:moveTo>
                                <a:lnTo>
                                  <a:pt x="68" y="308"/>
                                </a:lnTo>
                                <a:lnTo>
                                  <a:pt x="69" y="318"/>
                                </a:lnTo>
                                <a:lnTo>
                                  <a:pt x="69" y="320"/>
                                </a:lnTo>
                                <a:lnTo>
                                  <a:pt x="62" y="320"/>
                                </a:lnTo>
                                <a:lnTo>
                                  <a:pt x="57" y="324"/>
                                </a:lnTo>
                                <a:lnTo>
                                  <a:pt x="55" y="328"/>
                                </a:lnTo>
                                <a:lnTo>
                                  <a:pt x="51" y="330"/>
                                </a:lnTo>
                                <a:lnTo>
                                  <a:pt x="45" y="340"/>
                                </a:lnTo>
                                <a:lnTo>
                                  <a:pt x="42" y="340"/>
                                </a:lnTo>
                                <a:lnTo>
                                  <a:pt x="41" y="346"/>
                                </a:lnTo>
                                <a:lnTo>
                                  <a:pt x="39" y="346"/>
                                </a:lnTo>
                                <a:lnTo>
                                  <a:pt x="33" y="350"/>
                                </a:lnTo>
                                <a:lnTo>
                                  <a:pt x="33" y="358"/>
                                </a:lnTo>
                                <a:lnTo>
                                  <a:pt x="42" y="364"/>
                                </a:lnTo>
                                <a:lnTo>
                                  <a:pt x="45" y="376"/>
                                </a:lnTo>
                                <a:lnTo>
                                  <a:pt x="49" y="378"/>
                                </a:lnTo>
                                <a:lnTo>
                                  <a:pt x="51" y="386"/>
                                </a:lnTo>
                                <a:lnTo>
                                  <a:pt x="54" y="398"/>
                                </a:lnTo>
                                <a:lnTo>
                                  <a:pt x="55" y="402"/>
                                </a:lnTo>
                                <a:lnTo>
                                  <a:pt x="58" y="410"/>
                                </a:lnTo>
                                <a:lnTo>
                                  <a:pt x="63" y="424"/>
                                </a:lnTo>
                                <a:lnTo>
                                  <a:pt x="71" y="440"/>
                                </a:lnTo>
                                <a:lnTo>
                                  <a:pt x="80" y="454"/>
                                </a:lnTo>
                                <a:lnTo>
                                  <a:pt x="92" y="468"/>
                                </a:lnTo>
                                <a:lnTo>
                                  <a:pt x="100" y="472"/>
                                </a:lnTo>
                                <a:lnTo>
                                  <a:pt x="111" y="472"/>
                                </a:lnTo>
                                <a:lnTo>
                                  <a:pt x="118" y="470"/>
                                </a:lnTo>
                                <a:lnTo>
                                  <a:pt x="128" y="458"/>
                                </a:lnTo>
                                <a:lnTo>
                                  <a:pt x="133" y="456"/>
                                </a:lnTo>
                                <a:lnTo>
                                  <a:pt x="135" y="450"/>
                                </a:lnTo>
                                <a:lnTo>
                                  <a:pt x="143" y="432"/>
                                </a:lnTo>
                                <a:lnTo>
                                  <a:pt x="157" y="402"/>
                                </a:lnTo>
                                <a:lnTo>
                                  <a:pt x="164" y="386"/>
                                </a:lnTo>
                                <a:lnTo>
                                  <a:pt x="96" y="386"/>
                                </a:lnTo>
                                <a:lnTo>
                                  <a:pt x="94" y="374"/>
                                </a:lnTo>
                                <a:lnTo>
                                  <a:pt x="101" y="356"/>
                                </a:lnTo>
                                <a:lnTo>
                                  <a:pt x="99" y="344"/>
                                </a:lnTo>
                                <a:lnTo>
                                  <a:pt x="93" y="334"/>
                                </a:lnTo>
                                <a:lnTo>
                                  <a:pt x="93" y="328"/>
                                </a:lnTo>
                                <a:lnTo>
                                  <a:pt x="90" y="316"/>
                                </a:lnTo>
                                <a:lnTo>
                                  <a:pt x="90" y="310"/>
                                </a:lnTo>
                                <a:lnTo>
                                  <a:pt x="83" y="310"/>
                                </a:lnTo>
                                <a:lnTo>
                                  <a:pt x="79" y="304"/>
                                </a:lnTo>
                                <a:lnTo>
                                  <a:pt x="71" y="302"/>
                                </a:lnTo>
                                <a:close/>
                                <a:moveTo>
                                  <a:pt x="432" y="470"/>
                                </a:moveTo>
                                <a:lnTo>
                                  <a:pt x="426" y="470"/>
                                </a:lnTo>
                                <a:lnTo>
                                  <a:pt x="430" y="472"/>
                                </a:lnTo>
                                <a:lnTo>
                                  <a:pt x="432" y="470"/>
                                </a:lnTo>
                                <a:close/>
                                <a:moveTo>
                                  <a:pt x="400" y="427"/>
                                </a:moveTo>
                                <a:lnTo>
                                  <a:pt x="399" y="428"/>
                                </a:lnTo>
                                <a:lnTo>
                                  <a:pt x="399" y="429"/>
                                </a:lnTo>
                                <a:lnTo>
                                  <a:pt x="400" y="428"/>
                                </a:lnTo>
                                <a:lnTo>
                                  <a:pt x="400" y="427"/>
                                </a:lnTo>
                                <a:close/>
                                <a:moveTo>
                                  <a:pt x="359" y="200"/>
                                </a:moveTo>
                                <a:lnTo>
                                  <a:pt x="173" y="200"/>
                                </a:lnTo>
                                <a:lnTo>
                                  <a:pt x="185" y="206"/>
                                </a:lnTo>
                                <a:lnTo>
                                  <a:pt x="190" y="206"/>
                                </a:lnTo>
                                <a:lnTo>
                                  <a:pt x="191" y="216"/>
                                </a:lnTo>
                                <a:lnTo>
                                  <a:pt x="168" y="234"/>
                                </a:lnTo>
                                <a:lnTo>
                                  <a:pt x="155" y="234"/>
                                </a:lnTo>
                                <a:lnTo>
                                  <a:pt x="146" y="248"/>
                                </a:lnTo>
                                <a:lnTo>
                                  <a:pt x="130" y="276"/>
                                </a:lnTo>
                                <a:lnTo>
                                  <a:pt x="117" y="308"/>
                                </a:lnTo>
                                <a:lnTo>
                                  <a:pt x="112" y="326"/>
                                </a:lnTo>
                                <a:lnTo>
                                  <a:pt x="112" y="334"/>
                                </a:lnTo>
                                <a:lnTo>
                                  <a:pt x="113" y="336"/>
                                </a:lnTo>
                                <a:lnTo>
                                  <a:pt x="107" y="358"/>
                                </a:lnTo>
                                <a:lnTo>
                                  <a:pt x="104" y="368"/>
                                </a:lnTo>
                                <a:lnTo>
                                  <a:pt x="99" y="380"/>
                                </a:lnTo>
                                <a:lnTo>
                                  <a:pt x="96" y="386"/>
                                </a:lnTo>
                                <a:lnTo>
                                  <a:pt x="164" y="386"/>
                                </a:lnTo>
                                <a:lnTo>
                                  <a:pt x="171" y="370"/>
                                </a:lnTo>
                                <a:lnTo>
                                  <a:pt x="180" y="356"/>
                                </a:lnTo>
                                <a:lnTo>
                                  <a:pt x="184" y="352"/>
                                </a:lnTo>
                                <a:lnTo>
                                  <a:pt x="382" y="352"/>
                                </a:lnTo>
                                <a:lnTo>
                                  <a:pt x="380" y="330"/>
                                </a:lnTo>
                                <a:lnTo>
                                  <a:pt x="379" y="298"/>
                                </a:lnTo>
                                <a:lnTo>
                                  <a:pt x="378" y="292"/>
                                </a:lnTo>
                                <a:lnTo>
                                  <a:pt x="527" y="292"/>
                                </a:lnTo>
                                <a:lnTo>
                                  <a:pt x="532" y="282"/>
                                </a:lnTo>
                                <a:lnTo>
                                  <a:pt x="518" y="270"/>
                                </a:lnTo>
                                <a:lnTo>
                                  <a:pt x="496" y="258"/>
                                </a:lnTo>
                                <a:lnTo>
                                  <a:pt x="429" y="234"/>
                                </a:lnTo>
                                <a:lnTo>
                                  <a:pt x="168" y="234"/>
                                </a:lnTo>
                                <a:lnTo>
                                  <a:pt x="161" y="230"/>
                                </a:lnTo>
                                <a:lnTo>
                                  <a:pt x="419" y="230"/>
                                </a:lnTo>
                                <a:lnTo>
                                  <a:pt x="409" y="226"/>
                                </a:lnTo>
                                <a:lnTo>
                                  <a:pt x="400" y="222"/>
                                </a:lnTo>
                                <a:lnTo>
                                  <a:pt x="389" y="214"/>
                                </a:lnTo>
                                <a:lnTo>
                                  <a:pt x="375" y="206"/>
                                </a:lnTo>
                                <a:lnTo>
                                  <a:pt x="359" y="200"/>
                                </a:lnTo>
                                <a:close/>
                                <a:moveTo>
                                  <a:pt x="90" y="306"/>
                                </a:moveTo>
                                <a:lnTo>
                                  <a:pt x="85" y="308"/>
                                </a:lnTo>
                                <a:lnTo>
                                  <a:pt x="83" y="310"/>
                                </a:lnTo>
                                <a:lnTo>
                                  <a:pt x="90" y="310"/>
                                </a:lnTo>
                                <a:lnTo>
                                  <a:pt x="90" y="306"/>
                                </a:lnTo>
                                <a:close/>
                                <a:moveTo>
                                  <a:pt x="117" y="96"/>
                                </a:moveTo>
                                <a:lnTo>
                                  <a:pt x="114" y="102"/>
                                </a:lnTo>
                                <a:lnTo>
                                  <a:pt x="118" y="102"/>
                                </a:lnTo>
                                <a:lnTo>
                                  <a:pt x="120" y="110"/>
                                </a:lnTo>
                                <a:lnTo>
                                  <a:pt x="122" y="118"/>
                                </a:lnTo>
                                <a:lnTo>
                                  <a:pt x="120" y="122"/>
                                </a:lnTo>
                                <a:lnTo>
                                  <a:pt x="116" y="122"/>
                                </a:lnTo>
                                <a:lnTo>
                                  <a:pt x="118" y="124"/>
                                </a:lnTo>
                                <a:lnTo>
                                  <a:pt x="121" y="124"/>
                                </a:lnTo>
                                <a:lnTo>
                                  <a:pt x="116" y="132"/>
                                </a:lnTo>
                                <a:lnTo>
                                  <a:pt x="113" y="136"/>
                                </a:lnTo>
                                <a:lnTo>
                                  <a:pt x="110" y="142"/>
                                </a:lnTo>
                                <a:lnTo>
                                  <a:pt x="107" y="142"/>
                                </a:lnTo>
                                <a:lnTo>
                                  <a:pt x="105" y="150"/>
                                </a:lnTo>
                                <a:lnTo>
                                  <a:pt x="120" y="156"/>
                                </a:lnTo>
                                <a:lnTo>
                                  <a:pt x="122" y="158"/>
                                </a:lnTo>
                                <a:lnTo>
                                  <a:pt x="122" y="164"/>
                                </a:lnTo>
                                <a:lnTo>
                                  <a:pt x="121" y="168"/>
                                </a:lnTo>
                                <a:lnTo>
                                  <a:pt x="123" y="170"/>
                                </a:lnTo>
                                <a:lnTo>
                                  <a:pt x="129" y="170"/>
                                </a:lnTo>
                                <a:lnTo>
                                  <a:pt x="128" y="174"/>
                                </a:lnTo>
                                <a:lnTo>
                                  <a:pt x="125" y="176"/>
                                </a:lnTo>
                                <a:lnTo>
                                  <a:pt x="126" y="180"/>
                                </a:lnTo>
                                <a:lnTo>
                                  <a:pt x="128" y="180"/>
                                </a:lnTo>
                                <a:lnTo>
                                  <a:pt x="130" y="182"/>
                                </a:lnTo>
                                <a:lnTo>
                                  <a:pt x="133" y="186"/>
                                </a:lnTo>
                                <a:lnTo>
                                  <a:pt x="130" y="194"/>
                                </a:lnTo>
                                <a:lnTo>
                                  <a:pt x="138" y="206"/>
                                </a:lnTo>
                                <a:lnTo>
                                  <a:pt x="154" y="206"/>
                                </a:lnTo>
                                <a:lnTo>
                                  <a:pt x="173" y="200"/>
                                </a:lnTo>
                                <a:lnTo>
                                  <a:pt x="359" y="200"/>
                                </a:lnTo>
                                <a:lnTo>
                                  <a:pt x="343" y="194"/>
                                </a:lnTo>
                                <a:lnTo>
                                  <a:pt x="326" y="188"/>
                                </a:lnTo>
                                <a:lnTo>
                                  <a:pt x="305" y="182"/>
                                </a:lnTo>
                                <a:lnTo>
                                  <a:pt x="280" y="180"/>
                                </a:lnTo>
                                <a:lnTo>
                                  <a:pt x="262" y="176"/>
                                </a:lnTo>
                                <a:lnTo>
                                  <a:pt x="263" y="162"/>
                                </a:lnTo>
                                <a:lnTo>
                                  <a:pt x="273" y="146"/>
                                </a:lnTo>
                                <a:lnTo>
                                  <a:pt x="280" y="136"/>
                                </a:lnTo>
                                <a:lnTo>
                                  <a:pt x="284" y="128"/>
                                </a:lnTo>
                                <a:lnTo>
                                  <a:pt x="290" y="108"/>
                                </a:lnTo>
                                <a:lnTo>
                                  <a:pt x="293" y="96"/>
                                </a:lnTo>
                                <a:lnTo>
                                  <a:pt x="117" y="96"/>
                                </a:lnTo>
                                <a:close/>
                                <a:moveTo>
                                  <a:pt x="396" y="58"/>
                                </a:moveTo>
                                <a:lnTo>
                                  <a:pt x="300" y="58"/>
                                </a:lnTo>
                                <a:lnTo>
                                  <a:pt x="306" y="60"/>
                                </a:lnTo>
                                <a:lnTo>
                                  <a:pt x="316" y="64"/>
                                </a:lnTo>
                                <a:lnTo>
                                  <a:pt x="333" y="78"/>
                                </a:lnTo>
                                <a:lnTo>
                                  <a:pt x="341" y="100"/>
                                </a:lnTo>
                                <a:lnTo>
                                  <a:pt x="343" y="122"/>
                                </a:lnTo>
                                <a:lnTo>
                                  <a:pt x="341" y="138"/>
                                </a:lnTo>
                                <a:lnTo>
                                  <a:pt x="335" y="158"/>
                                </a:lnTo>
                                <a:lnTo>
                                  <a:pt x="357" y="150"/>
                                </a:lnTo>
                                <a:lnTo>
                                  <a:pt x="349" y="140"/>
                                </a:lnTo>
                                <a:lnTo>
                                  <a:pt x="374" y="140"/>
                                </a:lnTo>
                                <a:lnTo>
                                  <a:pt x="376" y="136"/>
                                </a:lnTo>
                                <a:lnTo>
                                  <a:pt x="391" y="136"/>
                                </a:lnTo>
                                <a:lnTo>
                                  <a:pt x="392" y="130"/>
                                </a:lnTo>
                                <a:lnTo>
                                  <a:pt x="398" y="130"/>
                                </a:lnTo>
                                <a:lnTo>
                                  <a:pt x="395" y="122"/>
                                </a:lnTo>
                                <a:lnTo>
                                  <a:pt x="394" y="120"/>
                                </a:lnTo>
                                <a:lnTo>
                                  <a:pt x="393" y="114"/>
                                </a:lnTo>
                                <a:lnTo>
                                  <a:pt x="405" y="114"/>
                                </a:lnTo>
                                <a:lnTo>
                                  <a:pt x="403" y="110"/>
                                </a:lnTo>
                                <a:lnTo>
                                  <a:pt x="398" y="92"/>
                                </a:lnTo>
                                <a:lnTo>
                                  <a:pt x="395" y="74"/>
                                </a:lnTo>
                                <a:lnTo>
                                  <a:pt x="397" y="60"/>
                                </a:lnTo>
                                <a:lnTo>
                                  <a:pt x="396" y="58"/>
                                </a:lnTo>
                                <a:close/>
                                <a:moveTo>
                                  <a:pt x="374" y="140"/>
                                </a:moveTo>
                                <a:lnTo>
                                  <a:pt x="359" y="140"/>
                                </a:lnTo>
                                <a:lnTo>
                                  <a:pt x="362" y="150"/>
                                </a:lnTo>
                                <a:lnTo>
                                  <a:pt x="376" y="152"/>
                                </a:lnTo>
                                <a:lnTo>
                                  <a:pt x="388" y="150"/>
                                </a:lnTo>
                                <a:lnTo>
                                  <a:pt x="386" y="148"/>
                                </a:lnTo>
                                <a:lnTo>
                                  <a:pt x="370" y="146"/>
                                </a:lnTo>
                                <a:lnTo>
                                  <a:pt x="374" y="140"/>
                                </a:lnTo>
                                <a:close/>
                                <a:moveTo>
                                  <a:pt x="410" y="141"/>
                                </a:moveTo>
                                <a:lnTo>
                                  <a:pt x="399" y="142"/>
                                </a:lnTo>
                                <a:lnTo>
                                  <a:pt x="391" y="142"/>
                                </a:lnTo>
                                <a:lnTo>
                                  <a:pt x="390" y="146"/>
                                </a:lnTo>
                                <a:lnTo>
                                  <a:pt x="410" y="141"/>
                                </a:lnTo>
                                <a:close/>
                                <a:moveTo>
                                  <a:pt x="391" y="136"/>
                                </a:moveTo>
                                <a:lnTo>
                                  <a:pt x="376" y="136"/>
                                </a:lnTo>
                                <a:lnTo>
                                  <a:pt x="385" y="142"/>
                                </a:lnTo>
                                <a:lnTo>
                                  <a:pt x="391" y="142"/>
                                </a:lnTo>
                                <a:lnTo>
                                  <a:pt x="391" y="136"/>
                                </a:lnTo>
                                <a:close/>
                                <a:moveTo>
                                  <a:pt x="419" y="138"/>
                                </a:moveTo>
                                <a:lnTo>
                                  <a:pt x="410" y="141"/>
                                </a:lnTo>
                                <a:lnTo>
                                  <a:pt x="413" y="140"/>
                                </a:lnTo>
                                <a:lnTo>
                                  <a:pt x="419" y="138"/>
                                </a:lnTo>
                                <a:close/>
                                <a:moveTo>
                                  <a:pt x="421" y="126"/>
                                </a:moveTo>
                                <a:lnTo>
                                  <a:pt x="403" y="128"/>
                                </a:lnTo>
                                <a:lnTo>
                                  <a:pt x="398" y="130"/>
                                </a:lnTo>
                                <a:lnTo>
                                  <a:pt x="392" y="130"/>
                                </a:lnTo>
                                <a:lnTo>
                                  <a:pt x="400" y="136"/>
                                </a:lnTo>
                                <a:lnTo>
                                  <a:pt x="409" y="134"/>
                                </a:lnTo>
                                <a:lnTo>
                                  <a:pt x="417" y="130"/>
                                </a:lnTo>
                                <a:lnTo>
                                  <a:pt x="421" y="126"/>
                                </a:lnTo>
                                <a:close/>
                                <a:moveTo>
                                  <a:pt x="395" y="122"/>
                                </a:moveTo>
                                <a:lnTo>
                                  <a:pt x="398" y="130"/>
                                </a:lnTo>
                                <a:lnTo>
                                  <a:pt x="403" y="128"/>
                                </a:lnTo>
                                <a:lnTo>
                                  <a:pt x="402" y="128"/>
                                </a:lnTo>
                                <a:lnTo>
                                  <a:pt x="395" y="122"/>
                                </a:lnTo>
                                <a:close/>
                                <a:moveTo>
                                  <a:pt x="405" y="114"/>
                                </a:moveTo>
                                <a:lnTo>
                                  <a:pt x="393" y="114"/>
                                </a:lnTo>
                                <a:lnTo>
                                  <a:pt x="394" y="118"/>
                                </a:lnTo>
                                <a:lnTo>
                                  <a:pt x="395" y="122"/>
                                </a:lnTo>
                                <a:lnTo>
                                  <a:pt x="402" y="128"/>
                                </a:lnTo>
                                <a:lnTo>
                                  <a:pt x="403" y="128"/>
                                </a:lnTo>
                                <a:lnTo>
                                  <a:pt x="417" y="122"/>
                                </a:lnTo>
                                <a:lnTo>
                                  <a:pt x="411" y="122"/>
                                </a:lnTo>
                                <a:lnTo>
                                  <a:pt x="406" y="118"/>
                                </a:lnTo>
                                <a:lnTo>
                                  <a:pt x="405" y="114"/>
                                </a:lnTo>
                                <a:close/>
                                <a:moveTo>
                                  <a:pt x="403" y="128"/>
                                </a:moveTo>
                                <a:lnTo>
                                  <a:pt x="402" y="128"/>
                                </a:lnTo>
                                <a:lnTo>
                                  <a:pt x="403" y="128"/>
                                </a:lnTo>
                                <a:close/>
                                <a:moveTo>
                                  <a:pt x="422" y="120"/>
                                </a:moveTo>
                                <a:lnTo>
                                  <a:pt x="411" y="122"/>
                                </a:lnTo>
                                <a:lnTo>
                                  <a:pt x="417" y="122"/>
                                </a:lnTo>
                                <a:lnTo>
                                  <a:pt x="422" y="120"/>
                                </a:lnTo>
                                <a:close/>
                                <a:moveTo>
                                  <a:pt x="118" y="92"/>
                                </a:moveTo>
                                <a:lnTo>
                                  <a:pt x="117" y="96"/>
                                </a:lnTo>
                                <a:lnTo>
                                  <a:pt x="118" y="92"/>
                                </a:lnTo>
                                <a:close/>
                                <a:moveTo>
                                  <a:pt x="293" y="92"/>
                                </a:moveTo>
                                <a:lnTo>
                                  <a:pt x="118" y="92"/>
                                </a:lnTo>
                                <a:lnTo>
                                  <a:pt x="117" y="96"/>
                                </a:lnTo>
                                <a:lnTo>
                                  <a:pt x="293" y="96"/>
                                </a:lnTo>
                                <a:lnTo>
                                  <a:pt x="293" y="92"/>
                                </a:lnTo>
                                <a:close/>
                                <a:moveTo>
                                  <a:pt x="157" y="6"/>
                                </a:moveTo>
                                <a:lnTo>
                                  <a:pt x="145" y="6"/>
                                </a:lnTo>
                                <a:lnTo>
                                  <a:pt x="137" y="16"/>
                                </a:lnTo>
                                <a:lnTo>
                                  <a:pt x="128" y="34"/>
                                </a:lnTo>
                                <a:lnTo>
                                  <a:pt x="121" y="52"/>
                                </a:lnTo>
                                <a:lnTo>
                                  <a:pt x="117" y="64"/>
                                </a:lnTo>
                                <a:lnTo>
                                  <a:pt x="117" y="74"/>
                                </a:lnTo>
                                <a:lnTo>
                                  <a:pt x="117" y="96"/>
                                </a:lnTo>
                                <a:lnTo>
                                  <a:pt x="118" y="92"/>
                                </a:lnTo>
                                <a:lnTo>
                                  <a:pt x="293" y="92"/>
                                </a:lnTo>
                                <a:lnTo>
                                  <a:pt x="295" y="84"/>
                                </a:lnTo>
                                <a:lnTo>
                                  <a:pt x="294" y="58"/>
                                </a:lnTo>
                                <a:lnTo>
                                  <a:pt x="396" y="58"/>
                                </a:lnTo>
                                <a:lnTo>
                                  <a:pt x="392" y="42"/>
                                </a:lnTo>
                                <a:lnTo>
                                  <a:pt x="375" y="22"/>
                                </a:lnTo>
                                <a:lnTo>
                                  <a:pt x="268" y="22"/>
                                </a:lnTo>
                                <a:lnTo>
                                  <a:pt x="241" y="10"/>
                                </a:lnTo>
                                <a:lnTo>
                                  <a:pt x="177" y="10"/>
                                </a:lnTo>
                                <a:lnTo>
                                  <a:pt x="157" y="6"/>
                                </a:lnTo>
                                <a:close/>
                                <a:moveTo>
                                  <a:pt x="341" y="0"/>
                                </a:moveTo>
                                <a:lnTo>
                                  <a:pt x="312" y="2"/>
                                </a:lnTo>
                                <a:lnTo>
                                  <a:pt x="286" y="10"/>
                                </a:lnTo>
                                <a:lnTo>
                                  <a:pt x="268" y="22"/>
                                </a:lnTo>
                                <a:lnTo>
                                  <a:pt x="375" y="22"/>
                                </a:lnTo>
                                <a:lnTo>
                                  <a:pt x="370" y="16"/>
                                </a:lnTo>
                                <a:lnTo>
                                  <a:pt x="341" y="0"/>
                                </a:lnTo>
                                <a:close/>
                                <a:moveTo>
                                  <a:pt x="214" y="6"/>
                                </a:moveTo>
                                <a:lnTo>
                                  <a:pt x="192" y="6"/>
                                </a:lnTo>
                                <a:lnTo>
                                  <a:pt x="177" y="10"/>
                                </a:lnTo>
                                <a:lnTo>
                                  <a:pt x="241" y="10"/>
                                </a:lnTo>
                                <a:lnTo>
                                  <a:pt x="214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3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3315CB" id="Group 9" o:spid="_x0000_s1026" style="position:absolute;margin-left:68.15pt;margin-top:9pt;width:108.85pt;height:64.3pt;z-index:1120;mso-position-horizontal-relative:page" coordorigin="1363,180" coordsize="2177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">
                <v:shape id="AutoShape 12" o:spid="_x0000_s1027" style="position:absolute;left:2011;top:179;width:678;height:1272;visibility:visible;mso-wrap-style:square;v-text-anchor:top" coordsize="678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" path="m467,1176r-102,l369,1190r-4,6l359,1200r-12,8l334,1216r-12,6l310,1228r-14,8l286,1244r,10l296,1262r14,8l331,1272r30,-4l388,1258r17,-8l416,1246r13,-2l447,1240r17,-8l478,1224r5,-8l482,1208r-5,-14l470,1180r-3,-4xm362,1178r-19,l357,1182r5,-4xm410,452r-216,l195,484r2,18l198,512r3,10l205,538r3,22l210,582r2,14l215,610r4,16l222,644r2,12l222,668r-3,14l216,694r-1,6l215,704r23,4l237,730r-42,98l189,842r-3,6l182,862r-4,26l183,916r21,26l228,966r-1,24l227,1006r1,10l231,1026r13,24l265,1086r22,34l301,1138r7,10l316,1162r9,12l333,1180r10,-2l362,1178r3,-2l467,1176r-7,-10l454,1158r-7,l445,1146r4,l442,1128r3,l439,1108r-1,l432,1100r-7,-8l415,1086r-10,-8l401,1068r-1,-14l386,1032r180,l566,1020r-7,-28l559,990r3,-18l564,958r-1,-10l561,944r-88,l472,940r-6,-6l462,934r10,-2l432,928r-4,-2l425,924r-23,-8l389,916r-6,-14l381,898r7,-20l388,872r1,-12l392,828r,-10l392,814r4,-26l398,784r13,-14l410,766r12,-40l425,712r1,-4l427,700r9,l449,684r-3,-18l444,656r-2,-6l438,644r-7,-12l427,612r-1,-6l424,596r-4,-18l417,558r-3,-18l413,524r-2,-22l410,482r,-10l410,452xm445,1146r2,12l452,1154r-7,-8xm452,1154r-5,4l454,1158r-2,-4xm449,1146r-4,l452,1154r3,-2l449,1146xm568,1060r-72,l500,1074r4,12l508,1102r4,16l516,1130r5,12l529,1148r9,4l544,1148r8,-14l562,1104r6,-40l568,1060xm566,1034r-84,l475,1040r14,22l496,1060r72,l566,1034xm566,1032r-180,l409,1040r12,4l437,1044r13,-4l454,1034r112,l566,1032xm532,930r-46,8l479,942r-6,2l561,944r-2,-4l551,932r-19,-2xm546,384r-120,l438,390r8,2l453,396r22,12l485,412r8,6l499,424r9,10l525,452r18,18l556,484r11,12l577,512r9,14l592,534r4,6l599,544r4,4l596,556r11,36l605,598r8,8l622,612r11,4l637,616r6,4l640,622r-1,8l645,630r12,-4l656,620r-1,-6l652,608r8,-6l660,596r12,-6l672,580r4,-8l675,568r2,-2l676,556r-7,-10l663,538r-6,-6l646,526r-2,-6l639,514,628,496,607,464,585,430,569,408,557,396,546,384xm227,238r-15,14l203,260r-4,8l198,280r-3,18l198,306r-2,20l195,340r-1,16l194,370r1,8l181,388r-9,4l166,396r-8,4l142,406r-23,12l99,428r-10,4l86,432r-8,2l73,438r-4,4l39,452r-3,2l20,456r-9,12l4,486r-3,6l,504r7,16l11,532r6,4l23,542r1,-6l27,534r5,l36,530r2,-4l45,526r2,-4l49,522r1,-6l52,508r-5,l53,506r1,l61,504r4,-6l70,492,80,480r11,-8l96,472r16,-4l176,456r18,-4l410,452r1,-8l412,424r1,-16l415,396r2,-10l426,384r120,l537,376r-6,-6l526,368,506,354r-7,-2l491,346r-12,-6l469,332r-4,-2l459,322,444,312r-4,-2l436,306r,-2l424,294r-3,l419,290r-4,-8l407,274,397,262,385,250r-149,l227,238xm32,534r-5,l30,536r2,-2xm45,526r-7,l43,530r2,-4xm49,522r-2,l48,528r1,-6xm53,506r-6,2l53,506xm53,506r-6,2l52,508r1,-2xm54,506r-1,l54,506xm419,290r2,4l420,291r-1,-1xm420,291r1,3l424,294r-4,-3xm419,290r,l420,291r-1,-1xm359,234r-122,l240,242r-4,8l385,250r-11,-8l360,236r-1,-2xm316,204r-134,l184,212r9,10l191,236r13,6l217,240r9,-6l359,234r-5,-8l332,214r-15,-8l316,204xm179,194r,14l182,204r134,l315,200r-113,l186,196r-4,l180,194r-1,xm180,194r2,2l186,196r16,4l180,194xm268,l215,2r-28,8l174,30r-8,38l159,90r6,28l168,120r1,18l163,158r-6,4l156,166r6,8l176,176r3,2l178,184r-2,6l180,194r22,6l315,200r,-2l318,194r1,-20l335,174r5,-8l350,148r11,-28l367,90,362,68,351,48,338,28,313,10,268,xm335,174r-16,l330,182r5,-8xe" fillcolor="#ffc400" stroked="f">
                  <v:path arrowok="t" o:connecttype="custom" o:connectlocs="322,1402;361,1448;483,1396;362,1358;208,740;219,862;186,1028;228,1196;325,1354;447,1338;425,1272;559,1172;466,1114;383,1082;396,968;436,880;426,786;410,652;454,1338;496,1240;538,1332;475,1220;421,1224;479,1122;438,570;525,632;599,724;637,796;652,788;676,736;607,644;199,448;195,558;89,612;11,648;24,716;50,696;80,660;412,604;526,548;444,492;415,462;30,716;48,708;52,688;420,471;420,471;360,416;217,420;179,388;179,374;187,190;157,342;202,380;361,300;319,354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style="position:absolute;left:1363;top:181;width:701;height:1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">
                  <v:imagedata r:id="rId8" o:title=""/>
                </v:shape>
                <v:shape id="AutoShape 10" o:spid="_x0000_s1029" style="position:absolute;left:2671;top:293;width:869;height:1172;visibility:visible;mso-wrap-style:square;v-text-anchor:top" coordsize="869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" path="m491,702r-166,l385,776r10,14l402,800r9,12l421,826r11,12l441,848r8,8l459,864r10,6l480,874r12,4l506,884r16,8l537,898r17,10l572,920r16,10l597,934r8,2l620,942r13,8l640,954r4,2l656,970r17,12l671,988r18,6l699,998r16,8l728,1012r9,8l740,1040r2,16l742,1076r-1,16l740,1106r-5,12l726,1134r-6,14l720,1160r7,10l736,1172r9,l752,1168r9,-8l773,1146r15,-18l802,1102r16,-26l834,1056r14,-14l858,1030r5,-12l868,1004r,-12l862,986r-15,-8l833,972r-45,l783,968r-5,-4l772,954,762,942,746,930,731,920,715,900r-12,-8l691,882r-9,-14l671,854,653,840,627,826,600,806,574,788,550,778r-13,-4l548,774,538,758r-8,-10l523,740,512,726,498,710r-7,-8xm16,1066r-11,2l,1074r6,16l23,1110r27,18l84,1136r27,2l124,1138r4,2l130,1144r9,6l153,1158r18,8l186,1168r12,-6l206,1150r4,-16l212,1112r2,-24l205,1088r-2,-12l49,1076r-8,-4l30,1068r-14,-2xm214,1082r-9,6l214,1088r,-6xm382,352r-198,l188,372r2,10l193,392r4,12l202,424r,5l202,434r9,14l211,450r1,10l215,474r5,16l219,492r,10l221,510r4,14l230,538r5,12l240,562r9,6l249,576r-5,6l233,596r-19,24l195,642r-11,14l173,668r-17,22l139,712r-11,16l121,740r-9,12l103,768r-7,20l95,816r7,32l118,906r5,22l127,950r2,20l130,982r,12l132,1012r1,16l134,1040r,16l144,1056r-14,4l122,1064r-4,2l110,1068r-17,4l73,1074r-14,2l203,1076r-2,-12l203,1048r3,-14l208,1022r,-10l206,1002r-1,-12l205,970r2,-20l209,926r1,-18l210,898r-2,-42l206,832r-2,-12l212,806r25,-26l285,736r12,-10l310,714r11,-8l325,702r166,l483,692,469,676,459,662r1,-10l452,648r,-6l444,634r2,-8l441,622r-1,-8l440,612r1,-4l443,596r2,-16l444,568r-3,-16l435,536r-3,-14l434,516r-7,-10l419,494r-9,-20l401,454r-4,-14l396,432r3,-3l399,428r1,-1l394,416r-4,-8l387,398r-2,-12l384,376r-2,-18l382,352xm800,960r-7,l792,968r-4,4l833,972r-5,-2l811,964r-11,-4xm527,292r-149,l412,298r7,l432,300r22,4l457,310r,16l454,340r-4,10l446,360r-6,12l431,390r-3,6l411,414r-8,8l400,427r,1l399,429r8,15l409,448r,4l411,462r2,8l415,478r11,-2l425,472r1,-2l432,470r2,-2l460,468r6,-4l471,452r-1,-12l474,434r-2,-14l471,420r,-2l478,394r5,-4l491,374r14,-28l518,318r7,-18l527,292xm460,468r-26,l439,474r6,-4l457,470r3,-2xm457,470r-12,l451,474r6,-4xm71,302r-3,6l69,318r,2l62,320r-5,4l55,328r-4,2l45,340r-3,l41,346r-2,l33,350r,8l42,364r3,12l49,378r2,8l54,398r1,4l58,410r5,14l71,440r9,14l92,468r8,4l111,472r7,-2l128,458r5,-2l135,450r8,-18l157,402r7,-16l96,386,94,374r7,-18l99,344,93,334r,-6l90,316r,-6l83,310r-4,-6l71,302xm432,470r-6,l430,472r2,-2xm400,427r-1,1l399,429r1,-1l400,427xm359,200r-186,l185,206r5,l191,216r-23,18l155,234r-9,14l130,276r-13,32l112,326r,8l113,336r-6,22l104,368r-5,12l96,386r68,l171,370r9,-14l184,352r198,l380,330r-1,-32l378,292r149,l532,282,518,270,496,258,429,234r-261,l161,230r258,l409,226r-9,-4l389,214r-14,-8l359,200xm90,306r-5,2l83,310r7,l90,306xm117,96r-3,6l118,102r2,8l122,118r-2,4l116,122r2,2l121,124r-5,8l113,136r-3,6l107,142r-2,8l120,156r2,2l122,164r-1,4l123,170r6,l128,174r-3,2l126,180r2,l130,182r3,4l130,194r8,12l154,206r19,-6l359,200r-16,-6l326,188r-21,-6l280,180r-18,-4l263,162r10,-16l280,136r4,-8l290,108r3,-12l117,96xm396,58r-96,l306,60r10,4l333,78r8,22l343,122r-2,16l335,158r22,-8l349,140r25,l376,136r15,l392,130r6,l395,122r-1,-2l393,114r12,l403,110,398,92,395,74r2,-14l396,58xm374,140r-15,l362,150r14,2l388,150r-2,-2l370,146r4,-6xm410,141r-11,1l391,142r-1,4l410,141xm391,136r-15,l385,142r6,l391,136xm419,138r-9,3l413,140r6,-2xm421,126r-18,2l398,130r-6,l400,136r9,-2l417,130r4,-4xm395,122r3,8l403,128r-1,l395,122xm405,114r-12,l394,118r1,4l402,128r1,l417,122r-6,l406,118r-1,-4xm403,128r-1,l403,128xm422,120r-11,2l417,122r5,-2xm118,92r-1,4l118,92xm293,92r-175,l117,96r176,l293,92xm157,6r-12,l137,16r-9,18l121,52r-4,12l117,74r,22l118,92r175,l295,84,294,58r102,l392,42,375,22r-107,l241,10r-64,l157,6xm341,l312,2r-26,8l268,22r107,l370,16,341,xm214,6r-22,l177,10r64,l214,6xe" fillcolor="#00a33d" stroked="f">
                  <v:path arrowok="t" o:connecttype="custom" o:connectlocs="441,1141;554,1201;656,1263;742,1349;736,1465;848,1335;783,1261;682,1161;538,1051;6,1383;153,1451;203,1369;382,645;211,741;230,831;195,935;96,1081;132,1305;93,1365;206,1295;204,1113;483,985;440,907;434,809;400,720;793,1253;412,591;440,665;409,741;434,761;478,687;439,767;68,601;41,639;55,695;128,751;99,637;426,763;173,493;112,619;180,649;496,551;359,493;120,403;107,435;125,469;359,493;284,421;333,371;391,429;395,367;370,439;385,435;398,423;402,421;411,415;417,415;293,389;117,389;241,303;341,293" o:connectangles="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203F91F3" wp14:editId="41CECCB4">
                <wp:simplePos x="0" y="0"/>
                <wp:positionH relativeFrom="page">
                  <wp:posOffset>5514340</wp:posOffset>
                </wp:positionH>
                <wp:positionV relativeFrom="paragraph">
                  <wp:posOffset>123190</wp:posOffset>
                </wp:positionV>
                <wp:extent cx="1268095" cy="799465"/>
                <wp:effectExtent l="8890" t="8890" r="8890" b="127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8095" cy="799465"/>
                          <a:chOff x="8684" y="194"/>
                          <a:chExt cx="1997" cy="1259"/>
                        </a:xfrm>
                      </wpg:grpSpPr>
                      <wps:wsp>
                        <wps:cNvPr id="5" name="AutoShape 8"/>
                        <wps:cNvSpPr>
                          <a:spLocks/>
                        </wps:cNvSpPr>
                        <wps:spPr bwMode="auto">
                          <a:xfrm>
                            <a:off x="8683" y="193"/>
                            <a:ext cx="686" cy="1258"/>
                          </a:xfrm>
                          <a:custGeom>
                            <a:avLst/>
                            <a:gdLst>
                              <a:gd name="T0" fmla="+- 0 8810 8684"/>
                              <a:gd name="T1" fmla="*/ T0 w 686"/>
                              <a:gd name="T2" fmla="+- 0 1380 194"/>
                              <a:gd name="T3" fmla="*/ 1380 h 1258"/>
                              <a:gd name="T4" fmla="+- 0 8738 8684"/>
                              <a:gd name="T5" fmla="*/ T4 w 686"/>
                              <a:gd name="T6" fmla="+- 0 1424 194"/>
                              <a:gd name="T7" fmla="*/ 1424 h 1258"/>
                              <a:gd name="T8" fmla="+- 0 8811 8684"/>
                              <a:gd name="T9" fmla="*/ T8 w 686"/>
                              <a:gd name="T10" fmla="+- 0 1442 194"/>
                              <a:gd name="T11" fmla="*/ 1442 h 1258"/>
                              <a:gd name="T12" fmla="+- 0 8913 8684"/>
                              <a:gd name="T13" fmla="*/ T12 w 686"/>
                              <a:gd name="T14" fmla="+- 0 1416 194"/>
                              <a:gd name="T15" fmla="*/ 1416 h 1258"/>
                              <a:gd name="T16" fmla="+- 0 8894 8684"/>
                              <a:gd name="T17" fmla="*/ T16 w 686"/>
                              <a:gd name="T18" fmla="+- 0 1326 194"/>
                              <a:gd name="T19" fmla="*/ 1326 h 1258"/>
                              <a:gd name="T20" fmla="+- 0 8847 8684"/>
                              <a:gd name="T21" fmla="*/ T20 w 686"/>
                              <a:gd name="T22" fmla="+- 0 688 194"/>
                              <a:gd name="T23" fmla="*/ 688 h 1258"/>
                              <a:gd name="T24" fmla="+- 0 8858 8684"/>
                              <a:gd name="T25" fmla="*/ T24 w 686"/>
                              <a:gd name="T26" fmla="+- 0 830 194"/>
                              <a:gd name="T27" fmla="*/ 830 h 1258"/>
                              <a:gd name="T28" fmla="+- 0 8850 8684"/>
                              <a:gd name="T29" fmla="*/ T28 w 686"/>
                              <a:gd name="T30" fmla="+- 0 946 194"/>
                              <a:gd name="T31" fmla="*/ 946 h 1258"/>
                              <a:gd name="T32" fmla="+- 0 8792 8684"/>
                              <a:gd name="T33" fmla="*/ T32 w 686"/>
                              <a:gd name="T34" fmla="+- 0 1126 194"/>
                              <a:gd name="T35" fmla="*/ 1126 h 1258"/>
                              <a:gd name="T36" fmla="+- 0 8810 8684"/>
                              <a:gd name="T37" fmla="*/ T36 w 686"/>
                              <a:gd name="T38" fmla="+- 0 1234 194"/>
                              <a:gd name="T39" fmla="*/ 1234 h 1258"/>
                              <a:gd name="T40" fmla="+- 0 8903 8684"/>
                              <a:gd name="T41" fmla="*/ T40 w 686"/>
                              <a:gd name="T42" fmla="+- 0 1218 194"/>
                              <a:gd name="T43" fmla="*/ 1218 h 1258"/>
                              <a:gd name="T44" fmla="+- 0 8904 8684"/>
                              <a:gd name="T45" fmla="*/ T44 w 686"/>
                              <a:gd name="T46" fmla="+- 0 1156 194"/>
                              <a:gd name="T47" fmla="*/ 1156 h 1258"/>
                              <a:gd name="T48" fmla="+- 0 9213 8684"/>
                              <a:gd name="T49" fmla="*/ T48 w 686"/>
                              <a:gd name="T50" fmla="+- 0 1072 194"/>
                              <a:gd name="T51" fmla="*/ 1072 h 1258"/>
                              <a:gd name="T52" fmla="+- 0 9001 8684"/>
                              <a:gd name="T53" fmla="*/ T52 w 686"/>
                              <a:gd name="T54" fmla="+- 0 1026 194"/>
                              <a:gd name="T55" fmla="*/ 1026 h 1258"/>
                              <a:gd name="T56" fmla="+- 0 9004 8684"/>
                              <a:gd name="T57" fmla="*/ T56 w 686"/>
                              <a:gd name="T58" fmla="+- 0 924 194"/>
                              <a:gd name="T59" fmla="*/ 924 h 1258"/>
                              <a:gd name="T60" fmla="+- 0 9060 8684"/>
                              <a:gd name="T61" fmla="*/ T60 w 686"/>
                              <a:gd name="T62" fmla="+- 0 826 194"/>
                              <a:gd name="T63" fmla="*/ 826 h 1258"/>
                              <a:gd name="T64" fmla="+- 0 9098 8684"/>
                              <a:gd name="T65" fmla="*/ T64 w 686"/>
                              <a:gd name="T66" fmla="+- 0 740 194"/>
                              <a:gd name="T67" fmla="*/ 740 h 1258"/>
                              <a:gd name="T68" fmla="+- 0 8910 8684"/>
                              <a:gd name="T69" fmla="*/ T68 w 686"/>
                              <a:gd name="T70" fmla="+- 0 1202 194"/>
                              <a:gd name="T71" fmla="*/ 1202 h 1258"/>
                              <a:gd name="T72" fmla="+- 0 9235 8684"/>
                              <a:gd name="T73" fmla="*/ T72 w 686"/>
                              <a:gd name="T74" fmla="+- 0 1134 194"/>
                              <a:gd name="T75" fmla="*/ 1134 h 1258"/>
                              <a:gd name="T76" fmla="+- 0 9326 8684"/>
                              <a:gd name="T77" fmla="*/ T76 w 686"/>
                              <a:gd name="T78" fmla="+- 0 1180 194"/>
                              <a:gd name="T79" fmla="*/ 1180 h 1258"/>
                              <a:gd name="T80" fmla="+- 0 9365 8684"/>
                              <a:gd name="T81" fmla="*/ T80 w 686"/>
                              <a:gd name="T82" fmla="+- 0 1174 194"/>
                              <a:gd name="T83" fmla="*/ 1174 h 1258"/>
                              <a:gd name="T84" fmla="+- 0 8922 8684"/>
                              <a:gd name="T85" fmla="*/ T84 w 686"/>
                              <a:gd name="T86" fmla="+- 0 1144 194"/>
                              <a:gd name="T87" fmla="*/ 1144 h 1258"/>
                              <a:gd name="T88" fmla="+- 0 9028 8684"/>
                              <a:gd name="T89" fmla="*/ T88 w 686"/>
                              <a:gd name="T90" fmla="+- 0 1152 194"/>
                              <a:gd name="T91" fmla="*/ 1152 h 1258"/>
                              <a:gd name="T92" fmla="+- 0 9158 8684"/>
                              <a:gd name="T93" fmla="*/ T92 w 686"/>
                              <a:gd name="T94" fmla="+- 0 1128 194"/>
                              <a:gd name="T95" fmla="*/ 1128 h 1258"/>
                              <a:gd name="T96" fmla="+- 0 9035 8684"/>
                              <a:gd name="T97" fmla="*/ T96 w 686"/>
                              <a:gd name="T98" fmla="+- 0 1156 194"/>
                              <a:gd name="T99" fmla="*/ 1156 h 1258"/>
                              <a:gd name="T100" fmla="+- 0 9237 8684"/>
                              <a:gd name="T101" fmla="*/ T100 w 686"/>
                              <a:gd name="T102" fmla="+- 0 1046 194"/>
                              <a:gd name="T103" fmla="*/ 1046 h 1258"/>
                              <a:gd name="T104" fmla="+- 0 9289 8684"/>
                              <a:gd name="T105" fmla="*/ T104 w 686"/>
                              <a:gd name="T106" fmla="+- 0 1048 194"/>
                              <a:gd name="T107" fmla="*/ 1048 h 1258"/>
                              <a:gd name="T108" fmla="+- 0 9092 8684"/>
                              <a:gd name="T109" fmla="*/ T108 w 686"/>
                              <a:gd name="T110" fmla="+- 0 1058 194"/>
                              <a:gd name="T111" fmla="*/ 1058 h 1258"/>
                              <a:gd name="T112" fmla="+- 0 8817 8684"/>
                              <a:gd name="T113" fmla="*/ T112 w 686"/>
                              <a:gd name="T114" fmla="+- 0 586 194"/>
                              <a:gd name="T115" fmla="*/ 586 h 1258"/>
                              <a:gd name="T116" fmla="+- 0 8741 8684"/>
                              <a:gd name="T117" fmla="*/ T116 w 686"/>
                              <a:gd name="T118" fmla="+- 0 748 194"/>
                              <a:gd name="T119" fmla="*/ 748 h 1258"/>
                              <a:gd name="T120" fmla="+- 0 8684 8684"/>
                              <a:gd name="T121" fmla="*/ T120 w 686"/>
                              <a:gd name="T122" fmla="+- 0 792 194"/>
                              <a:gd name="T123" fmla="*/ 792 h 1258"/>
                              <a:gd name="T124" fmla="+- 0 8730 8684"/>
                              <a:gd name="T125" fmla="*/ T124 w 686"/>
                              <a:gd name="T126" fmla="+- 0 828 194"/>
                              <a:gd name="T127" fmla="*/ 828 h 1258"/>
                              <a:gd name="T128" fmla="+- 0 8760 8684"/>
                              <a:gd name="T129" fmla="*/ T128 w 686"/>
                              <a:gd name="T130" fmla="+- 0 784 194"/>
                              <a:gd name="T131" fmla="*/ 784 h 1258"/>
                              <a:gd name="T132" fmla="+- 0 8839 8684"/>
                              <a:gd name="T133" fmla="*/ T132 w 686"/>
                              <a:gd name="T134" fmla="+- 0 696 194"/>
                              <a:gd name="T135" fmla="*/ 696 h 1258"/>
                              <a:gd name="T136" fmla="+- 0 9035 8684"/>
                              <a:gd name="T137" fmla="*/ T136 w 686"/>
                              <a:gd name="T138" fmla="+- 0 630 194"/>
                              <a:gd name="T139" fmla="*/ 630 h 1258"/>
                              <a:gd name="T140" fmla="+- 0 9034 8684"/>
                              <a:gd name="T141" fmla="*/ T140 w 686"/>
                              <a:gd name="T142" fmla="+- 0 576 194"/>
                              <a:gd name="T143" fmla="*/ 576 h 1258"/>
                              <a:gd name="T144" fmla="+- 0 9081 8684"/>
                              <a:gd name="T145" fmla="*/ T144 w 686"/>
                              <a:gd name="T146" fmla="+- 0 538 194"/>
                              <a:gd name="T147" fmla="*/ 538 h 1258"/>
                              <a:gd name="T148" fmla="+- 0 9146 8684"/>
                              <a:gd name="T149" fmla="*/ T148 w 686"/>
                              <a:gd name="T150" fmla="+- 0 562 194"/>
                              <a:gd name="T151" fmla="*/ 562 h 1258"/>
                              <a:gd name="T152" fmla="+- 0 8986 8684"/>
                              <a:gd name="T153" fmla="*/ T152 w 686"/>
                              <a:gd name="T154" fmla="+- 0 412 194"/>
                              <a:gd name="T155" fmla="*/ 412 h 1258"/>
                              <a:gd name="T156" fmla="+- 0 8800 8684"/>
                              <a:gd name="T157" fmla="*/ T156 w 686"/>
                              <a:gd name="T158" fmla="+- 0 452 194"/>
                              <a:gd name="T159" fmla="*/ 452 h 1258"/>
                              <a:gd name="T160" fmla="+- 0 8810 8684"/>
                              <a:gd name="T161" fmla="*/ T160 w 686"/>
                              <a:gd name="T162" fmla="+- 0 540 194"/>
                              <a:gd name="T163" fmla="*/ 540 h 1258"/>
                              <a:gd name="T164" fmla="+- 0 9185 8684"/>
                              <a:gd name="T165" fmla="*/ T164 w 686"/>
                              <a:gd name="T166" fmla="+- 0 500 194"/>
                              <a:gd name="T167" fmla="*/ 500 h 1258"/>
                              <a:gd name="T168" fmla="+- 0 9095 8684"/>
                              <a:gd name="T169" fmla="*/ T168 w 686"/>
                              <a:gd name="T170" fmla="+- 0 456 194"/>
                              <a:gd name="T171" fmla="*/ 456 h 1258"/>
                              <a:gd name="T172" fmla="+- 0 9002 8684"/>
                              <a:gd name="T173" fmla="*/ T172 w 686"/>
                              <a:gd name="T174" fmla="+- 0 418 194"/>
                              <a:gd name="T175" fmla="*/ 418 h 1258"/>
                              <a:gd name="T176" fmla="+- 0 8875 8684"/>
                              <a:gd name="T177" fmla="*/ T176 w 686"/>
                              <a:gd name="T178" fmla="+- 0 194 194"/>
                              <a:gd name="T179" fmla="*/ 194 h 1258"/>
                              <a:gd name="T180" fmla="+- 0 8797 8684"/>
                              <a:gd name="T181" fmla="*/ T180 w 686"/>
                              <a:gd name="T182" fmla="+- 0 262 194"/>
                              <a:gd name="T183" fmla="*/ 262 h 1258"/>
                              <a:gd name="T184" fmla="+- 0 8791 8684"/>
                              <a:gd name="T185" fmla="*/ T184 w 686"/>
                              <a:gd name="T186" fmla="+- 0 358 194"/>
                              <a:gd name="T187" fmla="*/ 358 h 1258"/>
                              <a:gd name="T188" fmla="+- 0 8842 8684"/>
                              <a:gd name="T189" fmla="*/ T188 w 686"/>
                              <a:gd name="T190" fmla="+- 0 412 194"/>
                              <a:gd name="T191" fmla="*/ 412 h 1258"/>
                              <a:gd name="T192" fmla="+- 0 8929 8684"/>
                              <a:gd name="T193" fmla="*/ T192 w 686"/>
                              <a:gd name="T194" fmla="+- 0 378 194"/>
                              <a:gd name="T195" fmla="*/ 378 h 1258"/>
                              <a:gd name="T196" fmla="+- 0 8979 8684"/>
                              <a:gd name="T197" fmla="*/ T196 w 686"/>
                              <a:gd name="T198" fmla="+- 0 306 194"/>
                              <a:gd name="T199" fmla="*/ 306 h 1258"/>
                              <a:gd name="T200" fmla="+- 0 8960 8684"/>
                              <a:gd name="T201" fmla="*/ T200 w 686"/>
                              <a:gd name="T202" fmla="+- 0 224 194"/>
                              <a:gd name="T203" fmla="*/ 224 h 1258"/>
                              <a:gd name="T204" fmla="+- 0 9067 8684"/>
                              <a:gd name="T205" fmla="*/ T204 w 686"/>
                              <a:gd name="T206" fmla="+- 0 384 194"/>
                              <a:gd name="T207" fmla="*/ 384 h 1258"/>
                              <a:gd name="T208" fmla="+- 0 9055 8684"/>
                              <a:gd name="T209" fmla="*/ T208 w 686"/>
                              <a:gd name="T210" fmla="+- 0 382 194"/>
                              <a:gd name="T211" fmla="*/ 382 h 1258"/>
                              <a:gd name="T212" fmla="+- 0 9091 8684"/>
                              <a:gd name="T213" fmla="*/ T212 w 686"/>
                              <a:gd name="T214" fmla="+- 0 362 194"/>
                              <a:gd name="T215" fmla="*/ 362 h 1258"/>
                              <a:gd name="T216" fmla="+- 0 9020 8684"/>
                              <a:gd name="T217" fmla="*/ T216 w 686"/>
                              <a:gd name="T218" fmla="+- 0 378 194"/>
                              <a:gd name="T219" fmla="*/ 378 h 1258"/>
                              <a:gd name="T220" fmla="+- 0 8979 8684"/>
                              <a:gd name="T221" fmla="*/ T220 w 686"/>
                              <a:gd name="T222" fmla="+- 0 300 194"/>
                              <a:gd name="T223" fmla="*/ 300 h 1258"/>
                              <a:gd name="T224" fmla="+- 0 8996 8684"/>
                              <a:gd name="T225" fmla="*/ T224 w 686"/>
                              <a:gd name="T226" fmla="+- 0 366 194"/>
                              <a:gd name="T227" fmla="*/ 366 h 1258"/>
                              <a:gd name="T228" fmla="+- 0 9065 8684"/>
                              <a:gd name="T229" fmla="*/ T228 w 686"/>
                              <a:gd name="T230" fmla="+- 0 352 194"/>
                              <a:gd name="T231" fmla="*/ 352 h 1258"/>
                              <a:gd name="T232" fmla="+- 0 9046 8684"/>
                              <a:gd name="T233" fmla="*/ T232 w 686"/>
                              <a:gd name="T234" fmla="+- 0 304 194"/>
                              <a:gd name="T235" fmla="*/ 304 h 1258"/>
                              <a:gd name="T236" fmla="+- 0 9082 8684"/>
                              <a:gd name="T237" fmla="*/ T236 w 686"/>
                              <a:gd name="T238" fmla="+- 0 352 194"/>
                              <a:gd name="T239" fmla="*/ 352 h 1258"/>
                              <a:gd name="T240" fmla="+- 0 9098 8684"/>
                              <a:gd name="T241" fmla="*/ T240 w 686"/>
                              <a:gd name="T242" fmla="+- 0 354 194"/>
                              <a:gd name="T243" fmla="*/ 354 h 1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686" h="1258">
                                <a:moveTo>
                                  <a:pt x="222" y="1062"/>
                                </a:moveTo>
                                <a:lnTo>
                                  <a:pt x="136" y="1062"/>
                                </a:lnTo>
                                <a:lnTo>
                                  <a:pt x="148" y="1142"/>
                                </a:lnTo>
                                <a:lnTo>
                                  <a:pt x="146" y="1164"/>
                                </a:lnTo>
                                <a:lnTo>
                                  <a:pt x="143" y="1172"/>
                                </a:lnTo>
                                <a:lnTo>
                                  <a:pt x="137" y="1178"/>
                                </a:lnTo>
                                <a:lnTo>
                                  <a:pt x="126" y="1186"/>
                                </a:lnTo>
                                <a:lnTo>
                                  <a:pt x="114" y="1196"/>
                                </a:lnTo>
                                <a:lnTo>
                                  <a:pt x="102" y="1204"/>
                                </a:lnTo>
                                <a:lnTo>
                                  <a:pt x="90" y="1208"/>
                                </a:lnTo>
                                <a:lnTo>
                                  <a:pt x="76" y="1212"/>
                                </a:lnTo>
                                <a:lnTo>
                                  <a:pt x="63" y="1216"/>
                                </a:lnTo>
                                <a:lnTo>
                                  <a:pt x="57" y="1222"/>
                                </a:lnTo>
                                <a:lnTo>
                                  <a:pt x="54" y="1230"/>
                                </a:lnTo>
                                <a:lnTo>
                                  <a:pt x="51" y="1238"/>
                                </a:lnTo>
                                <a:lnTo>
                                  <a:pt x="51" y="1248"/>
                                </a:lnTo>
                                <a:lnTo>
                                  <a:pt x="56" y="1254"/>
                                </a:lnTo>
                                <a:lnTo>
                                  <a:pt x="67" y="1258"/>
                                </a:lnTo>
                                <a:lnTo>
                                  <a:pt x="96" y="1258"/>
                                </a:lnTo>
                                <a:lnTo>
                                  <a:pt x="112" y="1252"/>
                                </a:lnTo>
                                <a:lnTo>
                                  <a:pt x="127" y="1248"/>
                                </a:lnTo>
                                <a:lnTo>
                                  <a:pt x="140" y="1244"/>
                                </a:lnTo>
                                <a:lnTo>
                                  <a:pt x="154" y="1242"/>
                                </a:lnTo>
                                <a:lnTo>
                                  <a:pt x="171" y="1238"/>
                                </a:lnTo>
                                <a:lnTo>
                                  <a:pt x="191" y="1236"/>
                                </a:lnTo>
                                <a:lnTo>
                                  <a:pt x="209" y="1232"/>
                                </a:lnTo>
                                <a:lnTo>
                                  <a:pt x="223" y="1228"/>
                                </a:lnTo>
                                <a:lnTo>
                                  <a:pt x="229" y="1222"/>
                                </a:lnTo>
                                <a:lnTo>
                                  <a:pt x="230" y="1212"/>
                                </a:lnTo>
                                <a:lnTo>
                                  <a:pt x="228" y="1200"/>
                                </a:lnTo>
                                <a:lnTo>
                                  <a:pt x="223" y="1188"/>
                                </a:lnTo>
                                <a:lnTo>
                                  <a:pt x="218" y="1172"/>
                                </a:lnTo>
                                <a:lnTo>
                                  <a:pt x="213" y="1156"/>
                                </a:lnTo>
                                <a:lnTo>
                                  <a:pt x="211" y="1142"/>
                                </a:lnTo>
                                <a:lnTo>
                                  <a:pt x="210" y="1132"/>
                                </a:lnTo>
                                <a:lnTo>
                                  <a:pt x="210" y="1130"/>
                                </a:lnTo>
                                <a:lnTo>
                                  <a:pt x="208" y="1070"/>
                                </a:lnTo>
                                <a:lnTo>
                                  <a:pt x="217" y="1070"/>
                                </a:lnTo>
                                <a:lnTo>
                                  <a:pt x="221" y="1064"/>
                                </a:lnTo>
                                <a:lnTo>
                                  <a:pt x="222" y="1062"/>
                                </a:lnTo>
                                <a:close/>
                                <a:moveTo>
                                  <a:pt x="387" y="494"/>
                                </a:moveTo>
                                <a:lnTo>
                                  <a:pt x="163" y="494"/>
                                </a:lnTo>
                                <a:lnTo>
                                  <a:pt x="144" y="556"/>
                                </a:lnTo>
                                <a:lnTo>
                                  <a:pt x="134" y="590"/>
                                </a:lnTo>
                                <a:lnTo>
                                  <a:pt x="133" y="602"/>
                                </a:lnTo>
                                <a:lnTo>
                                  <a:pt x="136" y="606"/>
                                </a:lnTo>
                                <a:lnTo>
                                  <a:pt x="140" y="610"/>
                                </a:lnTo>
                                <a:lnTo>
                                  <a:pt x="174" y="610"/>
                                </a:lnTo>
                                <a:lnTo>
                                  <a:pt x="174" y="636"/>
                                </a:lnTo>
                                <a:lnTo>
                                  <a:pt x="174" y="654"/>
                                </a:lnTo>
                                <a:lnTo>
                                  <a:pt x="175" y="696"/>
                                </a:lnTo>
                                <a:lnTo>
                                  <a:pt x="175" y="708"/>
                                </a:lnTo>
                                <a:lnTo>
                                  <a:pt x="175" y="718"/>
                                </a:lnTo>
                                <a:lnTo>
                                  <a:pt x="173" y="726"/>
                                </a:lnTo>
                                <a:lnTo>
                                  <a:pt x="170" y="738"/>
                                </a:lnTo>
                                <a:lnTo>
                                  <a:pt x="166" y="752"/>
                                </a:lnTo>
                                <a:lnTo>
                                  <a:pt x="160" y="762"/>
                                </a:lnTo>
                                <a:lnTo>
                                  <a:pt x="147" y="786"/>
                                </a:lnTo>
                                <a:lnTo>
                                  <a:pt x="127" y="832"/>
                                </a:lnTo>
                                <a:lnTo>
                                  <a:pt x="110" y="878"/>
                                </a:lnTo>
                                <a:lnTo>
                                  <a:pt x="102" y="908"/>
                                </a:lnTo>
                                <a:lnTo>
                                  <a:pt x="104" y="922"/>
                                </a:lnTo>
                                <a:lnTo>
                                  <a:pt x="108" y="932"/>
                                </a:lnTo>
                                <a:lnTo>
                                  <a:pt x="112" y="940"/>
                                </a:lnTo>
                                <a:lnTo>
                                  <a:pt x="113" y="948"/>
                                </a:lnTo>
                                <a:lnTo>
                                  <a:pt x="116" y="962"/>
                                </a:lnTo>
                                <a:lnTo>
                                  <a:pt x="122" y="986"/>
                                </a:lnTo>
                                <a:lnTo>
                                  <a:pt x="126" y="1012"/>
                                </a:lnTo>
                                <a:lnTo>
                                  <a:pt x="128" y="1028"/>
                                </a:lnTo>
                                <a:lnTo>
                                  <a:pt x="126" y="1040"/>
                                </a:lnTo>
                                <a:lnTo>
                                  <a:pt x="123" y="1054"/>
                                </a:lnTo>
                                <a:lnTo>
                                  <a:pt x="129" y="1064"/>
                                </a:lnTo>
                                <a:lnTo>
                                  <a:pt x="136" y="1062"/>
                                </a:lnTo>
                                <a:lnTo>
                                  <a:pt x="222" y="1062"/>
                                </a:lnTo>
                                <a:lnTo>
                                  <a:pt x="226" y="1056"/>
                                </a:lnTo>
                                <a:lnTo>
                                  <a:pt x="221" y="1034"/>
                                </a:lnTo>
                                <a:lnTo>
                                  <a:pt x="219" y="1024"/>
                                </a:lnTo>
                                <a:lnTo>
                                  <a:pt x="220" y="1012"/>
                                </a:lnTo>
                                <a:lnTo>
                                  <a:pt x="220" y="1002"/>
                                </a:lnTo>
                                <a:lnTo>
                                  <a:pt x="224" y="1002"/>
                                </a:lnTo>
                                <a:lnTo>
                                  <a:pt x="221" y="994"/>
                                </a:lnTo>
                                <a:lnTo>
                                  <a:pt x="216" y="982"/>
                                </a:lnTo>
                                <a:lnTo>
                                  <a:pt x="220" y="974"/>
                                </a:lnTo>
                                <a:lnTo>
                                  <a:pt x="220" y="962"/>
                                </a:lnTo>
                                <a:lnTo>
                                  <a:pt x="216" y="952"/>
                                </a:lnTo>
                                <a:lnTo>
                                  <a:pt x="226" y="930"/>
                                </a:lnTo>
                                <a:lnTo>
                                  <a:pt x="225" y="924"/>
                                </a:lnTo>
                                <a:lnTo>
                                  <a:pt x="648" y="924"/>
                                </a:lnTo>
                                <a:lnTo>
                                  <a:pt x="621" y="886"/>
                                </a:lnTo>
                                <a:lnTo>
                                  <a:pt x="616" y="878"/>
                                </a:lnTo>
                                <a:lnTo>
                                  <a:pt x="529" y="878"/>
                                </a:lnTo>
                                <a:lnTo>
                                  <a:pt x="456" y="872"/>
                                </a:lnTo>
                                <a:lnTo>
                                  <a:pt x="408" y="864"/>
                                </a:lnTo>
                                <a:lnTo>
                                  <a:pt x="349" y="864"/>
                                </a:lnTo>
                                <a:lnTo>
                                  <a:pt x="333" y="862"/>
                                </a:lnTo>
                                <a:lnTo>
                                  <a:pt x="318" y="860"/>
                                </a:lnTo>
                                <a:lnTo>
                                  <a:pt x="312" y="858"/>
                                </a:lnTo>
                                <a:lnTo>
                                  <a:pt x="317" y="832"/>
                                </a:lnTo>
                                <a:lnTo>
                                  <a:pt x="317" y="820"/>
                                </a:lnTo>
                                <a:lnTo>
                                  <a:pt x="317" y="790"/>
                                </a:lnTo>
                                <a:lnTo>
                                  <a:pt x="317" y="772"/>
                                </a:lnTo>
                                <a:lnTo>
                                  <a:pt x="317" y="762"/>
                                </a:lnTo>
                                <a:lnTo>
                                  <a:pt x="319" y="756"/>
                                </a:lnTo>
                                <a:lnTo>
                                  <a:pt x="320" y="744"/>
                                </a:lnTo>
                                <a:lnTo>
                                  <a:pt x="320" y="730"/>
                                </a:lnTo>
                                <a:lnTo>
                                  <a:pt x="331" y="722"/>
                                </a:lnTo>
                                <a:lnTo>
                                  <a:pt x="337" y="716"/>
                                </a:lnTo>
                                <a:lnTo>
                                  <a:pt x="344" y="708"/>
                                </a:lnTo>
                                <a:lnTo>
                                  <a:pt x="352" y="696"/>
                                </a:lnTo>
                                <a:lnTo>
                                  <a:pt x="363" y="678"/>
                                </a:lnTo>
                                <a:lnTo>
                                  <a:pt x="371" y="654"/>
                                </a:lnTo>
                                <a:lnTo>
                                  <a:pt x="376" y="632"/>
                                </a:lnTo>
                                <a:lnTo>
                                  <a:pt x="374" y="614"/>
                                </a:lnTo>
                                <a:lnTo>
                                  <a:pt x="371" y="606"/>
                                </a:lnTo>
                                <a:lnTo>
                                  <a:pt x="367" y="592"/>
                                </a:lnTo>
                                <a:lnTo>
                                  <a:pt x="362" y="578"/>
                                </a:lnTo>
                                <a:lnTo>
                                  <a:pt x="380" y="568"/>
                                </a:lnTo>
                                <a:lnTo>
                                  <a:pt x="399" y="556"/>
                                </a:lnTo>
                                <a:lnTo>
                                  <a:pt x="414" y="546"/>
                                </a:lnTo>
                                <a:lnTo>
                                  <a:pt x="421" y="538"/>
                                </a:lnTo>
                                <a:lnTo>
                                  <a:pt x="414" y="524"/>
                                </a:lnTo>
                                <a:lnTo>
                                  <a:pt x="394" y="502"/>
                                </a:lnTo>
                                <a:lnTo>
                                  <a:pt x="387" y="494"/>
                                </a:lnTo>
                                <a:close/>
                                <a:moveTo>
                                  <a:pt x="224" y="1002"/>
                                </a:moveTo>
                                <a:lnTo>
                                  <a:pt x="220" y="1002"/>
                                </a:lnTo>
                                <a:lnTo>
                                  <a:pt x="226" y="1008"/>
                                </a:lnTo>
                                <a:lnTo>
                                  <a:pt x="224" y="1002"/>
                                </a:lnTo>
                                <a:close/>
                                <a:moveTo>
                                  <a:pt x="654" y="932"/>
                                </a:moveTo>
                                <a:lnTo>
                                  <a:pt x="503" y="932"/>
                                </a:lnTo>
                                <a:lnTo>
                                  <a:pt x="515" y="934"/>
                                </a:lnTo>
                                <a:lnTo>
                                  <a:pt x="527" y="938"/>
                                </a:lnTo>
                                <a:lnTo>
                                  <a:pt x="538" y="938"/>
                                </a:lnTo>
                                <a:lnTo>
                                  <a:pt x="551" y="940"/>
                                </a:lnTo>
                                <a:lnTo>
                                  <a:pt x="552" y="946"/>
                                </a:lnTo>
                                <a:lnTo>
                                  <a:pt x="572" y="950"/>
                                </a:lnTo>
                                <a:lnTo>
                                  <a:pt x="586" y="954"/>
                                </a:lnTo>
                                <a:lnTo>
                                  <a:pt x="599" y="960"/>
                                </a:lnTo>
                                <a:lnTo>
                                  <a:pt x="612" y="966"/>
                                </a:lnTo>
                                <a:lnTo>
                                  <a:pt x="638" y="980"/>
                                </a:lnTo>
                                <a:lnTo>
                                  <a:pt x="642" y="986"/>
                                </a:lnTo>
                                <a:lnTo>
                                  <a:pt x="650" y="994"/>
                                </a:lnTo>
                                <a:lnTo>
                                  <a:pt x="660" y="1002"/>
                                </a:lnTo>
                                <a:lnTo>
                                  <a:pt x="672" y="1006"/>
                                </a:lnTo>
                                <a:lnTo>
                                  <a:pt x="682" y="1006"/>
                                </a:lnTo>
                                <a:lnTo>
                                  <a:pt x="685" y="1000"/>
                                </a:lnTo>
                                <a:lnTo>
                                  <a:pt x="684" y="990"/>
                                </a:lnTo>
                                <a:lnTo>
                                  <a:pt x="681" y="980"/>
                                </a:lnTo>
                                <a:lnTo>
                                  <a:pt x="675" y="966"/>
                                </a:lnTo>
                                <a:lnTo>
                                  <a:pt x="665" y="948"/>
                                </a:lnTo>
                                <a:lnTo>
                                  <a:pt x="654" y="932"/>
                                </a:lnTo>
                                <a:close/>
                                <a:moveTo>
                                  <a:pt x="648" y="924"/>
                                </a:moveTo>
                                <a:lnTo>
                                  <a:pt x="225" y="924"/>
                                </a:lnTo>
                                <a:lnTo>
                                  <a:pt x="229" y="944"/>
                                </a:lnTo>
                                <a:lnTo>
                                  <a:pt x="238" y="950"/>
                                </a:lnTo>
                                <a:lnTo>
                                  <a:pt x="249" y="956"/>
                                </a:lnTo>
                                <a:lnTo>
                                  <a:pt x="263" y="962"/>
                                </a:lnTo>
                                <a:lnTo>
                                  <a:pt x="280" y="966"/>
                                </a:lnTo>
                                <a:lnTo>
                                  <a:pt x="296" y="966"/>
                                </a:lnTo>
                                <a:lnTo>
                                  <a:pt x="313" y="962"/>
                                </a:lnTo>
                                <a:lnTo>
                                  <a:pt x="330" y="960"/>
                                </a:lnTo>
                                <a:lnTo>
                                  <a:pt x="344" y="958"/>
                                </a:lnTo>
                                <a:lnTo>
                                  <a:pt x="382" y="958"/>
                                </a:lnTo>
                                <a:lnTo>
                                  <a:pt x="386" y="952"/>
                                </a:lnTo>
                                <a:lnTo>
                                  <a:pt x="389" y="946"/>
                                </a:lnTo>
                                <a:lnTo>
                                  <a:pt x="390" y="946"/>
                                </a:lnTo>
                                <a:lnTo>
                                  <a:pt x="405" y="944"/>
                                </a:lnTo>
                                <a:lnTo>
                                  <a:pt x="439" y="938"/>
                                </a:lnTo>
                                <a:lnTo>
                                  <a:pt x="474" y="934"/>
                                </a:lnTo>
                                <a:lnTo>
                                  <a:pt x="494" y="932"/>
                                </a:lnTo>
                                <a:lnTo>
                                  <a:pt x="654" y="932"/>
                                </a:lnTo>
                                <a:lnTo>
                                  <a:pt x="650" y="926"/>
                                </a:lnTo>
                                <a:lnTo>
                                  <a:pt x="648" y="924"/>
                                </a:lnTo>
                                <a:close/>
                                <a:moveTo>
                                  <a:pt x="382" y="958"/>
                                </a:moveTo>
                                <a:lnTo>
                                  <a:pt x="353" y="958"/>
                                </a:lnTo>
                                <a:lnTo>
                                  <a:pt x="351" y="962"/>
                                </a:lnTo>
                                <a:lnTo>
                                  <a:pt x="374" y="962"/>
                                </a:lnTo>
                                <a:lnTo>
                                  <a:pt x="377" y="964"/>
                                </a:lnTo>
                                <a:lnTo>
                                  <a:pt x="382" y="958"/>
                                </a:lnTo>
                                <a:close/>
                                <a:moveTo>
                                  <a:pt x="584" y="832"/>
                                </a:moveTo>
                                <a:lnTo>
                                  <a:pt x="574" y="836"/>
                                </a:lnTo>
                                <a:lnTo>
                                  <a:pt x="563" y="842"/>
                                </a:lnTo>
                                <a:lnTo>
                                  <a:pt x="553" y="852"/>
                                </a:lnTo>
                                <a:lnTo>
                                  <a:pt x="541" y="866"/>
                                </a:lnTo>
                                <a:lnTo>
                                  <a:pt x="535" y="874"/>
                                </a:lnTo>
                                <a:lnTo>
                                  <a:pt x="529" y="878"/>
                                </a:lnTo>
                                <a:lnTo>
                                  <a:pt x="616" y="878"/>
                                </a:lnTo>
                                <a:lnTo>
                                  <a:pt x="614" y="876"/>
                                </a:lnTo>
                                <a:lnTo>
                                  <a:pt x="611" y="868"/>
                                </a:lnTo>
                                <a:lnTo>
                                  <a:pt x="605" y="854"/>
                                </a:lnTo>
                                <a:lnTo>
                                  <a:pt x="597" y="842"/>
                                </a:lnTo>
                                <a:lnTo>
                                  <a:pt x="591" y="834"/>
                                </a:lnTo>
                                <a:lnTo>
                                  <a:pt x="584" y="832"/>
                                </a:lnTo>
                                <a:close/>
                                <a:moveTo>
                                  <a:pt x="369" y="854"/>
                                </a:moveTo>
                                <a:lnTo>
                                  <a:pt x="360" y="862"/>
                                </a:lnTo>
                                <a:lnTo>
                                  <a:pt x="349" y="864"/>
                                </a:lnTo>
                                <a:lnTo>
                                  <a:pt x="408" y="864"/>
                                </a:lnTo>
                                <a:lnTo>
                                  <a:pt x="381" y="862"/>
                                </a:lnTo>
                                <a:lnTo>
                                  <a:pt x="369" y="854"/>
                                </a:lnTo>
                                <a:close/>
                                <a:moveTo>
                                  <a:pt x="354" y="346"/>
                                </a:moveTo>
                                <a:lnTo>
                                  <a:pt x="126" y="346"/>
                                </a:lnTo>
                                <a:lnTo>
                                  <a:pt x="127" y="354"/>
                                </a:lnTo>
                                <a:lnTo>
                                  <a:pt x="129" y="368"/>
                                </a:lnTo>
                                <a:lnTo>
                                  <a:pt x="133" y="392"/>
                                </a:lnTo>
                                <a:lnTo>
                                  <a:pt x="139" y="424"/>
                                </a:lnTo>
                                <a:lnTo>
                                  <a:pt x="102" y="480"/>
                                </a:lnTo>
                                <a:lnTo>
                                  <a:pt x="82" y="510"/>
                                </a:lnTo>
                                <a:lnTo>
                                  <a:pt x="74" y="524"/>
                                </a:lnTo>
                                <a:lnTo>
                                  <a:pt x="70" y="530"/>
                                </a:lnTo>
                                <a:lnTo>
                                  <a:pt x="64" y="540"/>
                                </a:lnTo>
                                <a:lnTo>
                                  <a:pt x="57" y="554"/>
                                </a:lnTo>
                                <a:lnTo>
                                  <a:pt x="47" y="560"/>
                                </a:lnTo>
                                <a:lnTo>
                                  <a:pt x="38" y="564"/>
                                </a:lnTo>
                                <a:lnTo>
                                  <a:pt x="26" y="568"/>
                                </a:lnTo>
                                <a:lnTo>
                                  <a:pt x="14" y="576"/>
                                </a:lnTo>
                                <a:lnTo>
                                  <a:pt x="6" y="588"/>
                                </a:lnTo>
                                <a:lnTo>
                                  <a:pt x="2" y="592"/>
                                </a:lnTo>
                                <a:lnTo>
                                  <a:pt x="0" y="598"/>
                                </a:lnTo>
                                <a:lnTo>
                                  <a:pt x="0" y="600"/>
                                </a:lnTo>
                                <a:lnTo>
                                  <a:pt x="0" y="604"/>
                                </a:lnTo>
                                <a:lnTo>
                                  <a:pt x="11" y="622"/>
                                </a:lnTo>
                                <a:lnTo>
                                  <a:pt x="10" y="624"/>
                                </a:lnTo>
                                <a:lnTo>
                                  <a:pt x="26" y="632"/>
                                </a:lnTo>
                                <a:lnTo>
                                  <a:pt x="36" y="636"/>
                                </a:lnTo>
                                <a:lnTo>
                                  <a:pt x="46" y="634"/>
                                </a:lnTo>
                                <a:lnTo>
                                  <a:pt x="55" y="630"/>
                                </a:lnTo>
                                <a:lnTo>
                                  <a:pt x="49" y="624"/>
                                </a:lnTo>
                                <a:lnTo>
                                  <a:pt x="46" y="620"/>
                                </a:lnTo>
                                <a:lnTo>
                                  <a:pt x="57" y="610"/>
                                </a:lnTo>
                                <a:lnTo>
                                  <a:pt x="74" y="598"/>
                                </a:lnTo>
                                <a:lnTo>
                                  <a:pt x="76" y="590"/>
                                </a:lnTo>
                                <a:lnTo>
                                  <a:pt x="78" y="582"/>
                                </a:lnTo>
                                <a:lnTo>
                                  <a:pt x="80" y="574"/>
                                </a:lnTo>
                                <a:lnTo>
                                  <a:pt x="100" y="554"/>
                                </a:lnTo>
                                <a:lnTo>
                                  <a:pt x="101" y="554"/>
                                </a:lnTo>
                                <a:lnTo>
                                  <a:pt x="108" y="546"/>
                                </a:lnTo>
                                <a:lnTo>
                                  <a:pt x="144" y="512"/>
                                </a:lnTo>
                                <a:lnTo>
                                  <a:pt x="155" y="502"/>
                                </a:lnTo>
                                <a:lnTo>
                                  <a:pt x="163" y="494"/>
                                </a:lnTo>
                                <a:lnTo>
                                  <a:pt x="387" y="494"/>
                                </a:lnTo>
                                <a:lnTo>
                                  <a:pt x="373" y="480"/>
                                </a:lnTo>
                                <a:lnTo>
                                  <a:pt x="361" y="466"/>
                                </a:lnTo>
                                <a:lnTo>
                                  <a:pt x="356" y="458"/>
                                </a:lnTo>
                                <a:lnTo>
                                  <a:pt x="351" y="446"/>
                                </a:lnTo>
                                <a:lnTo>
                                  <a:pt x="351" y="436"/>
                                </a:lnTo>
                                <a:lnTo>
                                  <a:pt x="393" y="410"/>
                                </a:lnTo>
                                <a:lnTo>
                                  <a:pt x="416" y="398"/>
                                </a:lnTo>
                                <a:lnTo>
                                  <a:pt x="424" y="392"/>
                                </a:lnTo>
                                <a:lnTo>
                                  <a:pt x="427" y="392"/>
                                </a:lnTo>
                                <a:lnTo>
                                  <a:pt x="439" y="384"/>
                                </a:lnTo>
                                <a:lnTo>
                                  <a:pt x="442" y="382"/>
                                </a:lnTo>
                                <a:lnTo>
                                  <a:pt x="350" y="382"/>
                                </a:lnTo>
                                <a:lnTo>
                                  <a:pt x="353" y="366"/>
                                </a:lnTo>
                                <a:lnTo>
                                  <a:pt x="354" y="350"/>
                                </a:lnTo>
                                <a:lnTo>
                                  <a:pt x="354" y="346"/>
                                </a:lnTo>
                                <a:close/>
                                <a:moveTo>
                                  <a:pt x="508" y="316"/>
                                </a:moveTo>
                                <a:lnTo>
                                  <a:pt x="357" y="316"/>
                                </a:lnTo>
                                <a:lnTo>
                                  <a:pt x="410" y="326"/>
                                </a:lnTo>
                                <a:lnTo>
                                  <a:pt x="397" y="344"/>
                                </a:lnTo>
                                <a:lnTo>
                                  <a:pt x="391" y="352"/>
                                </a:lnTo>
                                <a:lnTo>
                                  <a:pt x="383" y="360"/>
                                </a:lnTo>
                                <a:lnTo>
                                  <a:pt x="369" y="370"/>
                                </a:lnTo>
                                <a:lnTo>
                                  <a:pt x="356" y="378"/>
                                </a:lnTo>
                                <a:lnTo>
                                  <a:pt x="350" y="382"/>
                                </a:lnTo>
                                <a:lnTo>
                                  <a:pt x="442" y="382"/>
                                </a:lnTo>
                                <a:lnTo>
                                  <a:pt x="462" y="368"/>
                                </a:lnTo>
                                <a:lnTo>
                                  <a:pt x="484" y="350"/>
                                </a:lnTo>
                                <a:lnTo>
                                  <a:pt x="494" y="344"/>
                                </a:lnTo>
                                <a:lnTo>
                                  <a:pt x="506" y="334"/>
                                </a:lnTo>
                                <a:lnTo>
                                  <a:pt x="511" y="328"/>
                                </a:lnTo>
                                <a:lnTo>
                                  <a:pt x="511" y="322"/>
                                </a:lnTo>
                                <a:lnTo>
                                  <a:pt x="508" y="316"/>
                                </a:lnTo>
                                <a:close/>
                                <a:moveTo>
                                  <a:pt x="302" y="218"/>
                                </a:moveTo>
                                <a:lnTo>
                                  <a:pt x="158" y="218"/>
                                </a:lnTo>
                                <a:lnTo>
                                  <a:pt x="154" y="220"/>
                                </a:lnTo>
                                <a:lnTo>
                                  <a:pt x="147" y="224"/>
                                </a:lnTo>
                                <a:lnTo>
                                  <a:pt x="137" y="230"/>
                                </a:lnTo>
                                <a:lnTo>
                                  <a:pt x="126" y="238"/>
                                </a:lnTo>
                                <a:lnTo>
                                  <a:pt x="120" y="246"/>
                                </a:lnTo>
                                <a:lnTo>
                                  <a:pt x="116" y="258"/>
                                </a:lnTo>
                                <a:lnTo>
                                  <a:pt x="110" y="264"/>
                                </a:lnTo>
                                <a:lnTo>
                                  <a:pt x="112" y="280"/>
                                </a:lnTo>
                                <a:lnTo>
                                  <a:pt x="115" y="310"/>
                                </a:lnTo>
                                <a:lnTo>
                                  <a:pt x="117" y="328"/>
                                </a:lnTo>
                                <a:lnTo>
                                  <a:pt x="120" y="340"/>
                                </a:lnTo>
                                <a:lnTo>
                                  <a:pt x="124" y="350"/>
                                </a:lnTo>
                                <a:lnTo>
                                  <a:pt x="126" y="346"/>
                                </a:lnTo>
                                <a:lnTo>
                                  <a:pt x="354" y="346"/>
                                </a:lnTo>
                                <a:lnTo>
                                  <a:pt x="354" y="326"/>
                                </a:lnTo>
                                <a:lnTo>
                                  <a:pt x="357" y="316"/>
                                </a:lnTo>
                                <a:lnTo>
                                  <a:pt x="508" y="316"/>
                                </a:lnTo>
                                <a:lnTo>
                                  <a:pt x="506" y="312"/>
                                </a:lnTo>
                                <a:lnTo>
                                  <a:pt x="505" y="312"/>
                                </a:lnTo>
                                <a:lnTo>
                                  <a:pt x="501" y="306"/>
                                </a:lnTo>
                                <a:lnTo>
                                  <a:pt x="495" y="300"/>
                                </a:lnTo>
                                <a:lnTo>
                                  <a:pt x="485" y="292"/>
                                </a:lnTo>
                                <a:lnTo>
                                  <a:pt x="472" y="286"/>
                                </a:lnTo>
                                <a:lnTo>
                                  <a:pt x="453" y="278"/>
                                </a:lnTo>
                                <a:lnTo>
                                  <a:pt x="433" y="270"/>
                                </a:lnTo>
                                <a:lnTo>
                                  <a:pt x="417" y="264"/>
                                </a:lnTo>
                                <a:lnTo>
                                  <a:pt x="411" y="262"/>
                                </a:lnTo>
                                <a:lnTo>
                                  <a:pt x="377" y="250"/>
                                </a:lnTo>
                                <a:lnTo>
                                  <a:pt x="358" y="244"/>
                                </a:lnTo>
                                <a:lnTo>
                                  <a:pt x="350" y="242"/>
                                </a:lnTo>
                                <a:lnTo>
                                  <a:pt x="345" y="238"/>
                                </a:lnTo>
                                <a:lnTo>
                                  <a:pt x="338" y="234"/>
                                </a:lnTo>
                                <a:lnTo>
                                  <a:pt x="329" y="228"/>
                                </a:lnTo>
                                <a:lnTo>
                                  <a:pt x="318" y="224"/>
                                </a:lnTo>
                                <a:lnTo>
                                  <a:pt x="306" y="220"/>
                                </a:lnTo>
                                <a:lnTo>
                                  <a:pt x="302" y="218"/>
                                </a:lnTo>
                                <a:close/>
                                <a:moveTo>
                                  <a:pt x="497" y="298"/>
                                </a:moveTo>
                                <a:lnTo>
                                  <a:pt x="505" y="312"/>
                                </a:lnTo>
                                <a:lnTo>
                                  <a:pt x="506" y="312"/>
                                </a:lnTo>
                                <a:lnTo>
                                  <a:pt x="497" y="298"/>
                                </a:lnTo>
                                <a:close/>
                                <a:moveTo>
                                  <a:pt x="191" y="0"/>
                                </a:moveTo>
                                <a:lnTo>
                                  <a:pt x="177" y="0"/>
                                </a:lnTo>
                                <a:lnTo>
                                  <a:pt x="167" y="4"/>
                                </a:lnTo>
                                <a:lnTo>
                                  <a:pt x="154" y="14"/>
                                </a:lnTo>
                                <a:lnTo>
                                  <a:pt x="133" y="24"/>
                                </a:lnTo>
                                <a:lnTo>
                                  <a:pt x="122" y="32"/>
                                </a:lnTo>
                                <a:lnTo>
                                  <a:pt x="117" y="46"/>
                                </a:lnTo>
                                <a:lnTo>
                                  <a:pt x="113" y="68"/>
                                </a:lnTo>
                                <a:lnTo>
                                  <a:pt x="109" y="84"/>
                                </a:lnTo>
                                <a:lnTo>
                                  <a:pt x="108" y="94"/>
                                </a:lnTo>
                                <a:lnTo>
                                  <a:pt x="108" y="102"/>
                                </a:lnTo>
                                <a:lnTo>
                                  <a:pt x="117" y="122"/>
                                </a:lnTo>
                                <a:lnTo>
                                  <a:pt x="113" y="124"/>
                                </a:lnTo>
                                <a:lnTo>
                                  <a:pt x="107" y="140"/>
                                </a:lnTo>
                                <a:lnTo>
                                  <a:pt x="107" y="164"/>
                                </a:lnTo>
                                <a:lnTo>
                                  <a:pt x="120" y="198"/>
                                </a:lnTo>
                                <a:lnTo>
                                  <a:pt x="122" y="206"/>
                                </a:lnTo>
                                <a:lnTo>
                                  <a:pt x="124" y="218"/>
                                </a:lnTo>
                                <a:lnTo>
                                  <a:pt x="127" y="222"/>
                                </a:lnTo>
                                <a:lnTo>
                                  <a:pt x="144" y="224"/>
                                </a:lnTo>
                                <a:lnTo>
                                  <a:pt x="152" y="220"/>
                                </a:lnTo>
                                <a:lnTo>
                                  <a:pt x="158" y="218"/>
                                </a:lnTo>
                                <a:lnTo>
                                  <a:pt x="302" y="218"/>
                                </a:lnTo>
                                <a:lnTo>
                                  <a:pt x="293" y="214"/>
                                </a:lnTo>
                                <a:lnTo>
                                  <a:pt x="279" y="210"/>
                                </a:lnTo>
                                <a:lnTo>
                                  <a:pt x="267" y="204"/>
                                </a:lnTo>
                                <a:lnTo>
                                  <a:pt x="258" y="202"/>
                                </a:lnTo>
                                <a:lnTo>
                                  <a:pt x="249" y="202"/>
                                </a:lnTo>
                                <a:lnTo>
                                  <a:pt x="245" y="184"/>
                                </a:lnTo>
                                <a:lnTo>
                                  <a:pt x="250" y="178"/>
                                </a:lnTo>
                                <a:lnTo>
                                  <a:pt x="259" y="168"/>
                                </a:lnTo>
                                <a:lnTo>
                                  <a:pt x="273" y="152"/>
                                </a:lnTo>
                                <a:lnTo>
                                  <a:pt x="286" y="134"/>
                                </a:lnTo>
                                <a:lnTo>
                                  <a:pt x="294" y="120"/>
                                </a:lnTo>
                                <a:lnTo>
                                  <a:pt x="294" y="116"/>
                                </a:lnTo>
                                <a:lnTo>
                                  <a:pt x="295" y="112"/>
                                </a:lnTo>
                                <a:lnTo>
                                  <a:pt x="295" y="106"/>
                                </a:lnTo>
                                <a:lnTo>
                                  <a:pt x="358" y="106"/>
                                </a:lnTo>
                                <a:lnTo>
                                  <a:pt x="340" y="86"/>
                                </a:lnTo>
                                <a:lnTo>
                                  <a:pt x="317" y="66"/>
                                </a:lnTo>
                                <a:lnTo>
                                  <a:pt x="298" y="54"/>
                                </a:lnTo>
                                <a:lnTo>
                                  <a:pt x="286" y="46"/>
                                </a:lnTo>
                                <a:lnTo>
                                  <a:pt x="276" y="30"/>
                                </a:lnTo>
                                <a:lnTo>
                                  <a:pt x="261" y="16"/>
                                </a:lnTo>
                                <a:lnTo>
                                  <a:pt x="240" y="6"/>
                                </a:lnTo>
                                <a:lnTo>
                                  <a:pt x="212" y="2"/>
                                </a:lnTo>
                                <a:lnTo>
                                  <a:pt x="191" y="0"/>
                                </a:lnTo>
                                <a:close/>
                                <a:moveTo>
                                  <a:pt x="383" y="184"/>
                                </a:moveTo>
                                <a:lnTo>
                                  <a:pt x="371" y="184"/>
                                </a:lnTo>
                                <a:lnTo>
                                  <a:pt x="383" y="190"/>
                                </a:lnTo>
                                <a:lnTo>
                                  <a:pt x="392" y="188"/>
                                </a:lnTo>
                                <a:lnTo>
                                  <a:pt x="383" y="184"/>
                                </a:lnTo>
                                <a:close/>
                                <a:moveTo>
                                  <a:pt x="389" y="164"/>
                                </a:moveTo>
                                <a:lnTo>
                                  <a:pt x="331" y="164"/>
                                </a:lnTo>
                                <a:lnTo>
                                  <a:pt x="346" y="178"/>
                                </a:lnTo>
                                <a:lnTo>
                                  <a:pt x="361" y="186"/>
                                </a:lnTo>
                                <a:lnTo>
                                  <a:pt x="371" y="188"/>
                                </a:lnTo>
                                <a:lnTo>
                                  <a:pt x="371" y="184"/>
                                </a:lnTo>
                                <a:lnTo>
                                  <a:pt x="383" y="184"/>
                                </a:lnTo>
                                <a:lnTo>
                                  <a:pt x="374" y="180"/>
                                </a:lnTo>
                                <a:lnTo>
                                  <a:pt x="369" y="176"/>
                                </a:lnTo>
                                <a:lnTo>
                                  <a:pt x="365" y="170"/>
                                </a:lnTo>
                                <a:lnTo>
                                  <a:pt x="396" y="170"/>
                                </a:lnTo>
                                <a:lnTo>
                                  <a:pt x="407" y="168"/>
                                </a:lnTo>
                                <a:lnTo>
                                  <a:pt x="413" y="166"/>
                                </a:lnTo>
                                <a:lnTo>
                                  <a:pt x="397" y="166"/>
                                </a:lnTo>
                                <a:lnTo>
                                  <a:pt x="389" y="164"/>
                                </a:lnTo>
                                <a:close/>
                                <a:moveTo>
                                  <a:pt x="384" y="160"/>
                                </a:moveTo>
                                <a:lnTo>
                                  <a:pt x="319" y="160"/>
                                </a:lnTo>
                                <a:lnTo>
                                  <a:pt x="325" y="174"/>
                                </a:lnTo>
                                <a:lnTo>
                                  <a:pt x="336" y="184"/>
                                </a:lnTo>
                                <a:lnTo>
                                  <a:pt x="331" y="172"/>
                                </a:lnTo>
                                <a:lnTo>
                                  <a:pt x="331" y="168"/>
                                </a:lnTo>
                                <a:lnTo>
                                  <a:pt x="331" y="164"/>
                                </a:lnTo>
                                <a:lnTo>
                                  <a:pt x="389" y="164"/>
                                </a:lnTo>
                                <a:lnTo>
                                  <a:pt x="384" y="160"/>
                                </a:lnTo>
                                <a:close/>
                                <a:moveTo>
                                  <a:pt x="358" y="106"/>
                                </a:moveTo>
                                <a:lnTo>
                                  <a:pt x="295" y="106"/>
                                </a:lnTo>
                                <a:lnTo>
                                  <a:pt x="297" y="108"/>
                                </a:lnTo>
                                <a:lnTo>
                                  <a:pt x="298" y="110"/>
                                </a:lnTo>
                                <a:lnTo>
                                  <a:pt x="298" y="116"/>
                                </a:lnTo>
                                <a:lnTo>
                                  <a:pt x="302" y="124"/>
                                </a:lnTo>
                                <a:lnTo>
                                  <a:pt x="302" y="144"/>
                                </a:lnTo>
                                <a:lnTo>
                                  <a:pt x="305" y="160"/>
                                </a:lnTo>
                                <a:lnTo>
                                  <a:pt x="312" y="172"/>
                                </a:lnTo>
                                <a:lnTo>
                                  <a:pt x="319" y="178"/>
                                </a:lnTo>
                                <a:lnTo>
                                  <a:pt x="319" y="176"/>
                                </a:lnTo>
                                <a:lnTo>
                                  <a:pt x="317" y="170"/>
                                </a:lnTo>
                                <a:lnTo>
                                  <a:pt x="317" y="166"/>
                                </a:lnTo>
                                <a:lnTo>
                                  <a:pt x="319" y="160"/>
                                </a:lnTo>
                                <a:lnTo>
                                  <a:pt x="384" y="160"/>
                                </a:lnTo>
                                <a:lnTo>
                                  <a:pt x="381" y="158"/>
                                </a:lnTo>
                                <a:lnTo>
                                  <a:pt x="416" y="158"/>
                                </a:lnTo>
                                <a:lnTo>
                                  <a:pt x="420" y="154"/>
                                </a:lnTo>
                                <a:lnTo>
                                  <a:pt x="413" y="152"/>
                                </a:lnTo>
                                <a:lnTo>
                                  <a:pt x="405" y="150"/>
                                </a:lnTo>
                                <a:lnTo>
                                  <a:pt x="395" y="146"/>
                                </a:lnTo>
                                <a:lnTo>
                                  <a:pt x="382" y="134"/>
                                </a:lnTo>
                                <a:lnTo>
                                  <a:pt x="362" y="110"/>
                                </a:lnTo>
                                <a:lnTo>
                                  <a:pt x="358" y="106"/>
                                </a:lnTo>
                                <a:close/>
                                <a:moveTo>
                                  <a:pt x="381" y="170"/>
                                </a:moveTo>
                                <a:lnTo>
                                  <a:pt x="365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76" y="172"/>
                                </a:lnTo>
                                <a:lnTo>
                                  <a:pt x="381" y="170"/>
                                </a:lnTo>
                                <a:close/>
                                <a:moveTo>
                                  <a:pt x="398" y="158"/>
                                </a:moveTo>
                                <a:lnTo>
                                  <a:pt x="381" y="158"/>
                                </a:lnTo>
                                <a:lnTo>
                                  <a:pt x="389" y="160"/>
                                </a:lnTo>
                                <a:lnTo>
                                  <a:pt x="395" y="160"/>
                                </a:lnTo>
                                <a:lnTo>
                                  <a:pt x="398" y="158"/>
                                </a:lnTo>
                                <a:close/>
                                <a:moveTo>
                                  <a:pt x="416" y="158"/>
                                </a:moveTo>
                                <a:lnTo>
                                  <a:pt x="398" y="158"/>
                                </a:lnTo>
                                <a:lnTo>
                                  <a:pt x="414" y="160"/>
                                </a:lnTo>
                                <a:lnTo>
                                  <a:pt x="416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3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9348" y="263"/>
                            <a:ext cx="490" cy="1188"/>
                          </a:xfrm>
                          <a:custGeom>
                            <a:avLst/>
                            <a:gdLst>
                              <a:gd name="T0" fmla="+- 0 9365 9348"/>
                              <a:gd name="T1" fmla="*/ T0 w 490"/>
                              <a:gd name="T2" fmla="+- 0 1407 263"/>
                              <a:gd name="T3" fmla="*/ 1407 h 1188"/>
                              <a:gd name="T4" fmla="+- 0 9461 9348"/>
                              <a:gd name="T5" fmla="*/ T4 w 490"/>
                              <a:gd name="T6" fmla="+- 0 1447 263"/>
                              <a:gd name="T7" fmla="*/ 1447 h 1188"/>
                              <a:gd name="T8" fmla="+- 0 9512 9348"/>
                              <a:gd name="T9" fmla="*/ T8 w 490"/>
                              <a:gd name="T10" fmla="+- 0 1381 263"/>
                              <a:gd name="T11" fmla="*/ 1381 h 1188"/>
                              <a:gd name="T12" fmla="+- 0 9519 9348"/>
                              <a:gd name="T13" fmla="*/ T12 w 490"/>
                              <a:gd name="T14" fmla="+- 0 1385 263"/>
                              <a:gd name="T15" fmla="*/ 1385 h 1188"/>
                              <a:gd name="T16" fmla="+- 0 9471 9348"/>
                              <a:gd name="T17" fmla="*/ T16 w 490"/>
                              <a:gd name="T18" fmla="+- 0 709 263"/>
                              <a:gd name="T19" fmla="*/ 709 h 1188"/>
                              <a:gd name="T20" fmla="+- 0 9495 9348"/>
                              <a:gd name="T21" fmla="*/ T20 w 490"/>
                              <a:gd name="T22" fmla="+- 0 837 263"/>
                              <a:gd name="T23" fmla="*/ 837 h 1188"/>
                              <a:gd name="T24" fmla="+- 0 9487 9348"/>
                              <a:gd name="T25" fmla="*/ T24 w 490"/>
                              <a:gd name="T26" fmla="+- 0 931 263"/>
                              <a:gd name="T27" fmla="*/ 931 h 1188"/>
                              <a:gd name="T28" fmla="+- 0 9476 9348"/>
                              <a:gd name="T29" fmla="*/ T28 w 490"/>
                              <a:gd name="T30" fmla="+- 0 1035 263"/>
                              <a:gd name="T31" fmla="*/ 1035 h 1188"/>
                              <a:gd name="T32" fmla="+- 0 9455 9348"/>
                              <a:gd name="T33" fmla="*/ T32 w 490"/>
                              <a:gd name="T34" fmla="+- 0 1107 263"/>
                              <a:gd name="T35" fmla="*/ 1107 h 1188"/>
                              <a:gd name="T36" fmla="+- 0 9464 9348"/>
                              <a:gd name="T37" fmla="*/ T36 w 490"/>
                              <a:gd name="T38" fmla="+- 0 1213 263"/>
                              <a:gd name="T39" fmla="*/ 1213 h 1188"/>
                              <a:gd name="T40" fmla="+- 0 9427 9348"/>
                              <a:gd name="T41" fmla="*/ T40 w 490"/>
                              <a:gd name="T42" fmla="+- 0 1339 263"/>
                              <a:gd name="T43" fmla="*/ 1339 h 1188"/>
                              <a:gd name="T44" fmla="+- 0 9389 9348"/>
                              <a:gd name="T45" fmla="*/ T44 w 490"/>
                              <a:gd name="T46" fmla="+- 0 1369 263"/>
                              <a:gd name="T47" fmla="*/ 1369 h 1188"/>
                              <a:gd name="T48" fmla="+- 0 9533 9348"/>
                              <a:gd name="T49" fmla="*/ T48 w 490"/>
                              <a:gd name="T50" fmla="+- 0 1305 263"/>
                              <a:gd name="T51" fmla="*/ 1305 h 1188"/>
                              <a:gd name="T52" fmla="+- 0 9555 9348"/>
                              <a:gd name="T53" fmla="*/ T52 w 490"/>
                              <a:gd name="T54" fmla="+- 0 1187 263"/>
                              <a:gd name="T55" fmla="*/ 1187 h 1188"/>
                              <a:gd name="T56" fmla="+- 0 9780 9348"/>
                              <a:gd name="T57" fmla="*/ T56 w 490"/>
                              <a:gd name="T58" fmla="+- 0 1129 263"/>
                              <a:gd name="T59" fmla="*/ 1129 h 1188"/>
                              <a:gd name="T60" fmla="+- 0 9678 9348"/>
                              <a:gd name="T61" fmla="*/ T60 w 490"/>
                              <a:gd name="T62" fmla="+- 0 1095 263"/>
                              <a:gd name="T63" fmla="*/ 1095 h 1188"/>
                              <a:gd name="T64" fmla="+- 0 9600 9348"/>
                              <a:gd name="T65" fmla="*/ T64 w 490"/>
                              <a:gd name="T66" fmla="+- 0 1037 263"/>
                              <a:gd name="T67" fmla="*/ 1037 h 1188"/>
                              <a:gd name="T68" fmla="+- 0 9626 9348"/>
                              <a:gd name="T69" fmla="*/ T68 w 490"/>
                              <a:gd name="T70" fmla="+- 0 971 263"/>
                              <a:gd name="T71" fmla="*/ 971 h 1188"/>
                              <a:gd name="T72" fmla="+- 0 9659 9348"/>
                              <a:gd name="T73" fmla="*/ T72 w 490"/>
                              <a:gd name="T74" fmla="+- 0 927 263"/>
                              <a:gd name="T75" fmla="*/ 927 h 1188"/>
                              <a:gd name="T76" fmla="+- 0 9716 9348"/>
                              <a:gd name="T77" fmla="*/ T76 w 490"/>
                              <a:gd name="T78" fmla="+- 0 829 263"/>
                              <a:gd name="T79" fmla="*/ 829 h 1188"/>
                              <a:gd name="T80" fmla="+- 0 9743 9348"/>
                              <a:gd name="T81" fmla="*/ T80 w 490"/>
                              <a:gd name="T82" fmla="+- 0 1235 263"/>
                              <a:gd name="T83" fmla="*/ 1235 h 1188"/>
                              <a:gd name="T84" fmla="+- 0 9771 9348"/>
                              <a:gd name="T85" fmla="*/ T84 w 490"/>
                              <a:gd name="T86" fmla="+- 0 1307 263"/>
                              <a:gd name="T87" fmla="*/ 1307 h 1188"/>
                              <a:gd name="T88" fmla="+- 0 9831 9348"/>
                              <a:gd name="T89" fmla="*/ T88 w 490"/>
                              <a:gd name="T90" fmla="+- 0 1243 263"/>
                              <a:gd name="T91" fmla="*/ 1243 h 1188"/>
                              <a:gd name="T92" fmla="+- 0 9631 9348"/>
                              <a:gd name="T93" fmla="*/ T92 w 490"/>
                              <a:gd name="T94" fmla="+- 0 1185 263"/>
                              <a:gd name="T95" fmla="*/ 1185 h 1188"/>
                              <a:gd name="T96" fmla="+- 0 9725 9348"/>
                              <a:gd name="T97" fmla="*/ T96 w 490"/>
                              <a:gd name="T98" fmla="+- 0 1219 263"/>
                              <a:gd name="T99" fmla="*/ 1219 h 1188"/>
                              <a:gd name="T100" fmla="+- 0 9592 9348"/>
                              <a:gd name="T101" fmla="*/ T100 w 490"/>
                              <a:gd name="T102" fmla="+- 0 1175 263"/>
                              <a:gd name="T103" fmla="*/ 1175 h 1188"/>
                              <a:gd name="T104" fmla="+- 0 9814 9348"/>
                              <a:gd name="T105" fmla="*/ T104 w 490"/>
                              <a:gd name="T106" fmla="+- 0 1129 263"/>
                              <a:gd name="T107" fmla="*/ 1129 h 1188"/>
                              <a:gd name="T108" fmla="+- 0 9786 9348"/>
                              <a:gd name="T109" fmla="*/ T108 w 490"/>
                              <a:gd name="T110" fmla="+- 0 787 263"/>
                              <a:gd name="T111" fmla="*/ 787 h 1188"/>
                              <a:gd name="T112" fmla="+- 0 9800 9348"/>
                              <a:gd name="T113" fmla="*/ T112 w 490"/>
                              <a:gd name="T114" fmla="+- 0 787 263"/>
                              <a:gd name="T115" fmla="*/ 787 h 1188"/>
                              <a:gd name="T116" fmla="+- 0 9408 9348"/>
                              <a:gd name="T117" fmla="*/ T116 w 490"/>
                              <a:gd name="T118" fmla="+- 0 413 263"/>
                              <a:gd name="T119" fmla="*/ 413 h 1188"/>
                              <a:gd name="T120" fmla="+- 0 9431 9348"/>
                              <a:gd name="T121" fmla="*/ T120 w 490"/>
                              <a:gd name="T122" fmla="+- 0 487 263"/>
                              <a:gd name="T123" fmla="*/ 487 h 1188"/>
                              <a:gd name="T124" fmla="+- 0 9398 9348"/>
                              <a:gd name="T125" fmla="*/ T124 w 490"/>
                              <a:gd name="T126" fmla="+- 0 553 263"/>
                              <a:gd name="T127" fmla="*/ 553 h 1188"/>
                              <a:gd name="T128" fmla="+- 0 9365 9348"/>
                              <a:gd name="T129" fmla="*/ T128 w 490"/>
                              <a:gd name="T130" fmla="+- 0 597 263"/>
                              <a:gd name="T131" fmla="*/ 597 h 1188"/>
                              <a:gd name="T132" fmla="+- 0 9360 9348"/>
                              <a:gd name="T133" fmla="*/ T132 w 490"/>
                              <a:gd name="T134" fmla="+- 0 699 263"/>
                              <a:gd name="T135" fmla="*/ 699 h 1188"/>
                              <a:gd name="T136" fmla="+- 0 9372 9348"/>
                              <a:gd name="T137" fmla="*/ T136 w 490"/>
                              <a:gd name="T138" fmla="+- 0 779 263"/>
                              <a:gd name="T139" fmla="*/ 779 h 1188"/>
                              <a:gd name="T140" fmla="+- 0 9402 9348"/>
                              <a:gd name="T141" fmla="*/ T140 w 490"/>
                              <a:gd name="T142" fmla="+- 0 789 263"/>
                              <a:gd name="T143" fmla="*/ 789 h 1188"/>
                              <a:gd name="T144" fmla="+- 0 9425 9348"/>
                              <a:gd name="T145" fmla="*/ T144 w 490"/>
                              <a:gd name="T146" fmla="+- 0 713 263"/>
                              <a:gd name="T147" fmla="*/ 713 h 1188"/>
                              <a:gd name="T148" fmla="+- 0 9682 9348"/>
                              <a:gd name="T149" fmla="*/ T148 w 490"/>
                              <a:gd name="T150" fmla="+- 0 611 263"/>
                              <a:gd name="T151" fmla="*/ 611 h 1188"/>
                              <a:gd name="T152" fmla="+- 0 9785 9348"/>
                              <a:gd name="T153" fmla="*/ T152 w 490"/>
                              <a:gd name="T154" fmla="+- 0 571 263"/>
                              <a:gd name="T155" fmla="*/ 571 h 1188"/>
                              <a:gd name="T156" fmla="+- 0 9733 9348"/>
                              <a:gd name="T157" fmla="*/ T156 w 490"/>
                              <a:gd name="T158" fmla="+- 0 527 263"/>
                              <a:gd name="T159" fmla="*/ 527 h 1188"/>
                              <a:gd name="T160" fmla="+- 0 9677 9348"/>
                              <a:gd name="T161" fmla="*/ T160 w 490"/>
                              <a:gd name="T162" fmla="+- 0 483 263"/>
                              <a:gd name="T163" fmla="*/ 483 h 1188"/>
                              <a:gd name="T164" fmla="+- 0 9593 9348"/>
                              <a:gd name="T165" fmla="*/ T164 w 490"/>
                              <a:gd name="T166" fmla="+- 0 465 263"/>
                              <a:gd name="T167" fmla="*/ 465 h 1188"/>
                              <a:gd name="T168" fmla="+- 0 9406 9348"/>
                              <a:gd name="T169" fmla="*/ T168 w 490"/>
                              <a:gd name="T170" fmla="+- 0 381 263"/>
                              <a:gd name="T171" fmla="*/ 381 h 1188"/>
                              <a:gd name="T172" fmla="+- 0 9766 9348"/>
                              <a:gd name="T173" fmla="*/ T172 w 490"/>
                              <a:gd name="T174" fmla="+- 0 775 263"/>
                              <a:gd name="T175" fmla="*/ 775 h 1188"/>
                              <a:gd name="T176" fmla="+- 0 9777 9348"/>
                              <a:gd name="T177" fmla="*/ T176 w 490"/>
                              <a:gd name="T178" fmla="+- 0 797 263"/>
                              <a:gd name="T179" fmla="*/ 797 h 1188"/>
                              <a:gd name="T180" fmla="+- 0 9803 9348"/>
                              <a:gd name="T181" fmla="*/ T180 w 490"/>
                              <a:gd name="T182" fmla="+- 0 763 263"/>
                              <a:gd name="T183" fmla="*/ 763 h 1188"/>
                              <a:gd name="T184" fmla="+- 0 9736 9348"/>
                              <a:gd name="T185" fmla="*/ T184 w 490"/>
                              <a:gd name="T186" fmla="+- 0 621 263"/>
                              <a:gd name="T187" fmla="*/ 621 h 1188"/>
                              <a:gd name="T188" fmla="+- 0 9759 9348"/>
                              <a:gd name="T189" fmla="*/ T188 w 490"/>
                              <a:gd name="T190" fmla="+- 0 693 263"/>
                              <a:gd name="T191" fmla="*/ 693 h 1188"/>
                              <a:gd name="T192" fmla="+- 0 9800 9348"/>
                              <a:gd name="T193" fmla="*/ T192 w 490"/>
                              <a:gd name="T194" fmla="+- 0 747 263"/>
                              <a:gd name="T195" fmla="*/ 747 h 1188"/>
                              <a:gd name="T196" fmla="+- 0 9795 9348"/>
                              <a:gd name="T197" fmla="*/ T196 w 490"/>
                              <a:gd name="T198" fmla="+- 0 647 263"/>
                              <a:gd name="T199" fmla="*/ 647 h 1188"/>
                              <a:gd name="T200" fmla="+- 0 9688 9348"/>
                              <a:gd name="T201" fmla="*/ T200 w 490"/>
                              <a:gd name="T202" fmla="+- 0 605 263"/>
                              <a:gd name="T203" fmla="*/ 605 h 1188"/>
                              <a:gd name="T204" fmla="+- 0 9643 9348"/>
                              <a:gd name="T205" fmla="*/ T204 w 490"/>
                              <a:gd name="T206" fmla="+- 0 473 263"/>
                              <a:gd name="T207" fmla="*/ 473 h 1188"/>
                              <a:gd name="T208" fmla="+- 0 9403 9348"/>
                              <a:gd name="T209" fmla="*/ T208 w 490"/>
                              <a:gd name="T210" fmla="+- 0 317 263"/>
                              <a:gd name="T211" fmla="*/ 317 h 1188"/>
                              <a:gd name="T212" fmla="+- 0 9414 9348"/>
                              <a:gd name="T213" fmla="*/ T212 w 490"/>
                              <a:gd name="T214" fmla="+- 0 385 263"/>
                              <a:gd name="T215" fmla="*/ 385 h 1188"/>
                              <a:gd name="T216" fmla="+- 0 9409 9348"/>
                              <a:gd name="T217" fmla="*/ T216 w 490"/>
                              <a:gd name="T218" fmla="+- 0 313 263"/>
                              <a:gd name="T219" fmla="*/ 313 h 1188"/>
                              <a:gd name="T220" fmla="+- 0 9415 9348"/>
                              <a:gd name="T221" fmla="*/ T220 w 490"/>
                              <a:gd name="T222" fmla="+- 0 313 263"/>
                              <a:gd name="T223" fmla="*/ 313 h 1188"/>
                              <a:gd name="T224" fmla="+- 0 9418 9348"/>
                              <a:gd name="T225" fmla="*/ T224 w 490"/>
                              <a:gd name="T226" fmla="+- 0 295 263"/>
                              <a:gd name="T227" fmla="*/ 295 h 1188"/>
                              <a:gd name="T228" fmla="+- 0 9423 9348"/>
                              <a:gd name="T229" fmla="*/ T228 w 490"/>
                              <a:gd name="T230" fmla="+- 0 299 263"/>
                              <a:gd name="T231" fmla="*/ 299 h 1188"/>
                              <a:gd name="T232" fmla="+- 0 9420 9348"/>
                              <a:gd name="T233" fmla="*/ T232 w 490"/>
                              <a:gd name="T234" fmla="+- 0 275 263"/>
                              <a:gd name="T235" fmla="*/ 275 h 1188"/>
                              <a:gd name="T236" fmla="+- 0 9582 9348"/>
                              <a:gd name="T237" fmla="*/ T236 w 490"/>
                              <a:gd name="T238" fmla="+- 0 283 263"/>
                              <a:gd name="T239" fmla="*/ 283 h 1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90" h="1188">
                                <a:moveTo>
                                  <a:pt x="39" y="1098"/>
                                </a:moveTo>
                                <a:lnTo>
                                  <a:pt x="16" y="1102"/>
                                </a:lnTo>
                                <a:lnTo>
                                  <a:pt x="4" y="1102"/>
                                </a:lnTo>
                                <a:lnTo>
                                  <a:pt x="0" y="1114"/>
                                </a:lnTo>
                                <a:lnTo>
                                  <a:pt x="1" y="1122"/>
                                </a:lnTo>
                                <a:lnTo>
                                  <a:pt x="6" y="1132"/>
                                </a:lnTo>
                                <a:lnTo>
                                  <a:pt x="17" y="1144"/>
                                </a:lnTo>
                                <a:lnTo>
                                  <a:pt x="30" y="1154"/>
                                </a:lnTo>
                                <a:lnTo>
                                  <a:pt x="46" y="1164"/>
                                </a:lnTo>
                                <a:lnTo>
                                  <a:pt x="61" y="1170"/>
                                </a:lnTo>
                                <a:lnTo>
                                  <a:pt x="72" y="1174"/>
                                </a:lnTo>
                                <a:lnTo>
                                  <a:pt x="77" y="1174"/>
                                </a:lnTo>
                                <a:lnTo>
                                  <a:pt x="100" y="1180"/>
                                </a:lnTo>
                                <a:lnTo>
                                  <a:pt x="113" y="1184"/>
                                </a:lnTo>
                                <a:lnTo>
                                  <a:pt x="130" y="1188"/>
                                </a:lnTo>
                                <a:lnTo>
                                  <a:pt x="141" y="1188"/>
                                </a:lnTo>
                                <a:lnTo>
                                  <a:pt x="151" y="1180"/>
                                </a:lnTo>
                                <a:lnTo>
                                  <a:pt x="158" y="1168"/>
                                </a:lnTo>
                                <a:lnTo>
                                  <a:pt x="162" y="1150"/>
                                </a:lnTo>
                                <a:lnTo>
                                  <a:pt x="164" y="1126"/>
                                </a:lnTo>
                                <a:lnTo>
                                  <a:pt x="164" y="1118"/>
                                </a:lnTo>
                                <a:lnTo>
                                  <a:pt x="171" y="1118"/>
                                </a:lnTo>
                                <a:lnTo>
                                  <a:pt x="169" y="1106"/>
                                </a:lnTo>
                                <a:lnTo>
                                  <a:pt x="41" y="1106"/>
                                </a:lnTo>
                                <a:lnTo>
                                  <a:pt x="39" y="1098"/>
                                </a:lnTo>
                                <a:close/>
                                <a:moveTo>
                                  <a:pt x="171" y="1118"/>
                                </a:moveTo>
                                <a:lnTo>
                                  <a:pt x="164" y="1118"/>
                                </a:lnTo>
                                <a:lnTo>
                                  <a:pt x="171" y="1122"/>
                                </a:lnTo>
                                <a:lnTo>
                                  <a:pt x="171" y="1118"/>
                                </a:lnTo>
                                <a:close/>
                                <a:moveTo>
                                  <a:pt x="339" y="378"/>
                                </a:moveTo>
                                <a:lnTo>
                                  <a:pt x="97" y="378"/>
                                </a:lnTo>
                                <a:lnTo>
                                  <a:pt x="111" y="390"/>
                                </a:lnTo>
                                <a:lnTo>
                                  <a:pt x="116" y="410"/>
                                </a:lnTo>
                                <a:lnTo>
                                  <a:pt x="117" y="424"/>
                                </a:lnTo>
                                <a:lnTo>
                                  <a:pt x="123" y="446"/>
                                </a:lnTo>
                                <a:lnTo>
                                  <a:pt x="121" y="452"/>
                                </a:lnTo>
                                <a:lnTo>
                                  <a:pt x="138" y="506"/>
                                </a:lnTo>
                                <a:lnTo>
                                  <a:pt x="146" y="532"/>
                                </a:lnTo>
                                <a:lnTo>
                                  <a:pt x="144" y="544"/>
                                </a:lnTo>
                                <a:lnTo>
                                  <a:pt x="148" y="558"/>
                                </a:lnTo>
                                <a:lnTo>
                                  <a:pt x="146" y="570"/>
                                </a:lnTo>
                                <a:lnTo>
                                  <a:pt x="147" y="574"/>
                                </a:lnTo>
                                <a:lnTo>
                                  <a:pt x="145" y="580"/>
                                </a:lnTo>
                                <a:lnTo>
                                  <a:pt x="140" y="590"/>
                                </a:lnTo>
                                <a:lnTo>
                                  <a:pt x="136" y="608"/>
                                </a:lnTo>
                                <a:lnTo>
                                  <a:pt x="136" y="628"/>
                                </a:lnTo>
                                <a:lnTo>
                                  <a:pt x="139" y="646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68"/>
                                </a:lnTo>
                                <a:lnTo>
                                  <a:pt x="139" y="678"/>
                                </a:lnTo>
                                <a:lnTo>
                                  <a:pt x="140" y="696"/>
                                </a:lnTo>
                                <a:lnTo>
                                  <a:pt x="141" y="714"/>
                                </a:lnTo>
                                <a:lnTo>
                                  <a:pt x="142" y="742"/>
                                </a:lnTo>
                                <a:lnTo>
                                  <a:pt x="138" y="756"/>
                                </a:lnTo>
                                <a:lnTo>
                                  <a:pt x="137" y="766"/>
                                </a:lnTo>
                                <a:lnTo>
                                  <a:pt x="128" y="772"/>
                                </a:lnTo>
                                <a:lnTo>
                                  <a:pt x="125" y="796"/>
                                </a:lnTo>
                                <a:lnTo>
                                  <a:pt x="116" y="806"/>
                                </a:lnTo>
                                <a:lnTo>
                                  <a:pt x="116" y="824"/>
                                </a:lnTo>
                                <a:lnTo>
                                  <a:pt x="111" y="834"/>
                                </a:lnTo>
                                <a:lnTo>
                                  <a:pt x="111" y="840"/>
                                </a:lnTo>
                                <a:lnTo>
                                  <a:pt x="110" y="844"/>
                                </a:lnTo>
                                <a:lnTo>
                                  <a:pt x="107" y="844"/>
                                </a:lnTo>
                                <a:lnTo>
                                  <a:pt x="112" y="870"/>
                                </a:lnTo>
                                <a:lnTo>
                                  <a:pt x="108" y="882"/>
                                </a:lnTo>
                                <a:lnTo>
                                  <a:pt x="116" y="890"/>
                                </a:lnTo>
                                <a:lnTo>
                                  <a:pt x="118" y="898"/>
                                </a:lnTo>
                                <a:lnTo>
                                  <a:pt x="117" y="908"/>
                                </a:lnTo>
                                <a:lnTo>
                                  <a:pt x="115" y="918"/>
                                </a:lnTo>
                                <a:lnTo>
                                  <a:pt x="116" y="950"/>
                                </a:lnTo>
                                <a:lnTo>
                                  <a:pt x="113" y="976"/>
                                </a:lnTo>
                                <a:lnTo>
                                  <a:pt x="109" y="998"/>
                                </a:lnTo>
                                <a:lnTo>
                                  <a:pt x="104" y="1014"/>
                                </a:lnTo>
                                <a:lnTo>
                                  <a:pt x="99" y="1026"/>
                                </a:lnTo>
                                <a:lnTo>
                                  <a:pt x="91" y="1048"/>
                                </a:lnTo>
                                <a:lnTo>
                                  <a:pt x="83" y="1066"/>
                                </a:lnTo>
                                <a:lnTo>
                                  <a:pt x="79" y="1076"/>
                                </a:lnTo>
                                <a:lnTo>
                                  <a:pt x="77" y="1080"/>
                                </a:lnTo>
                                <a:lnTo>
                                  <a:pt x="74" y="1086"/>
                                </a:lnTo>
                                <a:lnTo>
                                  <a:pt x="74" y="1090"/>
                                </a:lnTo>
                                <a:lnTo>
                                  <a:pt x="68" y="1092"/>
                                </a:lnTo>
                                <a:lnTo>
                                  <a:pt x="64" y="1098"/>
                                </a:lnTo>
                                <a:lnTo>
                                  <a:pt x="59" y="1104"/>
                                </a:lnTo>
                                <a:lnTo>
                                  <a:pt x="41" y="1106"/>
                                </a:lnTo>
                                <a:lnTo>
                                  <a:pt x="169" y="1106"/>
                                </a:lnTo>
                                <a:lnTo>
                                  <a:pt x="169" y="1098"/>
                                </a:lnTo>
                                <a:lnTo>
                                  <a:pt x="165" y="1096"/>
                                </a:lnTo>
                                <a:lnTo>
                                  <a:pt x="165" y="1088"/>
                                </a:lnTo>
                                <a:lnTo>
                                  <a:pt x="174" y="1072"/>
                                </a:lnTo>
                                <a:lnTo>
                                  <a:pt x="178" y="1064"/>
                                </a:lnTo>
                                <a:lnTo>
                                  <a:pt x="185" y="1042"/>
                                </a:lnTo>
                                <a:lnTo>
                                  <a:pt x="187" y="1034"/>
                                </a:lnTo>
                                <a:lnTo>
                                  <a:pt x="189" y="1028"/>
                                </a:lnTo>
                                <a:lnTo>
                                  <a:pt x="193" y="1014"/>
                                </a:lnTo>
                                <a:lnTo>
                                  <a:pt x="195" y="1002"/>
                                </a:lnTo>
                                <a:lnTo>
                                  <a:pt x="198" y="986"/>
                                </a:lnTo>
                                <a:lnTo>
                                  <a:pt x="203" y="956"/>
                                </a:lnTo>
                                <a:lnTo>
                                  <a:pt x="207" y="924"/>
                                </a:lnTo>
                                <a:lnTo>
                                  <a:pt x="205" y="898"/>
                                </a:lnTo>
                                <a:lnTo>
                                  <a:pt x="490" y="898"/>
                                </a:lnTo>
                                <a:lnTo>
                                  <a:pt x="490" y="892"/>
                                </a:lnTo>
                                <a:lnTo>
                                  <a:pt x="487" y="880"/>
                                </a:lnTo>
                                <a:lnTo>
                                  <a:pt x="478" y="870"/>
                                </a:lnTo>
                                <a:lnTo>
                                  <a:pt x="466" y="866"/>
                                </a:lnTo>
                                <a:lnTo>
                                  <a:pt x="432" y="866"/>
                                </a:lnTo>
                                <a:lnTo>
                                  <a:pt x="422" y="862"/>
                                </a:lnTo>
                                <a:lnTo>
                                  <a:pt x="409" y="856"/>
                                </a:lnTo>
                                <a:lnTo>
                                  <a:pt x="397" y="850"/>
                                </a:lnTo>
                                <a:lnTo>
                                  <a:pt x="387" y="848"/>
                                </a:lnTo>
                                <a:lnTo>
                                  <a:pt x="379" y="846"/>
                                </a:lnTo>
                                <a:lnTo>
                                  <a:pt x="361" y="842"/>
                                </a:lnTo>
                                <a:lnTo>
                                  <a:pt x="330" y="832"/>
                                </a:lnTo>
                                <a:lnTo>
                                  <a:pt x="296" y="822"/>
                                </a:lnTo>
                                <a:lnTo>
                                  <a:pt x="271" y="818"/>
                                </a:lnTo>
                                <a:lnTo>
                                  <a:pt x="249" y="816"/>
                                </a:lnTo>
                                <a:lnTo>
                                  <a:pt x="251" y="808"/>
                                </a:lnTo>
                                <a:lnTo>
                                  <a:pt x="249" y="800"/>
                                </a:lnTo>
                                <a:lnTo>
                                  <a:pt x="257" y="800"/>
                                </a:lnTo>
                                <a:lnTo>
                                  <a:pt x="252" y="774"/>
                                </a:lnTo>
                                <a:lnTo>
                                  <a:pt x="251" y="762"/>
                                </a:lnTo>
                                <a:lnTo>
                                  <a:pt x="252" y="760"/>
                                </a:lnTo>
                                <a:lnTo>
                                  <a:pt x="256" y="754"/>
                                </a:lnTo>
                                <a:lnTo>
                                  <a:pt x="263" y="744"/>
                                </a:lnTo>
                                <a:lnTo>
                                  <a:pt x="270" y="732"/>
                                </a:lnTo>
                                <a:lnTo>
                                  <a:pt x="274" y="720"/>
                                </a:lnTo>
                                <a:lnTo>
                                  <a:pt x="278" y="708"/>
                                </a:lnTo>
                                <a:lnTo>
                                  <a:pt x="292" y="696"/>
                                </a:lnTo>
                                <a:lnTo>
                                  <a:pt x="295" y="696"/>
                                </a:lnTo>
                                <a:lnTo>
                                  <a:pt x="300" y="688"/>
                                </a:lnTo>
                                <a:lnTo>
                                  <a:pt x="303" y="682"/>
                                </a:lnTo>
                                <a:lnTo>
                                  <a:pt x="304" y="678"/>
                                </a:lnTo>
                                <a:lnTo>
                                  <a:pt x="306" y="672"/>
                                </a:lnTo>
                                <a:lnTo>
                                  <a:pt x="311" y="664"/>
                                </a:lnTo>
                                <a:lnTo>
                                  <a:pt x="322" y="646"/>
                                </a:lnTo>
                                <a:lnTo>
                                  <a:pt x="335" y="622"/>
                                </a:lnTo>
                                <a:lnTo>
                                  <a:pt x="341" y="600"/>
                                </a:lnTo>
                                <a:lnTo>
                                  <a:pt x="344" y="582"/>
                                </a:lnTo>
                                <a:lnTo>
                                  <a:pt x="344" y="574"/>
                                </a:lnTo>
                                <a:lnTo>
                                  <a:pt x="343" y="570"/>
                                </a:lnTo>
                                <a:lnTo>
                                  <a:pt x="368" y="566"/>
                                </a:lnTo>
                                <a:lnTo>
                                  <a:pt x="349" y="440"/>
                                </a:lnTo>
                                <a:lnTo>
                                  <a:pt x="339" y="378"/>
                                </a:lnTo>
                                <a:close/>
                                <a:moveTo>
                                  <a:pt x="485" y="956"/>
                                </a:moveTo>
                                <a:lnTo>
                                  <a:pt x="377" y="956"/>
                                </a:lnTo>
                                <a:lnTo>
                                  <a:pt x="385" y="960"/>
                                </a:lnTo>
                                <a:lnTo>
                                  <a:pt x="390" y="966"/>
                                </a:lnTo>
                                <a:lnTo>
                                  <a:pt x="395" y="972"/>
                                </a:lnTo>
                                <a:lnTo>
                                  <a:pt x="403" y="980"/>
                                </a:lnTo>
                                <a:lnTo>
                                  <a:pt x="410" y="990"/>
                                </a:lnTo>
                                <a:lnTo>
                                  <a:pt x="414" y="1000"/>
                                </a:lnTo>
                                <a:lnTo>
                                  <a:pt x="417" y="1014"/>
                                </a:lnTo>
                                <a:lnTo>
                                  <a:pt x="421" y="1020"/>
                                </a:lnTo>
                                <a:lnTo>
                                  <a:pt x="421" y="1032"/>
                                </a:lnTo>
                                <a:lnTo>
                                  <a:pt x="423" y="1044"/>
                                </a:lnTo>
                                <a:lnTo>
                                  <a:pt x="430" y="1058"/>
                                </a:lnTo>
                                <a:lnTo>
                                  <a:pt x="443" y="1068"/>
                                </a:lnTo>
                                <a:lnTo>
                                  <a:pt x="462" y="1066"/>
                                </a:lnTo>
                                <a:lnTo>
                                  <a:pt x="479" y="1048"/>
                                </a:lnTo>
                                <a:lnTo>
                                  <a:pt x="485" y="1020"/>
                                </a:lnTo>
                                <a:lnTo>
                                  <a:pt x="485" y="996"/>
                                </a:lnTo>
                                <a:lnTo>
                                  <a:pt x="483" y="980"/>
                                </a:lnTo>
                                <a:lnTo>
                                  <a:pt x="484" y="964"/>
                                </a:lnTo>
                                <a:lnTo>
                                  <a:pt x="485" y="956"/>
                                </a:lnTo>
                                <a:close/>
                                <a:moveTo>
                                  <a:pt x="489" y="912"/>
                                </a:moveTo>
                                <a:lnTo>
                                  <a:pt x="244" y="912"/>
                                </a:lnTo>
                                <a:lnTo>
                                  <a:pt x="263" y="916"/>
                                </a:lnTo>
                                <a:lnTo>
                                  <a:pt x="270" y="918"/>
                                </a:lnTo>
                                <a:lnTo>
                                  <a:pt x="283" y="922"/>
                                </a:lnTo>
                                <a:lnTo>
                                  <a:pt x="306" y="928"/>
                                </a:lnTo>
                                <a:lnTo>
                                  <a:pt x="331" y="932"/>
                                </a:lnTo>
                                <a:lnTo>
                                  <a:pt x="350" y="936"/>
                                </a:lnTo>
                                <a:lnTo>
                                  <a:pt x="355" y="938"/>
                                </a:lnTo>
                                <a:lnTo>
                                  <a:pt x="358" y="946"/>
                                </a:lnTo>
                                <a:lnTo>
                                  <a:pt x="365" y="958"/>
                                </a:lnTo>
                                <a:lnTo>
                                  <a:pt x="377" y="956"/>
                                </a:lnTo>
                                <a:lnTo>
                                  <a:pt x="485" y="956"/>
                                </a:lnTo>
                                <a:lnTo>
                                  <a:pt x="489" y="918"/>
                                </a:lnTo>
                                <a:lnTo>
                                  <a:pt x="489" y="912"/>
                                </a:lnTo>
                                <a:close/>
                                <a:moveTo>
                                  <a:pt x="490" y="898"/>
                                </a:moveTo>
                                <a:lnTo>
                                  <a:pt x="205" y="898"/>
                                </a:lnTo>
                                <a:lnTo>
                                  <a:pt x="225" y="914"/>
                                </a:lnTo>
                                <a:lnTo>
                                  <a:pt x="244" y="912"/>
                                </a:lnTo>
                                <a:lnTo>
                                  <a:pt x="489" y="912"/>
                                </a:lnTo>
                                <a:lnTo>
                                  <a:pt x="490" y="902"/>
                                </a:lnTo>
                                <a:lnTo>
                                  <a:pt x="490" y="898"/>
                                </a:lnTo>
                                <a:close/>
                                <a:moveTo>
                                  <a:pt x="460" y="864"/>
                                </a:moveTo>
                                <a:lnTo>
                                  <a:pt x="437" y="864"/>
                                </a:lnTo>
                                <a:lnTo>
                                  <a:pt x="432" y="866"/>
                                </a:lnTo>
                                <a:lnTo>
                                  <a:pt x="466" y="866"/>
                                </a:lnTo>
                                <a:lnTo>
                                  <a:pt x="460" y="864"/>
                                </a:lnTo>
                                <a:close/>
                                <a:moveTo>
                                  <a:pt x="257" y="800"/>
                                </a:moveTo>
                                <a:lnTo>
                                  <a:pt x="249" y="800"/>
                                </a:lnTo>
                                <a:lnTo>
                                  <a:pt x="258" y="804"/>
                                </a:lnTo>
                                <a:lnTo>
                                  <a:pt x="257" y="800"/>
                                </a:lnTo>
                                <a:close/>
                                <a:moveTo>
                                  <a:pt x="452" y="524"/>
                                </a:moveTo>
                                <a:lnTo>
                                  <a:pt x="438" y="524"/>
                                </a:lnTo>
                                <a:lnTo>
                                  <a:pt x="434" y="526"/>
                                </a:lnTo>
                                <a:lnTo>
                                  <a:pt x="440" y="542"/>
                                </a:lnTo>
                                <a:lnTo>
                                  <a:pt x="446" y="542"/>
                                </a:lnTo>
                                <a:lnTo>
                                  <a:pt x="447" y="538"/>
                                </a:lnTo>
                                <a:lnTo>
                                  <a:pt x="449" y="532"/>
                                </a:lnTo>
                                <a:lnTo>
                                  <a:pt x="451" y="528"/>
                                </a:lnTo>
                                <a:lnTo>
                                  <a:pt x="452" y="524"/>
                                </a:lnTo>
                                <a:close/>
                                <a:moveTo>
                                  <a:pt x="58" y="118"/>
                                </a:moveTo>
                                <a:lnTo>
                                  <a:pt x="63" y="126"/>
                                </a:lnTo>
                                <a:lnTo>
                                  <a:pt x="64" y="126"/>
                                </a:lnTo>
                                <a:lnTo>
                                  <a:pt x="67" y="136"/>
                                </a:lnTo>
                                <a:lnTo>
                                  <a:pt x="70" y="140"/>
                                </a:lnTo>
                                <a:lnTo>
                                  <a:pt x="66" y="144"/>
                                </a:lnTo>
                                <a:lnTo>
                                  <a:pt x="60" y="150"/>
                                </a:lnTo>
                                <a:lnTo>
                                  <a:pt x="58" y="172"/>
                                </a:lnTo>
                                <a:lnTo>
                                  <a:pt x="66" y="190"/>
                                </a:lnTo>
                                <a:lnTo>
                                  <a:pt x="74" y="200"/>
                                </a:lnTo>
                                <a:lnTo>
                                  <a:pt x="78" y="208"/>
                                </a:lnTo>
                                <a:lnTo>
                                  <a:pt x="79" y="216"/>
                                </a:lnTo>
                                <a:lnTo>
                                  <a:pt x="81" y="222"/>
                                </a:lnTo>
                                <a:lnTo>
                                  <a:pt x="83" y="224"/>
                                </a:lnTo>
                                <a:lnTo>
                                  <a:pt x="80" y="224"/>
                                </a:lnTo>
                                <a:lnTo>
                                  <a:pt x="72" y="228"/>
                                </a:lnTo>
                                <a:lnTo>
                                  <a:pt x="63" y="236"/>
                                </a:lnTo>
                                <a:lnTo>
                                  <a:pt x="57" y="250"/>
                                </a:lnTo>
                                <a:lnTo>
                                  <a:pt x="53" y="270"/>
                                </a:lnTo>
                                <a:lnTo>
                                  <a:pt x="52" y="282"/>
                                </a:lnTo>
                                <a:lnTo>
                                  <a:pt x="50" y="290"/>
                                </a:lnTo>
                                <a:lnTo>
                                  <a:pt x="49" y="296"/>
                                </a:lnTo>
                                <a:lnTo>
                                  <a:pt x="48" y="304"/>
                                </a:lnTo>
                                <a:lnTo>
                                  <a:pt x="28" y="320"/>
                                </a:lnTo>
                                <a:lnTo>
                                  <a:pt x="26" y="322"/>
                                </a:lnTo>
                                <a:lnTo>
                                  <a:pt x="25" y="322"/>
                                </a:lnTo>
                                <a:lnTo>
                                  <a:pt x="17" y="334"/>
                                </a:lnTo>
                                <a:lnTo>
                                  <a:pt x="33" y="356"/>
                                </a:lnTo>
                                <a:lnTo>
                                  <a:pt x="34" y="358"/>
                                </a:lnTo>
                                <a:lnTo>
                                  <a:pt x="36" y="360"/>
                                </a:lnTo>
                                <a:lnTo>
                                  <a:pt x="25" y="400"/>
                                </a:lnTo>
                                <a:lnTo>
                                  <a:pt x="22" y="418"/>
                                </a:lnTo>
                                <a:lnTo>
                                  <a:pt x="18" y="428"/>
                                </a:lnTo>
                                <a:lnTo>
                                  <a:pt x="12" y="436"/>
                                </a:lnTo>
                                <a:lnTo>
                                  <a:pt x="12" y="450"/>
                                </a:lnTo>
                                <a:lnTo>
                                  <a:pt x="13" y="466"/>
                                </a:lnTo>
                                <a:lnTo>
                                  <a:pt x="21" y="496"/>
                                </a:lnTo>
                                <a:lnTo>
                                  <a:pt x="18" y="498"/>
                                </a:lnTo>
                                <a:lnTo>
                                  <a:pt x="18" y="502"/>
                                </a:lnTo>
                                <a:lnTo>
                                  <a:pt x="20" y="512"/>
                                </a:lnTo>
                                <a:lnTo>
                                  <a:pt x="24" y="516"/>
                                </a:lnTo>
                                <a:lnTo>
                                  <a:pt x="27" y="524"/>
                                </a:lnTo>
                                <a:lnTo>
                                  <a:pt x="32" y="524"/>
                                </a:lnTo>
                                <a:lnTo>
                                  <a:pt x="36" y="530"/>
                                </a:lnTo>
                                <a:lnTo>
                                  <a:pt x="39" y="530"/>
                                </a:lnTo>
                                <a:lnTo>
                                  <a:pt x="44" y="536"/>
                                </a:lnTo>
                                <a:lnTo>
                                  <a:pt x="50" y="532"/>
                                </a:lnTo>
                                <a:lnTo>
                                  <a:pt x="54" y="526"/>
                                </a:lnTo>
                                <a:lnTo>
                                  <a:pt x="55" y="522"/>
                                </a:lnTo>
                                <a:lnTo>
                                  <a:pt x="62" y="510"/>
                                </a:lnTo>
                                <a:lnTo>
                                  <a:pt x="63" y="496"/>
                                </a:lnTo>
                                <a:lnTo>
                                  <a:pt x="62" y="488"/>
                                </a:lnTo>
                                <a:lnTo>
                                  <a:pt x="65" y="478"/>
                                </a:lnTo>
                                <a:lnTo>
                                  <a:pt x="70" y="464"/>
                                </a:lnTo>
                                <a:lnTo>
                                  <a:pt x="77" y="450"/>
                                </a:lnTo>
                                <a:lnTo>
                                  <a:pt x="82" y="436"/>
                                </a:lnTo>
                                <a:lnTo>
                                  <a:pt x="86" y="422"/>
                                </a:lnTo>
                                <a:lnTo>
                                  <a:pt x="91" y="402"/>
                                </a:lnTo>
                                <a:lnTo>
                                  <a:pt x="95" y="384"/>
                                </a:lnTo>
                                <a:lnTo>
                                  <a:pt x="97" y="378"/>
                                </a:lnTo>
                                <a:lnTo>
                                  <a:pt x="339" y="378"/>
                                </a:lnTo>
                                <a:lnTo>
                                  <a:pt x="334" y="348"/>
                                </a:lnTo>
                                <a:lnTo>
                                  <a:pt x="332" y="340"/>
                                </a:lnTo>
                                <a:lnTo>
                                  <a:pt x="329" y="330"/>
                                </a:lnTo>
                                <a:lnTo>
                                  <a:pt x="352" y="330"/>
                                </a:lnTo>
                                <a:lnTo>
                                  <a:pt x="353" y="324"/>
                                </a:lnTo>
                                <a:lnTo>
                                  <a:pt x="353" y="318"/>
                                </a:lnTo>
                                <a:lnTo>
                                  <a:pt x="440" y="318"/>
                                </a:lnTo>
                                <a:lnTo>
                                  <a:pt x="437" y="308"/>
                                </a:lnTo>
                                <a:lnTo>
                                  <a:pt x="434" y="300"/>
                                </a:lnTo>
                                <a:lnTo>
                                  <a:pt x="429" y="292"/>
                                </a:lnTo>
                                <a:lnTo>
                                  <a:pt x="423" y="282"/>
                                </a:lnTo>
                                <a:lnTo>
                                  <a:pt x="414" y="282"/>
                                </a:lnTo>
                                <a:lnTo>
                                  <a:pt x="406" y="276"/>
                                </a:lnTo>
                                <a:lnTo>
                                  <a:pt x="397" y="270"/>
                                </a:lnTo>
                                <a:lnTo>
                                  <a:pt x="385" y="264"/>
                                </a:lnTo>
                                <a:lnTo>
                                  <a:pt x="374" y="258"/>
                                </a:lnTo>
                                <a:lnTo>
                                  <a:pt x="369" y="256"/>
                                </a:lnTo>
                                <a:lnTo>
                                  <a:pt x="348" y="240"/>
                                </a:lnTo>
                                <a:lnTo>
                                  <a:pt x="344" y="240"/>
                                </a:lnTo>
                                <a:lnTo>
                                  <a:pt x="341" y="230"/>
                                </a:lnTo>
                                <a:lnTo>
                                  <a:pt x="328" y="230"/>
                                </a:lnTo>
                                <a:lnTo>
                                  <a:pt x="329" y="220"/>
                                </a:lnTo>
                                <a:lnTo>
                                  <a:pt x="307" y="220"/>
                                </a:lnTo>
                                <a:lnTo>
                                  <a:pt x="307" y="216"/>
                                </a:lnTo>
                                <a:lnTo>
                                  <a:pt x="302" y="216"/>
                                </a:lnTo>
                                <a:lnTo>
                                  <a:pt x="298" y="214"/>
                                </a:lnTo>
                                <a:lnTo>
                                  <a:pt x="266" y="214"/>
                                </a:lnTo>
                                <a:lnTo>
                                  <a:pt x="256" y="210"/>
                                </a:lnTo>
                                <a:lnTo>
                                  <a:pt x="245" y="202"/>
                                </a:lnTo>
                                <a:lnTo>
                                  <a:pt x="239" y="200"/>
                                </a:lnTo>
                                <a:lnTo>
                                  <a:pt x="216" y="192"/>
                                </a:lnTo>
                                <a:lnTo>
                                  <a:pt x="234" y="178"/>
                                </a:lnTo>
                                <a:lnTo>
                                  <a:pt x="236" y="170"/>
                                </a:lnTo>
                                <a:lnTo>
                                  <a:pt x="253" y="122"/>
                                </a:lnTo>
                                <a:lnTo>
                                  <a:pt x="64" y="122"/>
                                </a:lnTo>
                                <a:lnTo>
                                  <a:pt x="58" y="118"/>
                                </a:lnTo>
                                <a:close/>
                                <a:moveTo>
                                  <a:pt x="452" y="484"/>
                                </a:moveTo>
                                <a:lnTo>
                                  <a:pt x="422" y="484"/>
                                </a:lnTo>
                                <a:lnTo>
                                  <a:pt x="426" y="492"/>
                                </a:lnTo>
                                <a:lnTo>
                                  <a:pt x="426" y="498"/>
                                </a:lnTo>
                                <a:lnTo>
                                  <a:pt x="428" y="498"/>
                                </a:lnTo>
                                <a:lnTo>
                                  <a:pt x="425" y="508"/>
                                </a:lnTo>
                                <a:lnTo>
                                  <a:pt x="418" y="512"/>
                                </a:lnTo>
                                <a:lnTo>
                                  <a:pt x="419" y="518"/>
                                </a:lnTo>
                                <a:lnTo>
                                  <a:pt x="420" y="520"/>
                                </a:lnTo>
                                <a:lnTo>
                                  <a:pt x="421" y="520"/>
                                </a:lnTo>
                                <a:lnTo>
                                  <a:pt x="418" y="524"/>
                                </a:lnTo>
                                <a:lnTo>
                                  <a:pt x="418" y="532"/>
                                </a:lnTo>
                                <a:lnTo>
                                  <a:pt x="420" y="534"/>
                                </a:lnTo>
                                <a:lnTo>
                                  <a:pt x="429" y="534"/>
                                </a:lnTo>
                                <a:lnTo>
                                  <a:pt x="431" y="526"/>
                                </a:lnTo>
                                <a:lnTo>
                                  <a:pt x="438" y="524"/>
                                </a:lnTo>
                                <a:lnTo>
                                  <a:pt x="452" y="524"/>
                                </a:lnTo>
                                <a:lnTo>
                                  <a:pt x="453" y="518"/>
                                </a:lnTo>
                                <a:lnTo>
                                  <a:pt x="454" y="514"/>
                                </a:lnTo>
                                <a:lnTo>
                                  <a:pt x="454" y="508"/>
                                </a:lnTo>
                                <a:lnTo>
                                  <a:pt x="455" y="500"/>
                                </a:lnTo>
                                <a:lnTo>
                                  <a:pt x="452" y="486"/>
                                </a:lnTo>
                                <a:lnTo>
                                  <a:pt x="452" y="484"/>
                                </a:lnTo>
                                <a:close/>
                                <a:moveTo>
                                  <a:pt x="440" y="318"/>
                                </a:moveTo>
                                <a:lnTo>
                                  <a:pt x="353" y="318"/>
                                </a:lnTo>
                                <a:lnTo>
                                  <a:pt x="373" y="328"/>
                                </a:lnTo>
                                <a:lnTo>
                                  <a:pt x="377" y="328"/>
                                </a:lnTo>
                                <a:lnTo>
                                  <a:pt x="388" y="358"/>
                                </a:lnTo>
                                <a:lnTo>
                                  <a:pt x="391" y="364"/>
                                </a:lnTo>
                                <a:lnTo>
                                  <a:pt x="394" y="374"/>
                                </a:lnTo>
                                <a:lnTo>
                                  <a:pt x="399" y="386"/>
                                </a:lnTo>
                                <a:lnTo>
                                  <a:pt x="404" y="402"/>
                                </a:lnTo>
                                <a:lnTo>
                                  <a:pt x="409" y="418"/>
                                </a:lnTo>
                                <a:lnTo>
                                  <a:pt x="411" y="426"/>
                                </a:lnTo>
                                <a:lnTo>
                                  <a:pt x="411" y="430"/>
                                </a:lnTo>
                                <a:lnTo>
                                  <a:pt x="402" y="442"/>
                                </a:lnTo>
                                <a:lnTo>
                                  <a:pt x="415" y="470"/>
                                </a:lnTo>
                                <a:lnTo>
                                  <a:pt x="415" y="480"/>
                                </a:lnTo>
                                <a:lnTo>
                                  <a:pt x="418" y="482"/>
                                </a:lnTo>
                                <a:lnTo>
                                  <a:pt x="422" y="486"/>
                                </a:lnTo>
                                <a:lnTo>
                                  <a:pt x="422" y="484"/>
                                </a:lnTo>
                                <a:lnTo>
                                  <a:pt x="452" y="484"/>
                                </a:lnTo>
                                <a:lnTo>
                                  <a:pt x="453" y="464"/>
                                </a:lnTo>
                                <a:lnTo>
                                  <a:pt x="447" y="444"/>
                                </a:lnTo>
                                <a:lnTo>
                                  <a:pt x="447" y="440"/>
                                </a:lnTo>
                                <a:lnTo>
                                  <a:pt x="447" y="430"/>
                                </a:lnTo>
                                <a:lnTo>
                                  <a:pt x="447" y="400"/>
                                </a:lnTo>
                                <a:lnTo>
                                  <a:pt x="447" y="384"/>
                                </a:lnTo>
                                <a:lnTo>
                                  <a:pt x="447" y="362"/>
                                </a:lnTo>
                                <a:lnTo>
                                  <a:pt x="445" y="342"/>
                                </a:lnTo>
                                <a:lnTo>
                                  <a:pt x="441" y="320"/>
                                </a:lnTo>
                                <a:lnTo>
                                  <a:pt x="440" y="318"/>
                                </a:lnTo>
                                <a:close/>
                                <a:moveTo>
                                  <a:pt x="352" y="330"/>
                                </a:moveTo>
                                <a:lnTo>
                                  <a:pt x="329" y="330"/>
                                </a:lnTo>
                                <a:lnTo>
                                  <a:pt x="340" y="342"/>
                                </a:lnTo>
                                <a:lnTo>
                                  <a:pt x="352" y="342"/>
                                </a:lnTo>
                                <a:lnTo>
                                  <a:pt x="352" y="330"/>
                                </a:lnTo>
                                <a:close/>
                                <a:moveTo>
                                  <a:pt x="422" y="280"/>
                                </a:moveTo>
                                <a:lnTo>
                                  <a:pt x="414" y="282"/>
                                </a:lnTo>
                                <a:lnTo>
                                  <a:pt x="423" y="282"/>
                                </a:lnTo>
                                <a:lnTo>
                                  <a:pt x="422" y="280"/>
                                </a:lnTo>
                                <a:close/>
                                <a:moveTo>
                                  <a:pt x="295" y="210"/>
                                </a:moveTo>
                                <a:lnTo>
                                  <a:pt x="286" y="210"/>
                                </a:lnTo>
                                <a:lnTo>
                                  <a:pt x="273" y="214"/>
                                </a:lnTo>
                                <a:lnTo>
                                  <a:pt x="298" y="214"/>
                                </a:lnTo>
                                <a:lnTo>
                                  <a:pt x="295" y="210"/>
                                </a:lnTo>
                                <a:close/>
                                <a:moveTo>
                                  <a:pt x="50" y="40"/>
                                </a:moveTo>
                                <a:lnTo>
                                  <a:pt x="50" y="46"/>
                                </a:lnTo>
                                <a:lnTo>
                                  <a:pt x="55" y="54"/>
                                </a:lnTo>
                                <a:lnTo>
                                  <a:pt x="64" y="62"/>
                                </a:lnTo>
                                <a:lnTo>
                                  <a:pt x="62" y="72"/>
                                </a:lnTo>
                                <a:lnTo>
                                  <a:pt x="62" y="82"/>
                                </a:lnTo>
                                <a:lnTo>
                                  <a:pt x="62" y="92"/>
                                </a:lnTo>
                                <a:lnTo>
                                  <a:pt x="63" y="104"/>
                                </a:lnTo>
                                <a:lnTo>
                                  <a:pt x="60" y="114"/>
                                </a:lnTo>
                                <a:lnTo>
                                  <a:pt x="66" y="122"/>
                                </a:lnTo>
                                <a:lnTo>
                                  <a:pt x="253" y="122"/>
                                </a:lnTo>
                                <a:lnTo>
                                  <a:pt x="254" y="120"/>
                                </a:lnTo>
                                <a:lnTo>
                                  <a:pt x="263" y="88"/>
                                </a:lnTo>
                                <a:lnTo>
                                  <a:pt x="263" y="64"/>
                                </a:lnTo>
                                <a:lnTo>
                                  <a:pt x="257" y="52"/>
                                </a:lnTo>
                                <a:lnTo>
                                  <a:pt x="66" y="52"/>
                                </a:lnTo>
                                <a:lnTo>
                                  <a:pt x="61" y="50"/>
                                </a:lnTo>
                                <a:lnTo>
                                  <a:pt x="55" y="46"/>
                                </a:lnTo>
                                <a:lnTo>
                                  <a:pt x="52" y="42"/>
                                </a:lnTo>
                                <a:lnTo>
                                  <a:pt x="50" y="40"/>
                                </a:lnTo>
                                <a:close/>
                                <a:moveTo>
                                  <a:pt x="58" y="8"/>
                                </a:moveTo>
                                <a:lnTo>
                                  <a:pt x="58" y="18"/>
                                </a:lnTo>
                                <a:lnTo>
                                  <a:pt x="61" y="34"/>
                                </a:lnTo>
                                <a:lnTo>
                                  <a:pt x="67" y="50"/>
                                </a:lnTo>
                                <a:lnTo>
                                  <a:pt x="66" y="52"/>
                                </a:lnTo>
                                <a:lnTo>
                                  <a:pt x="257" y="52"/>
                                </a:lnTo>
                                <a:lnTo>
                                  <a:pt x="253" y="44"/>
                                </a:lnTo>
                                <a:lnTo>
                                  <a:pt x="247" y="36"/>
                                </a:lnTo>
                                <a:lnTo>
                                  <a:pt x="75" y="36"/>
                                </a:lnTo>
                                <a:lnTo>
                                  <a:pt x="70" y="32"/>
                                </a:lnTo>
                                <a:lnTo>
                                  <a:pt x="64" y="24"/>
                                </a:lnTo>
                                <a:lnTo>
                                  <a:pt x="62" y="14"/>
                                </a:lnTo>
                                <a:lnTo>
                                  <a:pt x="58" y="8"/>
                                </a:lnTo>
                                <a:close/>
                                <a:moveTo>
                                  <a:pt x="72" y="12"/>
                                </a:moveTo>
                                <a:lnTo>
                                  <a:pt x="71" y="18"/>
                                </a:lnTo>
                                <a:lnTo>
                                  <a:pt x="71" y="26"/>
                                </a:lnTo>
                                <a:lnTo>
                                  <a:pt x="75" y="36"/>
                                </a:lnTo>
                                <a:lnTo>
                                  <a:pt x="247" y="36"/>
                                </a:lnTo>
                                <a:lnTo>
                                  <a:pt x="239" y="26"/>
                                </a:lnTo>
                                <a:lnTo>
                                  <a:pt x="84" y="26"/>
                                </a:lnTo>
                                <a:lnTo>
                                  <a:pt x="79" y="24"/>
                                </a:lnTo>
                                <a:lnTo>
                                  <a:pt x="73" y="20"/>
                                </a:lnTo>
                                <a:lnTo>
                                  <a:pt x="73" y="14"/>
                                </a:lnTo>
                                <a:lnTo>
                                  <a:pt x="72" y="12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21" y="2"/>
                                </a:lnTo>
                                <a:lnTo>
                                  <a:pt x="109" y="4"/>
                                </a:lnTo>
                                <a:lnTo>
                                  <a:pt x="98" y="12"/>
                                </a:lnTo>
                                <a:lnTo>
                                  <a:pt x="84" y="26"/>
                                </a:lnTo>
                                <a:lnTo>
                                  <a:pt x="239" y="26"/>
                                </a:lnTo>
                                <a:lnTo>
                                  <a:pt x="234" y="20"/>
                                </a:lnTo>
                                <a:lnTo>
                                  <a:pt x="198" y="2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9884" y="229"/>
                            <a:ext cx="797" cy="1222"/>
                          </a:xfrm>
                          <a:custGeom>
                            <a:avLst/>
                            <a:gdLst>
                              <a:gd name="T0" fmla="+- 0 10062 9884"/>
                              <a:gd name="T1" fmla="*/ T0 w 797"/>
                              <a:gd name="T2" fmla="+- 0 1452 230"/>
                              <a:gd name="T3" fmla="*/ 1452 h 1222"/>
                              <a:gd name="T4" fmla="+- 0 9891 9884"/>
                              <a:gd name="T5" fmla="*/ T4 w 797"/>
                              <a:gd name="T6" fmla="+- 0 1414 230"/>
                              <a:gd name="T7" fmla="*/ 1414 h 1222"/>
                              <a:gd name="T8" fmla="+- 0 10089 9884"/>
                              <a:gd name="T9" fmla="*/ T8 w 797"/>
                              <a:gd name="T10" fmla="+- 0 1424 230"/>
                              <a:gd name="T11" fmla="*/ 1424 h 1222"/>
                              <a:gd name="T12" fmla="+- 0 10320 9884"/>
                              <a:gd name="T13" fmla="*/ T12 w 797"/>
                              <a:gd name="T14" fmla="+- 0 808 230"/>
                              <a:gd name="T15" fmla="*/ 808 h 1222"/>
                              <a:gd name="T16" fmla="+- 0 10111 9884"/>
                              <a:gd name="T17" fmla="*/ T16 w 797"/>
                              <a:gd name="T18" fmla="+- 0 890 230"/>
                              <a:gd name="T19" fmla="*/ 890 h 1222"/>
                              <a:gd name="T20" fmla="+- 0 10045 9884"/>
                              <a:gd name="T21" fmla="*/ T20 w 797"/>
                              <a:gd name="T22" fmla="+- 0 1006 230"/>
                              <a:gd name="T23" fmla="*/ 1006 h 1222"/>
                              <a:gd name="T24" fmla="+- 0 10010 9884"/>
                              <a:gd name="T25" fmla="*/ T24 w 797"/>
                              <a:gd name="T26" fmla="+- 0 1080 230"/>
                              <a:gd name="T27" fmla="*/ 1080 h 1222"/>
                              <a:gd name="T28" fmla="+- 0 10011 9884"/>
                              <a:gd name="T29" fmla="*/ T28 w 797"/>
                              <a:gd name="T30" fmla="+- 0 1204 230"/>
                              <a:gd name="T31" fmla="*/ 1204 h 1222"/>
                              <a:gd name="T32" fmla="+- 0 10004 9884"/>
                              <a:gd name="T33" fmla="*/ T32 w 797"/>
                              <a:gd name="T34" fmla="+- 0 1334 230"/>
                              <a:gd name="T35" fmla="*/ 1334 h 1222"/>
                              <a:gd name="T36" fmla="+- 0 10081 9884"/>
                              <a:gd name="T37" fmla="*/ T36 w 797"/>
                              <a:gd name="T38" fmla="+- 0 1350 230"/>
                              <a:gd name="T39" fmla="*/ 1350 h 1222"/>
                              <a:gd name="T40" fmla="+- 0 10097 9884"/>
                              <a:gd name="T41" fmla="*/ T40 w 797"/>
                              <a:gd name="T42" fmla="+- 0 1264 230"/>
                              <a:gd name="T43" fmla="*/ 1264 h 1222"/>
                              <a:gd name="T44" fmla="+- 0 10117 9884"/>
                              <a:gd name="T45" fmla="*/ T44 w 797"/>
                              <a:gd name="T46" fmla="+- 0 1118 230"/>
                              <a:gd name="T47" fmla="*/ 1118 h 1222"/>
                              <a:gd name="T48" fmla="+- 0 10357 9884"/>
                              <a:gd name="T49" fmla="*/ T48 w 797"/>
                              <a:gd name="T50" fmla="+- 0 1018 230"/>
                              <a:gd name="T51" fmla="*/ 1018 h 1222"/>
                              <a:gd name="T52" fmla="+- 0 10347 9884"/>
                              <a:gd name="T53" fmla="*/ T52 w 797"/>
                              <a:gd name="T54" fmla="+- 0 942 230"/>
                              <a:gd name="T55" fmla="*/ 942 h 1222"/>
                              <a:gd name="T56" fmla="+- 0 10564 9884"/>
                              <a:gd name="T57" fmla="*/ T56 w 797"/>
                              <a:gd name="T58" fmla="+- 0 1208 230"/>
                              <a:gd name="T59" fmla="*/ 1208 h 1222"/>
                              <a:gd name="T60" fmla="+- 0 10624 9884"/>
                              <a:gd name="T61" fmla="*/ T60 w 797"/>
                              <a:gd name="T62" fmla="+- 0 1266 230"/>
                              <a:gd name="T63" fmla="*/ 1266 h 1222"/>
                              <a:gd name="T64" fmla="+- 0 10680 9884"/>
                              <a:gd name="T65" fmla="*/ T64 w 797"/>
                              <a:gd name="T66" fmla="+- 0 1262 230"/>
                              <a:gd name="T67" fmla="*/ 1262 h 1222"/>
                              <a:gd name="T68" fmla="+- 0 10244 9884"/>
                              <a:gd name="T69" fmla="*/ T68 w 797"/>
                              <a:gd name="T70" fmla="+- 0 1108 230"/>
                              <a:gd name="T71" fmla="*/ 1108 h 1222"/>
                              <a:gd name="T72" fmla="+- 0 10382 9884"/>
                              <a:gd name="T73" fmla="*/ T72 w 797"/>
                              <a:gd name="T74" fmla="+- 0 1192 230"/>
                              <a:gd name="T75" fmla="*/ 1192 h 1222"/>
                              <a:gd name="T76" fmla="+- 0 10541 9884"/>
                              <a:gd name="T77" fmla="*/ T76 w 797"/>
                              <a:gd name="T78" fmla="+- 0 1198 230"/>
                              <a:gd name="T79" fmla="*/ 1198 h 1222"/>
                              <a:gd name="T80" fmla="+- 0 10564 9884"/>
                              <a:gd name="T81" fmla="*/ T80 w 797"/>
                              <a:gd name="T82" fmla="+- 0 1128 230"/>
                              <a:gd name="T83" fmla="*/ 1128 h 1222"/>
                              <a:gd name="T84" fmla="+- 0 10530 9884"/>
                              <a:gd name="T85" fmla="*/ T84 w 797"/>
                              <a:gd name="T86" fmla="+- 0 1100 230"/>
                              <a:gd name="T87" fmla="*/ 1100 h 1222"/>
                              <a:gd name="T88" fmla="+- 0 10381 9884"/>
                              <a:gd name="T89" fmla="*/ T88 w 797"/>
                              <a:gd name="T90" fmla="+- 0 1048 230"/>
                              <a:gd name="T91" fmla="*/ 1048 h 1222"/>
                              <a:gd name="T92" fmla="+- 0 10650 9884"/>
                              <a:gd name="T93" fmla="*/ T92 w 797"/>
                              <a:gd name="T94" fmla="+- 0 1120 230"/>
                              <a:gd name="T95" fmla="*/ 1120 h 1222"/>
                              <a:gd name="T96" fmla="+- 0 10622 9884"/>
                              <a:gd name="T97" fmla="*/ T96 w 797"/>
                              <a:gd name="T98" fmla="+- 0 1100 230"/>
                              <a:gd name="T99" fmla="*/ 1100 h 1222"/>
                              <a:gd name="T100" fmla="+- 0 10622 9884"/>
                              <a:gd name="T101" fmla="*/ T100 w 797"/>
                              <a:gd name="T102" fmla="+- 0 1100 230"/>
                              <a:gd name="T103" fmla="*/ 1100 h 1222"/>
                              <a:gd name="T104" fmla="+- 0 10110 9884"/>
                              <a:gd name="T105" fmla="*/ T104 w 797"/>
                              <a:gd name="T106" fmla="+- 0 874 230"/>
                              <a:gd name="T107" fmla="*/ 874 h 1222"/>
                              <a:gd name="T108" fmla="+- 0 10072 9884"/>
                              <a:gd name="T109" fmla="*/ T108 w 797"/>
                              <a:gd name="T110" fmla="+- 0 882 230"/>
                              <a:gd name="T111" fmla="*/ 882 h 1222"/>
                              <a:gd name="T112" fmla="+- 0 10114 9884"/>
                              <a:gd name="T113" fmla="*/ T112 w 797"/>
                              <a:gd name="T114" fmla="+- 0 830 230"/>
                              <a:gd name="T115" fmla="*/ 830 h 1222"/>
                              <a:gd name="T116" fmla="+- 0 10059 9884"/>
                              <a:gd name="T117" fmla="*/ T116 w 797"/>
                              <a:gd name="T118" fmla="+- 0 868 230"/>
                              <a:gd name="T119" fmla="*/ 868 h 1222"/>
                              <a:gd name="T120" fmla="+- 0 10083 9884"/>
                              <a:gd name="T121" fmla="*/ T120 w 797"/>
                              <a:gd name="T122" fmla="+- 0 646 230"/>
                              <a:gd name="T123" fmla="*/ 646 h 1222"/>
                              <a:gd name="T124" fmla="+- 0 10095 9884"/>
                              <a:gd name="T125" fmla="*/ T124 w 797"/>
                              <a:gd name="T126" fmla="+- 0 766 230"/>
                              <a:gd name="T127" fmla="*/ 766 h 1222"/>
                              <a:gd name="T128" fmla="+- 0 10027 9884"/>
                              <a:gd name="T129" fmla="*/ T128 w 797"/>
                              <a:gd name="T130" fmla="+- 0 808 230"/>
                              <a:gd name="T131" fmla="*/ 808 h 1222"/>
                              <a:gd name="T132" fmla="+- 0 10062 9884"/>
                              <a:gd name="T133" fmla="*/ T132 w 797"/>
                              <a:gd name="T134" fmla="+- 0 842 230"/>
                              <a:gd name="T135" fmla="*/ 842 h 1222"/>
                              <a:gd name="T136" fmla="+- 0 10312 9884"/>
                              <a:gd name="T137" fmla="*/ T136 w 797"/>
                              <a:gd name="T138" fmla="+- 0 784 230"/>
                              <a:gd name="T139" fmla="*/ 784 h 1222"/>
                              <a:gd name="T140" fmla="+- 0 10280 9884"/>
                              <a:gd name="T141" fmla="*/ T140 w 797"/>
                              <a:gd name="T142" fmla="+- 0 646 230"/>
                              <a:gd name="T143" fmla="*/ 646 h 1222"/>
                              <a:gd name="T144" fmla="+- 0 10040 9884"/>
                              <a:gd name="T145" fmla="*/ T144 w 797"/>
                              <a:gd name="T146" fmla="+- 0 820 230"/>
                              <a:gd name="T147" fmla="*/ 820 h 1222"/>
                              <a:gd name="T148" fmla="+- 0 9999 9884"/>
                              <a:gd name="T149" fmla="*/ T148 w 797"/>
                              <a:gd name="T150" fmla="+- 0 672 230"/>
                              <a:gd name="T151" fmla="*/ 672 h 1222"/>
                              <a:gd name="T152" fmla="+- 0 10041 9884"/>
                              <a:gd name="T153" fmla="*/ T152 w 797"/>
                              <a:gd name="T154" fmla="+- 0 668 230"/>
                              <a:gd name="T155" fmla="*/ 668 h 1222"/>
                              <a:gd name="T156" fmla="+- 0 10002 9884"/>
                              <a:gd name="T157" fmla="*/ T156 w 797"/>
                              <a:gd name="T158" fmla="+- 0 670 230"/>
                              <a:gd name="T159" fmla="*/ 670 h 1222"/>
                              <a:gd name="T160" fmla="+- 0 10007 9884"/>
                              <a:gd name="T161" fmla="*/ T160 w 797"/>
                              <a:gd name="T162" fmla="+- 0 668 230"/>
                              <a:gd name="T163" fmla="*/ 668 h 1222"/>
                              <a:gd name="T164" fmla="+- 0 9994 9884"/>
                              <a:gd name="T165" fmla="*/ T164 w 797"/>
                              <a:gd name="T166" fmla="+- 0 612 230"/>
                              <a:gd name="T167" fmla="*/ 612 h 1222"/>
                              <a:gd name="T168" fmla="+- 0 10003 9884"/>
                              <a:gd name="T169" fmla="*/ T168 w 797"/>
                              <a:gd name="T170" fmla="+- 0 654 230"/>
                              <a:gd name="T171" fmla="*/ 654 h 1222"/>
                              <a:gd name="T172" fmla="+- 0 10022 9884"/>
                              <a:gd name="T173" fmla="*/ T172 w 797"/>
                              <a:gd name="T174" fmla="+- 0 602 230"/>
                              <a:gd name="T175" fmla="*/ 602 h 1222"/>
                              <a:gd name="T176" fmla="+- 0 10094 9884"/>
                              <a:gd name="T177" fmla="*/ T176 w 797"/>
                              <a:gd name="T178" fmla="+- 0 490 230"/>
                              <a:gd name="T179" fmla="*/ 490 h 1222"/>
                              <a:gd name="T180" fmla="+- 0 10038 9884"/>
                              <a:gd name="T181" fmla="*/ T180 w 797"/>
                              <a:gd name="T182" fmla="+- 0 606 230"/>
                              <a:gd name="T183" fmla="*/ 606 h 1222"/>
                              <a:gd name="T184" fmla="+- 0 10214 9884"/>
                              <a:gd name="T185" fmla="*/ T184 w 797"/>
                              <a:gd name="T186" fmla="+- 0 492 230"/>
                              <a:gd name="T187" fmla="*/ 492 h 1222"/>
                              <a:gd name="T188" fmla="+- 0 9974 9884"/>
                              <a:gd name="T189" fmla="*/ T188 w 797"/>
                              <a:gd name="T190" fmla="+- 0 374 230"/>
                              <a:gd name="T191" fmla="*/ 374 h 1222"/>
                              <a:gd name="T192" fmla="+- 0 9989 9884"/>
                              <a:gd name="T193" fmla="*/ T192 w 797"/>
                              <a:gd name="T194" fmla="+- 0 430 230"/>
                              <a:gd name="T195" fmla="*/ 430 h 1222"/>
                              <a:gd name="T196" fmla="+- 0 10008 9884"/>
                              <a:gd name="T197" fmla="*/ T196 w 797"/>
                              <a:gd name="T198" fmla="+- 0 450 230"/>
                              <a:gd name="T199" fmla="*/ 450 h 1222"/>
                              <a:gd name="T200" fmla="+- 0 10019 9884"/>
                              <a:gd name="T201" fmla="*/ T200 w 797"/>
                              <a:gd name="T202" fmla="+- 0 468 230"/>
                              <a:gd name="T203" fmla="*/ 468 h 1222"/>
                              <a:gd name="T204" fmla="+- 0 10181 9884"/>
                              <a:gd name="T205" fmla="*/ T204 w 797"/>
                              <a:gd name="T206" fmla="+- 0 456 230"/>
                              <a:gd name="T207" fmla="*/ 456 h 1222"/>
                              <a:gd name="T208" fmla="+- 0 10151 9884"/>
                              <a:gd name="T209" fmla="*/ T208 w 797"/>
                              <a:gd name="T210" fmla="+- 0 414 230"/>
                              <a:gd name="T211" fmla="*/ 414 h 1222"/>
                              <a:gd name="T212" fmla="+- 0 10069 9884"/>
                              <a:gd name="T213" fmla="*/ T212 w 797"/>
                              <a:gd name="T214" fmla="+- 0 462 230"/>
                              <a:gd name="T215" fmla="*/ 462 h 1222"/>
                              <a:gd name="T216" fmla="+- 0 10149 9884"/>
                              <a:gd name="T217" fmla="*/ T216 w 797"/>
                              <a:gd name="T218" fmla="+- 0 420 230"/>
                              <a:gd name="T219" fmla="*/ 420 h 1222"/>
                              <a:gd name="T220" fmla="+- 0 10172 9884"/>
                              <a:gd name="T221" fmla="*/ T220 w 797"/>
                              <a:gd name="T222" fmla="+- 0 336 230"/>
                              <a:gd name="T223" fmla="*/ 336 h 1222"/>
                              <a:gd name="T224" fmla="+- 0 10076 9884"/>
                              <a:gd name="T225" fmla="*/ T224 w 797"/>
                              <a:gd name="T226" fmla="+- 0 230 230"/>
                              <a:gd name="T227" fmla="*/ 230 h 1222"/>
                              <a:gd name="T228" fmla="+- 0 9967 9884"/>
                              <a:gd name="T229" fmla="*/ T228 w 797"/>
                              <a:gd name="T230" fmla="+- 0 296 230"/>
                              <a:gd name="T231" fmla="*/ 296 h 1222"/>
                              <a:gd name="T232" fmla="+- 0 10172 9884"/>
                              <a:gd name="T233" fmla="*/ T232 w 797"/>
                              <a:gd name="T234" fmla="+- 0 336 230"/>
                              <a:gd name="T235" fmla="*/ 336 h 1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97" h="1222">
                                <a:moveTo>
                                  <a:pt x="209" y="1206"/>
                                </a:moveTo>
                                <a:lnTo>
                                  <a:pt x="118" y="1206"/>
                                </a:lnTo>
                                <a:lnTo>
                                  <a:pt x="122" y="1208"/>
                                </a:lnTo>
                                <a:lnTo>
                                  <a:pt x="121" y="1208"/>
                                </a:lnTo>
                                <a:lnTo>
                                  <a:pt x="127" y="1212"/>
                                </a:lnTo>
                                <a:lnTo>
                                  <a:pt x="138" y="1216"/>
                                </a:lnTo>
                                <a:lnTo>
                                  <a:pt x="156" y="1220"/>
                                </a:lnTo>
                                <a:lnTo>
                                  <a:pt x="178" y="1222"/>
                                </a:lnTo>
                                <a:lnTo>
                                  <a:pt x="198" y="1220"/>
                                </a:lnTo>
                                <a:lnTo>
                                  <a:pt x="209" y="1214"/>
                                </a:lnTo>
                                <a:lnTo>
                                  <a:pt x="209" y="1206"/>
                                </a:lnTo>
                                <a:close/>
                                <a:moveTo>
                                  <a:pt x="16" y="1146"/>
                                </a:moveTo>
                                <a:lnTo>
                                  <a:pt x="8" y="1150"/>
                                </a:lnTo>
                                <a:lnTo>
                                  <a:pt x="0" y="1162"/>
                                </a:lnTo>
                                <a:lnTo>
                                  <a:pt x="2" y="1172"/>
                                </a:lnTo>
                                <a:lnTo>
                                  <a:pt x="7" y="1184"/>
                                </a:lnTo>
                                <a:lnTo>
                                  <a:pt x="19" y="1194"/>
                                </a:lnTo>
                                <a:lnTo>
                                  <a:pt x="42" y="1202"/>
                                </a:lnTo>
                                <a:lnTo>
                                  <a:pt x="69" y="1208"/>
                                </a:lnTo>
                                <a:lnTo>
                                  <a:pt x="92" y="1210"/>
                                </a:lnTo>
                                <a:lnTo>
                                  <a:pt x="118" y="1206"/>
                                </a:lnTo>
                                <a:lnTo>
                                  <a:pt x="209" y="1206"/>
                                </a:lnTo>
                                <a:lnTo>
                                  <a:pt x="209" y="1204"/>
                                </a:lnTo>
                                <a:lnTo>
                                  <a:pt x="205" y="1194"/>
                                </a:lnTo>
                                <a:lnTo>
                                  <a:pt x="203" y="1184"/>
                                </a:lnTo>
                                <a:lnTo>
                                  <a:pt x="203" y="1168"/>
                                </a:lnTo>
                                <a:lnTo>
                                  <a:pt x="205" y="1158"/>
                                </a:lnTo>
                                <a:lnTo>
                                  <a:pt x="204" y="1152"/>
                                </a:lnTo>
                                <a:lnTo>
                                  <a:pt x="47" y="1152"/>
                                </a:lnTo>
                                <a:lnTo>
                                  <a:pt x="38" y="1150"/>
                                </a:lnTo>
                                <a:lnTo>
                                  <a:pt x="16" y="1146"/>
                                </a:lnTo>
                                <a:close/>
                                <a:moveTo>
                                  <a:pt x="436" y="578"/>
                                </a:moveTo>
                                <a:lnTo>
                                  <a:pt x="239" y="578"/>
                                </a:lnTo>
                                <a:lnTo>
                                  <a:pt x="248" y="602"/>
                                </a:lnTo>
                                <a:lnTo>
                                  <a:pt x="255" y="616"/>
                                </a:lnTo>
                                <a:lnTo>
                                  <a:pt x="257" y="618"/>
                                </a:lnTo>
                                <a:lnTo>
                                  <a:pt x="244" y="638"/>
                                </a:lnTo>
                                <a:lnTo>
                                  <a:pt x="243" y="642"/>
                                </a:lnTo>
                                <a:lnTo>
                                  <a:pt x="239" y="654"/>
                                </a:lnTo>
                                <a:lnTo>
                                  <a:pt x="227" y="660"/>
                                </a:lnTo>
                                <a:lnTo>
                                  <a:pt x="213" y="694"/>
                                </a:lnTo>
                                <a:lnTo>
                                  <a:pt x="205" y="696"/>
                                </a:lnTo>
                                <a:lnTo>
                                  <a:pt x="201" y="708"/>
                                </a:lnTo>
                                <a:lnTo>
                                  <a:pt x="196" y="718"/>
                                </a:lnTo>
                                <a:lnTo>
                                  <a:pt x="188" y="730"/>
                                </a:lnTo>
                                <a:lnTo>
                                  <a:pt x="181" y="742"/>
                                </a:lnTo>
                                <a:lnTo>
                                  <a:pt x="170" y="762"/>
                                </a:lnTo>
                                <a:lnTo>
                                  <a:pt x="161" y="776"/>
                                </a:lnTo>
                                <a:lnTo>
                                  <a:pt x="151" y="794"/>
                                </a:lnTo>
                                <a:lnTo>
                                  <a:pt x="143" y="806"/>
                                </a:lnTo>
                                <a:lnTo>
                                  <a:pt x="137" y="818"/>
                                </a:lnTo>
                                <a:lnTo>
                                  <a:pt x="138" y="818"/>
                                </a:lnTo>
                                <a:lnTo>
                                  <a:pt x="136" y="826"/>
                                </a:lnTo>
                                <a:lnTo>
                                  <a:pt x="133" y="832"/>
                                </a:lnTo>
                                <a:lnTo>
                                  <a:pt x="129" y="840"/>
                                </a:lnTo>
                                <a:lnTo>
                                  <a:pt x="126" y="850"/>
                                </a:lnTo>
                                <a:lnTo>
                                  <a:pt x="126" y="864"/>
                                </a:lnTo>
                                <a:lnTo>
                                  <a:pt x="127" y="876"/>
                                </a:lnTo>
                                <a:lnTo>
                                  <a:pt x="127" y="882"/>
                                </a:lnTo>
                                <a:lnTo>
                                  <a:pt x="127" y="900"/>
                                </a:lnTo>
                                <a:lnTo>
                                  <a:pt x="130" y="910"/>
                                </a:lnTo>
                                <a:lnTo>
                                  <a:pt x="132" y="924"/>
                                </a:lnTo>
                                <a:lnTo>
                                  <a:pt x="130" y="948"/>
                                </a:lnTo>
                                <a:lnTo>
                                  <a:pt x="127" y="974"/>
                                </a:lnTo>
                                <a:lnTo>
                                  <a:pt x="126" y="996"/>
                                </a:lnTo>
                                <a:lnTo>
                                  <a:pt x="125" y="1014"/>
                                </a:lnTo>
                                <a:lnTo>
                                  <a:pt x="122" y="1032"/>
                                </a:lnTo>
                                <a:lnTo>
                                  <a:pt x="117" y="1054"/>
                                </a:lnTo>
                                <a:lnTo>
                                  <a:pt x="117" y="1058"/>
                                </a:lnTo>
                                <a:lnTo>
                                  <a:pt x="119" y="1086"/>
                                </a:lnTo>
                                <a:lnTo>
                                  <a:pt x="126" y="1096"/>
                                </a:lnTo>
                                <a:lnTo>
                                  <a:pt x="120" y="1104"/>
                                </a:lnTo>
                                <a:lnTo>
                                  <a:pt x="117" y="1112"/>
                                </a:lnTo>
                                <a:lnTo>
                                  <a:pt x="110" y="1128"/>
                                </a:lnTo>
                                <a:lnTo>
                                  <a:pt x="87" y="1136"/>
                                </a:lnTo>
                                <a:lnTo>
                                  <a:pt x="47" y="1152"/>
                                </a:lnTo>
                                <a:lnTo>
                                  <a:pt x="204" y="1152"/>
                                </a:lnTo>
                                <a:lnTo>
                                  <a:pt x="202" y="1142"/>
                                </a:lnTo>
                                <a:lnTo>
                                  <a:pt x="199" y="1142"/>
                                </a:lnTo>
                                <a:lnTo>
                                  <a:pt x="197" y="1120"/>
                                </a:lnTo>
                                <a:lnTo>
                                  <a:pt x="203" y="1112"/>
                                </a:lnTo>
                                <a:lnTo>
                                  <a:pt x="203" y="1104"/>
                                </a:lnTo>
                                <a:lnTo>
                                  <a:pt x="206" y="1098"/>
                                </a:lnTo>
                                <a:lnTo>
                                  <a:pt x="209" y="1084"/>
                                </a:lnTo>
                                <a:lnTo>
                                  <a:pt x="206" y="1074"/>
                                </a:lnTo>
                                <a:lnTo>
                                  <a:pt x="208" y="1058"/>
                                </a:lnTo>
                                <a:lnTo>
                                  <a:pt x="214" y="1046"/>
                                </a:lnTo>
                                <a:lnTo>
                                  <a:pt x="213" y="1034"/>
                                </a:lnTo>
                                <a:lnTo>
                                  <a:pt x="223" y="1020"/>
                                </a:lnTo>
                                <a:lnTo>
                                  <a:pt x="227" y="996"/>
                                </a:lnTo>
                                <a:lnTo>
                                  <a:pt x="230" y="990"/>
                                </a:lnTo>
                                <a:lnTo>
                                  <a:pt x="233" y="978"/>
                                </a:lnTo>
                                <a:lnTo>
                                  <a:pt x="235" y="954"/>
                                </a:lnTo>
                                <a:lnTo>
                                  <a:pt x="235" y="928"/>
                                </a:lnTo>
                                <a:lnTo>
                                  <a:pt x="232" y="906"/>
                                </a:lnTo>
                                <a:lnTo>
                                  <a:pt x="233" y="888"/>
                                </a:lnTo>
                                <a:lnTo>
                                  <a:pt x="243" y="876"/>
                                </a:lnTo>
                                <a:lnTo>
                                  <a:pt x="256" y="866"/>
                                </a:lnTo>
                                <a:lnTo>
                                  <a:pt x="267" y="858"/>
                                </a:lnTo>
                                <a:lnTo>
                                  <a:pt x="302" y="824"/>
                                </a:lnTo>
                                <a:lnTo>
                                  <a:pt x="319" y="806"/>
                                </a:lnTo>
                                <a:lnTo>
                                  <a:pt x="327" y="798"/>
                                </a:lnTo>
                                <a:lnTo>
                                  <a:pt x="480" y="798"/>
                                </a:lnTo>
                                <a:lnTo>
                                  <a:pt x="473" y="788"/>
                                </a:lnTo>
                                <a:lnTo>
                                  <a:pt x="471" y="780"/>
                                </a:lnTo>
                                <a:lnTo>
                                  <a:pt x="473" y="774"/>
                                </a:lnTo>
                                <a:lnTo>
                                  <a:pt x="475" y="766"/>
                                </a:lnTo>
                                <a:lnTo>
                                  <a:pt x="469" y="754"/>
                                </a:lnTo>
                                <a:lnTo>
                                  <a:pt x="462" y="742"/>
                                </a:lnTo>
                                <a:lnTo>
                                  <a:pt x="460" y="730"/>
                                </a:lnTo>
                                <a:lnTo>
                                  <a:pt x="461" y="720"/>
                                </a:lnTo>
                                <a:lnTo>
                                  <a:pt x="463" y="712"/>
                                </a:lnTo>
                                <a:lnTo>
                                  <a:pt x="468" y="694"/>
                                </a:lnTo>
                                <a:lnTo>
                                  <a:pt x="471" y="660"/>
                                </a:lnTo>
                                <a:lnTo>
                                  <a:pt x="465" y="620"/>
                                </a:lnTo>
                                <a:lnTo>
                                  <a:pt x="442" y="586"/>
                                </a:lnTo>
                                <a:lnTo>
                                  <a:pt x="436" y="578"/>
                                </a:lnTo>
                                <a:close/>
                                <a:moveTo>
                                  <a:pt x="786" y="968"/>
                                </a:moveTo>
                                <a:lnTo>
                                  <a:pt x="657" y="968"/>
                                </a:lnTo>
                                <a:lnTo>
                                  <a:pt x="680" y="978"/>
                                </a:lnTo>
                                <a:lnTo>
                                  <a:pt x="681" y="978"/>
                                </a:lnTo>
                                <a:lnTo>
                                  <a:pt x="672" y="984"/>
                                </a:lnTo>
                                <a:lnTo>
                                  <a:pt x="678" y="988"/>
                                </a:lnTo>
                                <a:lnTo>
                                  <a:pt x="683" y="990"/>
                                </a:lnTo>
                                <a:lnTo>
                                  <a:pt x="699" y="1002"/>
                                </a:lnTo>
                                <a:lnTo>
                                  <a:pt x="713" y="1016"/>
                                </a:lnTo>
                                <a:lnTo>
                                  <a:pt x="727" y="1030"/>
                                </a:lnTo>
                                <a:lnTo>
                                  <a:pt x="740" y="1036"/>
                                </a:lnTo>
                                <a:lnTo>
                                  <a:pt x="736" y="1040"/>
                                </a:lnTo>
                                <a:lnTo>
                                  <a:pt x="740" y="1052"/>
                                </a:lnTo>
                                <a:lnTo>
                                  <a:pt x="743" y="1064"/>
                                </a:lnTo>
                                <a:lnTo>
                                  <a:pt x="750" y="1078"/>
                                </a:lnTo>
                                <a:lnTo>
                                  <a:pt x="760" y="1084"/>
                                </a:lnTo>
                                <a:lnTo>
                                  <a:pt x="776" y="1078"/>
                                </a:lnTo>
                                <a:lnTo>
                                  <a:pt x="790" y="1058"/>
                                </a:lnTo>
                                <a:lnTo>
                                  <a:pt x="796" y="1032"/>
                                </a:lnTo>
                                <a:lnTo>
                                  <a:pt x="796" y="1004"/>
                                </a:lnTo>
                                <a:lnTo>
                                  <a:pt x="792" y="982"/>
                                </a:lnTo>
                                <a:lnTo>
                                  <a:pt x="786" y="968"/>
                                </a:lnTo>
                                <a:close/>
                                <a:moveTo>
                                  <a:pt x="480" y="798"/>
                                </a:moveTo>
                                <a:lnTo>
                                  <a:pt x="327" y="798"/>
                                </a:lnTo>
                                <a:lnTo>
                                  <a:pt x="344" y="842"/>
                                </a:lnTo>
                                <a:lnTo>
                                  <a:pt x="354" y="864"/>
                                </a:lnTo>
                                <a:lnTo>
                                  <a:pt x="360" y="878"/>
                                </a:lnTo>
                                <a:lnTo>
                                  <a:pt x="366" y="888"/>
                                </a:lnTo>
                                <a:lnTo>
                                  <a:pt x="374" y="906"/>
                                </a:lnTo>
                                <a:lnTo>
                                  <a:pt x="384" y="928"/>
                                </a:lnTo>
                                <a:lnTo>
                                  <a:pt x="398" y="946"/>
                                </a:lnTo>
                                <a:lnTo>
                                  <a:pt x="419" y="958"/>
                                </a:lnTo>
                                <a:lnTo>
                                  <a:pt x="439" y="960"/>
                                </a:lnTo>
                                <a:lnTo>
                                  <a:pt x="455" y="962"/>
                                </a:lnTo>
                                <a:lnTo>
                                  <a:pt x="498" y="962"/>
                                </a:lnTo>
                                <a:lnTo>
                                  <a:pt x="534" y="966"/>
                                </a:lnTo>
                                <a:lnTo>
                                  <a:pt x="596" y="976"/>
                                </a:lnTo>
                                <a:lnTo>
                                  <a:pt x="611" y="980"/>
                                </a:lnTo>
                                <a:lnTo>
                                  <a:pt x="628" y="984"/>
                                </a:lnTo>
                                <a:lnTo>
                                  <a:pt x="642" y="984"/>
                                </a:lnTo>
                                <a:lnTo>
                                  <a:pt x="650" y="982"/>
                                </a:lnTo>
                                <a:lnTo>
                                  <a:pt x="654" y="978"/>
                                </a:lnTo>
                                <a:lnTo>
                                  <a:pt x="657" y="968"/>
                                </a:lnTo>
                                <a:lnTo>
                                  <a:pt x="786" y="968"/>
                                </a:lnTo>
                                <a:lnTo>
                                  <a:pt x="784" y="960"/>
                                </a:lnTo>
                                <a:lnTo>
                                  <a:pt x="773" y="960"/>
                                </a:lnTo>
                                <a:lnTo>
                                  <a:pt x="775" y="948"/>
                                </a:lnTo>
                                <a:lnTo>
                                  <a:pt x="775" y="932"/>
                                </a:lnTo>
                                <a:lnTo>
                                  <a:pt x="772" y="910"/>
                                </a:lnTo>
                                <a:lnTo>
                                  <a:pt x="769" y="898"/>
                                </a:lnTo>
                                <a:lnTo>
                                  <a:pt x="680" y="898"/>
                                </a:lnTo>
                                <a:lnTo>
                                  <a:pt x="683" y="893"/>
                                </a:lnTo>
                                <a:lnTo>
                                  <a:pt x="682" y="892"/>
                                </a:lnTo>
                                <a:lnTo>
                                  <a:pt x="686" y="888"/>
                                </a:lnTo>
                                <a:lnTo>
                                  <a:pt x="687" y="886"/>
                                </a:lnTo>
                                <a:lnTo>
                                  <a:pt x="672" y="882"/>
                                </a:lnTo>
                                <a:lnTo>
                                  <a:pt x="660" y="878"/>
                                </a:lnTo>
                                <a:lnTo>
                                  <a:pt x="646" y="870"/>
                                </a:lnTo>
                                <a:lnTo>
                                  <a:pt x="628" y="862"/>
                                </a:lnTo>
                                <a:lnTo>
                                  <a:pt x="606" y="854"/>
                                </a:lnTo>
                                <a:lnTo>
                                  <a:pt x="580" y="848"/>
                                </a:lnTo>
                                <a:lnTo>
                                  <a:pt x="555" y="844"/>
                                </a:lnTo>
                                <a:lnTo>
                                  <a:pt x="534" y="842"/>
                                </a:lnTo>
                                <a:lnTo>
                                  <a:pt x="522" y="840"/>
                                </a:lnTo>
                                <a:lnTo>
                                  <a:pt x="512" y="832"/>
                                </a:lnTo>
                                <a:lnTo>
                                  <a:pt x="497" y="818"/>
                                </a:lnTo>
                                <a:lnTo>
                                  <a:pt x="482" y="802"/>
                                </a:lnTo>
                                <a:lnTo>
                                  <a:pt x="480" y="798"/>
                                </a:lnTo>
                                <a:close/>
                                <a:moveTo>
                                  <a:pt x="686" y="888"/>
                                </a:moveTo>
                                <a:lnTo>
                                  <a:pt x="683" y="893"/>
                                </a:lnTo>
                                <a:lnTo>
                                  <a:pt x="683" y="894"/>
                                </a:lnTo>
                                <a:lnTo>
                                  <a:pt x="683" y="898"/>
                                </a:lnTo>
                                <a:lnTo>
                                  <a:pt x="769" y="898"/>
                                </a:lnTo>
                                <a:lnTo>
                                  <a:pt x="766" y="890"/>
                                </a:lnTo>
                                <a:lnTo>
                                  <a:pt x="704" y="890"/>
                                </a:lnTo>
                                <a:lnTo>
                                  <a:pt x="686" y="888"/>
                                </a:lnTo>
                                <a:close/>
                                <a:moveTo>
                                  <a:pt x="686" y="888"/>
                                </a:moveTo>
                                <a:lnTo>
                                  <a:pt x="682" y="892"/>
                                </a:lnTo>
                                <a:lnTo>
                                  <a:pt x="683" y="893"/>
                                </a:lnTo>
                                <a:lnTo>
                                  <a:pt x="686" y="888"/>
                                </a:lnTo>
                                <a:close/>
                                <a:moveTo>
                                  <a:pt x="738" y="870"/>
                                </a:moveTo>
                                <a:lnTo>
                                  <a:pt x="725" y="876"/>
                                </a:lnTo>
                                <a:lnTo>
                                  <a:pt x="716" y="882"/>
                                </a:lnTo>
                                <a:lnTo>
                                  <a:pt x="710" y="886"/>
                                </a:lnTo>
                                <a:lnTo>
                                  <a:pt x="704" y="890"/>
                                </a:lnTo>
                                <a:lnTo>
                                  <a:pt x="766" y="890"/>
                                </a:lnTo>
                                <a:lnTo>
                                  <a:pt x="765" y="886"/>
                                </a:lnTo>
                                <a:lnTo>
                                  <a:pt x="753" y="872"/>
                                </a:lnTo>
                                <a:lnTo>
                                  <a:pt x="738" y="870"/>
                                </a:lnTo>
                                <a:close/>
                                <a:moveTo>
                                  <a:pt x="226" y="644"/>
                                </a:moveTo>
                                <a:lnTo>
                                  <a:pt x="205" y="644"/>
                                </a:lnTo>
                                <a:lnTo>
                                  <a:pt x="204" y="646"/>
                                </a:lnTo>
                                <a:lnTo>
                                  <a:pt x="203" y="648"/>
                                </a:lnTo>
                                <a:lnTo>
                                  <a:pt x="207" y="654"/>
                                </a:lnTo>
                                <a:lnTo>
                                  <a:pt x="206" y="656"/>
                                </a:lnTo>
                                <a:lnTo>
                                  <a:pt x="225" y="648"/>
                                </a:lnTo>
                                <a:lnTo>
                                  <a:pt x="226" y="644"/>
                                </a:lnTo>
                                <a:close/>
                                <a:moveTo>
                                  <a:pt x="232" y="618"/>
                                </a:moveTo>
                                <a:lnTo>
                                  <a:pt x="211" y="618"/>
                                </a:lnTo>
                                <a:lnTo>
                                  <a:pt x="210" y="622"/>
                                </a:lnTo>
                                <a:lnTo>
                                  <a:pt x="208" y="626"/>
                                </a:lnTo>
                                <a:lnTo>
                                  <a:pt x="203" y="628"/>
                                </a:lnTo>
                                <a:lnTo>
                                  <a:pt x="194" y="636"/>
                                </a:lnTo>
                                <a:lnTo>
                                  <a:pt x="192" y="640"/>
                                </a:lnTo>
                                <a:lnTo>
                                  <a:pt x="188" y="652"/>
                                </a:lnTo>
                                <a:lnTo>
                                  <a:pt x="200" y="650"/>
                                </a:lnTo>
                                <a:lnTo>
                                  <a:pt x="205" y="644"/>
                                </a:lnTo>
                                <a:lnTo>
                                  <a:pt x="226" y="644"/>
                                </a:lnTo>
                                <a:lnTo>
                                  <a:pt x="228" y="638"/>
                                </a:lnTo>
                                <a:lnTo>
                                  <a:pt x="231" y="636"/>
                                </a:lnTo>
                                <a:lnTo>
                                  <a:pt x="232" y="620"/>
                                </a:lnTo>
                                <a:lnTo>
                                  <a:pt x="232" y="618"/>
                                </a:lnTo>
                                <a:close/>
                                <a:moveTo>
                                  <a:pt x="230" y="600"/>
                                </a:moveTo>
                                <a:lnTo>
                                  <a:pt x="188" y="600"/>
                                </a:lnTo>
                                <a:lnTo>
                                  <a:pt x="191" y="602"/>
                                </a:lnTo>
                                <a:lnTo>
                                  <a:pt x="196" y="608"/>
                                </a:lnTo>
                                <a:lnTo>
                                  <a:pt x="194" y="610"/>
                                </a:lnTo>
                                <a:lnTo>
                                  <a:pt x="187" y="616"/>
                                </a:lnTo>
                                <a:lnTo>
                                  <a:pt x="179" y="624"/>
                                </a:lnTo>
                                <a:lnTo>
                                  <a:pt x="177" y="628"/>
                                </a:lnTo>
                                <a:lnTo>
                                  <a:pt x="175" y="638"/>
                                </a:lnTo>
                                <a:lnTo>
                                  <a:pt x="194" y="634"/>
                                </a:lnTo>
                                <a:lnTo>
                                  <a:pt x="199" y="626"/>
                                </a:lnTo>
                                <a:lnTo>
                                  <a:pt x="209" y="618"/>
                                </a:lnTo>
                                <a:lnTo>
                                  <a:pt x="232" y="618"/>
                                </a:lnTo>
                                <a:lnTo>
                                  <a:pt x="232" y="608"/>
                                </a:lnTo>
                                <a:lnTo>
                                  <a:pt x="230" y="600"/>
                                </a:lnTo>
                                <a:close/>
                                <a:moveTo>
                                  <a:pt x="396" y="416"/>
                                </a:moveTo>
                                <a:lnTo>
                                  <a:pt x="199" y="416"/>
                                </a:lnTo>
                                <a:lnTo>
                                  <a:pt x="201" y="438"/>
                                </a:lnTo>
                                <a:lnTo>
                                  <a:pt x="201" y="446"/>
                                </a:lnTo>
                                <a:lnTo>
                                  <a:pt x="205" y="460"/>
                                </a:lnTo>
                                <a:lnTo>
                                  <a:pt x="205" y="466"/>
                                </a:lnTo>
                                <a:lnTo>
                                  <a:pt x="207" y="468"/>
                                </a:lnTo>
                                <a:lnTo>
                                  <a:pt x="213" y="480"/>
                                </a:lnTo>
                                <a:lnTo>
                                  <a:pt x="224" y="512"/>
                                </a:lnTo>
                                <a:lnTo>
                                  <a:pt x="211" y="536"/>
                                </a:lnTo>
                                <a:lnTo>
                                  <a:pt x="203" y="548"/>
                                </a:lnTo>
                                <a:lnTo>
                                  <a:pt x="200" y="554"/>
                                </a:lnTo>
                                <a:lnTo>
                                  <a:pt x="197" y="556"/>
                                </a:lnTo>
                                <a:lnTo>
                                  <a:pt x="192" y="560"/>
                                </a:lnTo>
                                <a:lnTo>
                                  <a:pt x="178" y="562"/>
                                </a:lnTo>
                                <a:lnTo>
                                  <a:pt x="159" y="564"/>
                                </a:lnTo>
                                <a:lnTo>
                                  <a:pt x="144" y="574"/>
                                </a:lnTo>
                                <a:lnTo>
                                  <a:pt x="143" y="578"/>
                                </a:lnTo>
                                <a:lnTo>
                                  <a:pt x="140" y="584"/>
                                </a:lnTo>
                                <a:lnTo>
                                  <a:pt x="160" y="584"/>
                                </a:lnTo>
                                <a:lnTo>
                                  <a:pt x="166" y="586"/>
                                </a:lnTo>
                                <a:lnTo>
                                  <a:pt x="180" y="588"/>
                                </a:lnTo>
                                <a:lnTo>
                                  <a:pt x="170" y="600"/>
                                </a:lnTo>
                                <a:lnTo>
                                  <a:pt x="168" y="604"/>
                                </a:lnTo>
                                <a:lnTo>
                                  <a:pt x="166" y="618"/>
                                </a:lnTo>
                                <a:lnTo>
                                  <a:pt x="178" y="612"/>
                                </a:lnTo>
                                <a:lnTo>
                                  <a:pt x="185" y="602"/>
                                </a:lnTo>
                                <a:lnTo>
                                  <a:pt x="188" y="600"/>
                                </a:lnTo>
                                <a:lnTo>
                                  <a:pt x="230" y="600"/>
                                </a:lnTo>
                                <a:lnTo>
                                  <a:pt x="228" y="594"/>
                                </a:lnTo>
                                <a:lnTo>
                                  <a:pt x="239" y="578"/>
                                </a:lnTo>
                                <a:lnTo>
                                  <a:pt x="436" y="578"/>
                                </a:lnTo>
                                <a:lnTo>
                                  <a:pt x="428" y="566"/>
                                </a:lnTo>
                                <a:lnTo>
                                  <a:pt x="428" y="554"/>
                                </a:lnTo>
                                <a:lnTo>
                                  <a:pt x="426" y="544"/>
                                </a:lnTo>
                                <a:lnTo>
                                  <a:pt x="422" y="534"/>
                                </a:lnTo>
                                <a:lnTo>
                                  <a:pt x="417" y="524"/>
                                </a:lnTo>
                                <a:lnTo>
                                  <a:pt x="415" y="518"/>
                                </a:lnTo>
                                <a:lnTo>
                                  <a:pt x="414" y="508"/>
                                </a:lnTo>
                                <a:lnTo>
                                  <a:pt x="411" y="494"/>
                                </a:lnTo>
                                <a:lnTo>
                                  <a:pt x="405" y="470"/>
                                </a:lnTo>
                                <a:lnTo>
                                  <a:pt x="396" y="416"/>
                                </a:lnTo>
                                <a:close/>
                                <a:moveTo>
                                  <a:pt x="160" y="584"/>
                                </a:moveTo>
                                <a:lnTo>
                                  <a:pt x="139" y="584"/>
                                </a:lnTo>
                                <a:lnTo>
                                  <a:pt x="138" y="586"/>
                                </a:lnTo>
                                <a:lnTo>
                                  <a:pt x="130" y="594"/>
                                </a:lnTo>
                                <a:lnTo>
                                  <a:pt x="137" y="596"/>
                                </a:lnTo>
                                <a:lnTo>
                                  <a:pt x="143" y="600"/>
                                </a:lnTo>
                                <a:lnTo>
                                  <a:pt x="147" y="594"/>
                                </a:lnTo>
                                <a:lnTo>
                                  <a:pt x="156" y="590"/>
                                </a:lnTo>
                                <a:lnTo>
                                  <a:pt x="155" y="588"/>
                                </a:lnTo>
                                <a:lnTo>
                                  <a:pt x="157" y="586"/>
                                </a:lnTo>
                                <a:lnTo>
                                  <a:pt x="160" y="584"/>
                                </a:lnTo>
                                <a:close/>
                                <a:moveTo>
                                  <a:pt x="157" y="438"/>
                                </a:moveTo>
                                <a:lnTo>
                                  <a:pt x="123" y="438"/>
                                </a:lnTo>
                                <a:lnTo>
                                  <a:pt x="120" y="440"/>
                                </a:lnTo>
                                <a:lnTo>
                                  <a:pt x="118" y="440"/>
                                </a:lnTo>
                                <a:lnTo>
                                  <a:pt x="115" y="442"/>
                                </a:lnTo>
                                <a:lnTo>
                                  <a:pt x="109" y="446"/>
                                </a:lnTo>
                                <a:lnTo>
                                  <a:pt x="122" y="456"/>
                                </a:lnTo>
                                <a:lnTo>
                                  <a:pt x="124" y="452"/>
                                </a:lnTo>
                                <a:lnTo>
                                  <a:pt x="132" y="452"/>
                                </a:lnTo>
                                <a:lnTo>
                                  <a:pt x="140" y="450"/>
                                </a:lnTo>
                                <a:lnTo>
                                  <a:pt x="148" y="444"/>
                                </a:lnTo>
                                <a:lnTo>
                                  <a:pt x="154" y="440"/>
                                </a:lnTo>
                                <a:lnTo>
                                  <a:pt x="157" y="438"/>
                                </a:lnTo>
                                <a:close/>
                                <a:moveTo>
                                  <a:pt x="170" y="422"/>
                                </a:moveTo>
                                <a:lnTo>
                                  <a:pt x="129" y="422"/>
                                </a:lnTo>
                                <a:lnTo>
                                  <a:pt x="120" y="424"/>
                                </a:lnTo>
                                <a:lnTo>
                                  <a:pt x="119" y="424"/>
                                </a:lnTo>
                                <a:lnTo>
                                  <a:pt x="112" y="432"/>
                                </a:lnTo>
                                <a:lnTo>
                                  <a:pt x="108" y="432"/>
                                </a:lnTo>
                                <a:lnTo>
                                  <a:pt x="113" y="442"/>
                                </a:lnTo>
                                <a:lnTo>
                                  <a:pt x="118" y="440"/>
                                </a:lnTo>
                                <a:lnTo>
                                  <a:pt x="123" y="438"/>
                                </a:lnTo>
                                <a:lnTo>
                                  <a:pt x="157" y="438"/>
                                </a:lnTo>
                                <a:lnTo>
                                  <a:pt x="158" y="428"/>
                                </a:lnTo>
                                <a:lnTo>
                                  <a:pt x="160" y="424"/>
                                </a:lnTo>
                                <a:lnTo>
                                  <a:pt x="120" y="424"/>
                                </a:lnTo>
                                <a:lnTo>
                                  <a:pt x="129" y="422"/>
                                </a:lnTo>
                                <a:lnTo>
                                  <a:pt x="170" y="422"/>
                                </a:lnTo>
                                <a:close/>
                                <a:moveTo>
                                  <a:pt x="123" y="438"/>
                                </a:moveTo>
                                <a:lnTo>
                                  <a:pt x="118" y="440"/>
                                </a:lnTo>
                                <a:lnTo>
                                  <a:pt x="120" y="440"/>
                                </a:lnTo>
                                <a:lnTo>
                                  <a:pt x="123" y="438"/>
                                </a:lnTo>
                                <a:close/>
                                <a:moveTo>
                                  <a:pt x="118" y="358"/>
                                </a:moveTo>
                                <a:lnTo>
                                  <a:pt x="108" y="362"/>
                                </a:lnTo>
                                <a:lnTo>
                                  <a:pt x="103" y="364"/>
                                </a:lnTo>
                                <a:lnTo>
                                  <a:pt x="109" y="380"/>
                                </a:lnTo>
                                <a:lnTo>
                                  <a:pt x="110" y="382"/>
                                </a:lnTo>
                                <a:lnTo>
                                  <a:pt x="110" y="384"/>
                                </a:lnTo>
                                <a:lnTo>
                                  <a:pt x="108" y="390"/>
                                </a:lnTo>
                                <a:lnTo>
                                  <a:pt x="114" y="402"/>
                                </a:lnTo>
                                <a:lnTo>
                                  <a:pt x="117" y="402"/>
                                </a:lnTo>
                                <a:lnTo>
                                  <a:pt x="117" y="408"/>
                                </a:lnTo>
                                <a:lnTo>
                                  <a:pt x="114" y="412"/>
                                </a:lnTo>
                                <a:lnTo>
                                  <a:pt x="108" y="424"/>
                                </a:lnTo>
                                <a:lnTo>
                                  <a:pt x="119" y="424"/>
                                </a:lnTo>
                                <a:lnTo>
                                  <a:pt x="129" y="422"/>
                                </a:lnTo>
                                <a:lnTo>
                                  <a:pt x="170" y="422"/>
                                </a:lnTo>
                                <a:lnTo>
                                  <a:pt x="199" y="416"/>
                                </a:lnTo>
                                <a:lnTo>
                                  <a:pt x="396" y="416"/>
                                </a:lnTo>
                                <a:lnTo>
                                  <a:pt x="395" y="410"/>
                                </a:lnTo>
                                <a:lnTo>
                                  <a:pt x="388" y="376"/>
                                </a:lnTo>
                                <a:lnTo>
                                  <a:pt x="154" y="376"/>
                                </a:lnTo>
                                <a:lnTo>
                                  <a:pt x="138" y="372"/>
                                </a:lnTo>
                                <a:lnTo>
                                  <a:pt x="133" y="372"/>
                                </a:lnTo>
                                <a:lnTo>
                                  <a:pt x="128" y="370"/>
                                </a:lnTo>
                                <a:lnTo>
                                  <a:pt x="118" y="358"/>
                                </a:lnTo>
                                <a:close/>
                                <a:moveTo>
                                  <a:pt x="303" y="232"/>
                                </a:moveTo>
                                <a:lnTo>
                                  <a:pt x="185" y="232"/>
                                </a:lnTo>
                                <a:lnTo>
                                  <a:pt x="208" y="256"/>
                                </a:lnTo>
                                <a:lnTo>
                                  <a:pt x="210" y="260"/>
                                </a:lnTo>
                                <a:lnTo>
                                  <a:pt x="211" y="262"/>
                                </a:lnTo>
                                <a:lnTo>
                                  <a:pt x="211" y="266"/>
                                </a:lnTo>
                                <a:lnTo>
                                  <a:pt x="207" y="280"/>
                                </a:lnTo>
                                <a:lnTo>
                                  <a:pt x="191" y="322"/>
                                </a:lnTo>
                                <a:lnTo>
                                  <a:pt x="188" y="336"/>
                                </a:lnTo>
                                <a:lnTo>
                                  <a:pt x="188" y="360"/>
                                </a:lnTo>
                                <a:lnTo>
                                  <a:pt x="159" y="374"/>
                                </a:lnTo>
                                <a:lnTo>
                                  <a:pt x="154" y="376"/>
                                </a:lnTo>
                                <a:lnTo>
                                  <a:pt x="388" y="376"/>
                                </a:lnTo>
                                <a:lnTo>
                                  <a:pt x="387" y="366"/>
                                </a:lnTo>
                                <a:lnTo>
                                  <a:pt x="378" y="338"/>
                                </a:lnTo>
                                <a:lnTo>
                                  <a:pt x="369" y="320"/>
                                </a:lnTo>
                                <a:lnTo>
                                  <a:pt x="358" y="304"/>
                                </a:lnTo>
                                <a:lnTo>
                                  <a:pt x="347" y="288"/>
                                </a:lnTo>
                                <a:lnTo>
                                  <a:pt x="339" y="276"/>
                                </a:lnTo>
                                <a:lnTo>
                                  <a:pt x="330" y="262"/>
                                </a:lnTo>
                                <a:lnTo>
                                  <a:pt x="314" y="244"/>
                                </a:lnTo>
                                <a:lnTo>
                                  <a:pt x="303" y="232"/>
                                </a:lnTo>
                                <a:close/>
                                <a:moveTo>
                                  <a:pt x="287" y="108"/>
                                </a:moveTo>
                                <a:lnTo>
                                  <a:pt x="81" y="108"/>
                                </a:lnTo>
                                <a:lnTo>
                                  <a:pt x="81" y="110"/>
                                </a:lnTo>
                                <a:lnTo>
                                  <a:pt x="82" y="116"/>
                                </a:lnTo>
                                <a:lnTo>
                                  <a:pt x="84" y="128"/>
                                </a:lnTo>
                                <a:lnTo>
                                  <a:pt x="90" y="144"/>
                                </a:lnTo>
                                <a:lnTo>
                                  <a:pt x="94" y="150"/>
                                </a:lnTo>
                                <a:lnTo>
                                  <a:pt x="99" y="156"/>
                                </a:lnTo>
                                <a:lnTo>
                                  <a:pt x="102" y="160"/>
                                </a:lnTo>
                                <a:lnTo>
                                  <a:pt x="106" y="168"/>
                                </a:lnTo>
                                <a:lnTo>
                                  <a:pt x="102" y="178"/>
                                </a:lnTo>
                                <a:lnTo>
                                  <a:pt x="93" y="194"/>
                                </a:lnTo>
                                <a:lnTo>
                                  <a:pt x="95" y="198"/>
                                </a:lnTo>
                                <a:lnTo>
                                  <a:pt x="105" y="200"/>
                                </a:lnTo>
                                <a:lnTo>
                                  <a:pt x="108" y="202"/>
                                </a:lnTo>
                                <a:lnTo>
                                  <a:pt x="111" y="202"/>
                                </a:lnTo>
                                <a:lnTo>
                                  <a:pt x="114" y="206"/>
                                </a:lnTo>
                                <a:lnTo>
                                  <a:pt x="116" y="210"/>
                                </a:lnTo>
                                <a:lnTo>
                                  <a:pt x="116" y="214"/>
                                </a:lnTo>
                                <a:lnTo>
                                  <a:pt x="118" y="218"/>
                                </a:lnTo>
                                <a:lnTo>
                                  <a:pt x="119" y="220"/>
                                </a:lnTo>
                                <a:lnTo>
                                  <a:pt x="124" y="220"/>
                                </a:lnTo>
                                <a:lnTo>
                                  <a:pt x="124" y="222"/>
                                </a:lnTo>
                                <a:lnTo>
                                  <a:pt x="123" y="222"/>
                                </a:lnTo>
                                <a:lnTo>
                                  <a:pt x="126" y="226"/>
                                </a:lnTo>
                                <a:lnTo>
                                  <a:pt x="128" y="228"/>
                                </a:lnTo>
                                <a:lnTo>
                                  <a:pt x="130" y="228"/>
                                </a:lnTo>
                                <a:lnTo>
                                  <a:pt x="133" y="230"/>
                                </a:lnTo>
                                <a:lnTo>
                                  <a:pt x="136" y="234"/>
                                </a:lnTo>
                                <a:lnTo>
                                  <a:pt x="135" y="238"/>
                                </a:lnTo>
                                <a:lnTo>
                                  <a:pt x="136" y="242"/>
                                </a:lnTo>
                                <a:lnTo>
                                  <a:pt x="148" y="256"/>
                                </a:lnTo>
                                <a:lnTo>
                                  <a:pt x="159" y="248"/>
                                </a:lnTo>
                                <a:lnTo>
                                  <a:pt x="160" y="248"/>
                                </a:lnTo>
                                <a:lnTo>
                                  <a:pt x="173" y="240"/>
                                </a:lnTo>
                                <a:lnTo>
                                  <a:pt x="182" y="232"/>
                                </a:lnTo>
                                <a:lnTo>
                                  <a:pt x="303" y="232"/>
                                </a:lnTo>
                                <a:lnTo>
                                  <a:pt x="297" y="226"/>
                                </a:lnTo>
                                <a:lnTo>
                                  <a:pt x="282" y="214"/>
                                </a:lnTo>
                                <a:lnTo>
                                  <a:pt x="278" y="214"/>
                                </a:lnTo>
                                <a:lnTo>
                                  <a:pt x="274" y="208"/>
                                </a:lnTo>
                                <a:lnTo>
                                  <a:pt x="270" y="202"/>
                                </a:lnTo>
                                <a:lnTo>
                                  <a:pt x="266" y="192"/>
                                </a:lnTo>
                                <a:lnTo>
                                  <a:pt x="265" y="192"/>
                                </a:lnTo>
                                <a:lnTo>
                                  <a:pt x="263" y="184"/>
                                </a:lnTo>
                                <a:lnTo>
                                  <a:pt x="267" y="184"/>
                                </a:lnTo>
                                <a:lnTo>
                                  <a:pt x="270" y="178"/>
                                </a:lnTo>
                                <a:lnTo>
                                  <a:pt x="273" y="168"/>
                                </a:lnTo>
                                <a:lnTo>
                                  <a:pt x="277" y="158"/>
                                </a:lnTo>
                                <a:lnTo>
                                  <a:pt x="281" y="146"/>
                                </a:lnTo>
                                <a:lnTo>
                                  <a:pt x="283" y="134"/>
                                </a:lnTo>
                                <a:lnTo>
                                  <a:pt x="286" y="118"/>
                                </a:lnTo>
                                <a:lnTo>
                                  <a:pt x="287" y="108"/>
                                </a:lnTo>
                                <a:close/>
                                <a:moveTo>
                                  <a:pt x="185" y="232"/>
                                </a:moveTo>
                                <a:lnTo>
                                  <a:pt x="182" y="232"/>
                                </a:lnTo>
                                <a:lnTo>
                                  <a:pt x="181" y="234"/>
                                </a:lnTo>
                                <a:lnTo>
                                  <a:pt x="185" y="232"/>
                                </a:lnTo>
                                <a:close/>
                                <a:moveTo>
                                  <a:pt x="263" y="184"/>
                                </a:moveTo>
                                <a:lnTo>
                                  <a:pt x="265" y="192"/>
                                </a:lnTo>
                                <a:lnTo>
                                  <a:pt x="265" y="190"/>
                                </a:lnTo>
                                <a:lnTo>
                                  <a:pt x="263" y="184"/>
                                </a:lnTo>
                                <a:close/>
                                <a:moveTo>
                                  <a:pt x="265" y="190"/>
                                </a:moveTo>
                                <a:lnTo>
                                  <a:pt x="265" y="192"/>
                                </a:lnTo>
                                <a:lnTo>
                                  <a:pt x="266" y="192"/>
                                </a:lnTo>
                                <a:lnTo>
                                  <a:pt x="265" y="190"/>
                                </a:lnTo>
                                <a:close/>
                                <a:moveTo>
                                  <a:pt x="267" y="184"/>
                                </a:moveTo>
                                <a:lnTo>
                                  <a:pt x="263" y="184"/>
                                </a:lnTo>
                                <a:lnTo>
                                  <a:pt x="265" y="190"/>
                                </a:lnTo>
                                <a:lnTo>
                                  <a:pt x="267" y="184"/>
                                </a:lnTo>
                                <a:close/>
                                <a:moveTo>
                                  <a:pt x="288" y="106"/>
                                </a:moveTo>
                                <a:lnTo>
                                  <a:pt x="76" y="106"/>
                                </a:lnTo>
                                <a:lnTo>
                                  <a:pt x="77" y="122"/>
                                </a:lnTo>
                                <a:lnTo>
                                  <a:pt x="81" y="126"/>
                                </a:lnTo>
                                <a:lnTo>
                                  <a:pt x="80" y="116"/>
                                </a:lnTo>
                                <a:lnTo>
                                  <a:pt x="81" y="108"/>
                                </a:lnTo>
                                <a:lnTo>
                                  <a:pt x="287" y="108"/>
                                </a:lnTo>
                                <a:lnTo>
                                  <a:pt x="288" y="106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81" y="2"/>
                                </a:lnTo>
                                <a:lnTo>
                                  <a:pt x="170" y="4"/>
                                </a:lnTo>
                                <a:lnTo>
                                  <a:pt x="156" y="10"/>
                                </a:lnTo>
                                <a:lnTo>
                                  <a:pt x="140" y="18"/>
                                </a:lnTo>
                                <a:lnTo>
                                  <a:pt x="122" y="28"/>
                                </a:lnTo>
                                <a:lnTo>
                                  <a:pt x="106" y="38"/>
                                </a:lnTo>
                                <a:lnTo>
                                  <a:pt x="93" y="52"/>
                                </a:lnTo>
                                <a:lnTo>
                                  <a:pt x="83" y="66"/>
                                </a:lnTo>
                                <a:lnTo>
                                  <a:pt x="74" y="80"/>
                                </a:lnTo>
                                <a:lnTo>
                                  <a:pt x="70" y="94"/>
                                </a:lnTo>
                                <a:lnTo>
                                  <a:pt x="71" y="108"/>
                                </a:lnTo>
                                <a:lnTo>
                                  <a:pt x="73" y="118"/>
                                </a:lnTo>
                                <a:lnTo>
                                  <a:pt x="74" y="120"/>
                                </a:lnTo>
                                <a:lnTo>
                                  <a:pt x="73" y="116"/>
                                </a:lnTo>
                                <a:lnTo>
                                  <a:pt x="76" y="106"/>
                                </a:lnTo>
                                <a:lnTo>
                                  <a:pt x="288" y="106"/>
                                </a:lnTo>
                                <a:lnTo>
                                  <a:pt x="284" y="76"/>
                                </a:lnTo>
                                <a:lnTo>
                                  <a:pt x="278" y="56"/>
                                </a:lnTo>
                                <a:lnTo>
                                  <a:pt x="274" y="46"/>
                                </a:lnTo>
                                <a:lnTo>
                                  <a:pt x="272" y="44"/>
                                </a:lnTo>
                                <a:lnTo>
                                  <a:pt x="250" y="14"/>
                                </a:lnTo>
                                <a:lnTo>
                                  <a:pt x="220" y="2"/>
                                </a:lnTo>
                                <a:lnTo>
                                  <a:pt x="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AAFB9C" id="Group 5" o:spid="_x0000_s1026" style="position:absolute;margin-left:434.2pt;margin-top:9.7pt;width:99.85pt;height:62.95pt;z-index:1144;mso-position-horizontal-relative:page" coordorigin="8684,194" coordsize="199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">
                <v:shape id="AutoShape 8" o:spid="_x0000_s1027" style="position:absolute;left:8683;top:193;width:686;height:1258;visibility:visible;mso-wrap-style:square;v-text-anchor:top" coordsize="686,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" path="m222,1062r-86,l148,1142r-2,22l143,1172r-6,6l126,1186r-12,10l102,1204r-12,4l76,1212r-13,4l57,1222r-3,8l51,1238r,10l56,1254r11,4l96,1258r16,-6l127,1248r13,-4l154,1242r17,-4l191,1236r18,-4l223,1228r6,-6l230,1212r-2,-12l223,1188r-5,-16l213,1156r-2,-14l210,1132r,-2l208,1070r9,l221,1064r1,-2xm387,494r-224,l144,556r-10,34l133,602r3,4l140,610r34,l174,636r,18l175,696r,12l175,718r-2,8l170,738r-4,14l160,762r-13,24l127,832r-17,46l102,908r2,14l108,932r4,8l113,948r3,14l122,986r4,26l128,1028r-2,12l123,1054r6,10l136,1062r86,l226,1056r-5,-22l219,1024r1,-12l220,1002r4,l221,994r-5,-12l220,974r,-12l216,952r10,-22l225,924r423,l621,886r-5,-8l529,878r-73,-6l408,864r-59,l333,862r-15,-2l312,858r5,-26l317,820r,-30l317,772r,-10l319,756r1,-12l320,730r11,-8l337,716r7,-8l352,696r11,-18l371,654r5,-22l374,614r-3,-8l367,592r-5,-14l380,568r19,-12l414,546r7,-8l414,524,394,502r-7,-8xm224,1002r-4,l226,1008r-2,-6xm654,932r-151,l515,934r12,4l538,938r13,2l552,946r20,4l586,954r13,6l612,966r26,14l642,986r8,8l660,1002r12,4l682,1006r3,-6l684,990r-3,-10l675,966,665,948,654,932xm648,924r-423,l229,944r9,6l249,956r14,6l280,966r16,l313,962r17,-2l344,958r38,l386,952r3,-6l390,946r15,-2l439,938r35,-4l494,932r160,l650,926r-2,-2xm382,958r-29,l351,962r23,l377,964r5,-6xm584,832r-10,4l563,842r-10,10l541,866r-6,8l529,878r87,l614,876r-3,-8l605,854r-8,-12l591,834r-7,-2xm369,854r-9,8l349,864r59,l381,862r-12,-8xm354,346r-228,l127,354r2,14l133,392r6,32l102,480,82,510r-8,14l70,530r-6,10l57,554r-10,6l38,564r-12,4l14,576,6,588r-4,4l,598r,2l,604r11,18l10,624r16,8l36,636r10,-2l55,630r-6,-6l46,620,57,610,74,598r2,-8l78,582r2,-8l100,554r1,l108,546r36,-34l155,502r8,-8l387,494,373,480,361,466r-5,-8l351,446r,-10l393,410r23,-12l424,392r3,l439,384r3,-2l350,382r3,-16l354,350r,-4xm508,316r-151,l410,326r-13,18l391,352r-8,8l369,370r-13,8l350,382r92,l462,368r22,-18l494,344r12,-10l511,328r,-6l508,316xm302,218r-144,l154,220r-7,4l137,230r-11,8l120,246r-4,12l110,264r2,16l115,310r2,18l120,340r4,10l126,346r228,l354,326r3,-10l508,316r-2,-4l505,312r-4,-6l495,300r-10,-8l472,286r-19,-8l433,270r-16,-6l411,262,377,250r-19,-6l350,242r-5,-4l338,234r-9,-6l318,224r-12,-4l302,218xm497,298r8,14l506,312r-9,-14xm191,l177,,167,4,154,14,133,24r-11,8l117,46r-4,22l109,84r-1,10l108,102r9,20l113,124r-6,16l107,164r13,34l122,206r2,12l127,222r17,2l152,220r6,-2l302,218r-9,-4l279,210r-12,-6l258,202r-9,l245,184r5,-6l259,168r14,-16l286,134r8,-14l294,116r1,-4l295,106r63,l340,86,317,66,298,54,286,46,276,30,261,16,240,6,212,2,191,xm383,184r-12,l383,190r9,-2l383,184xm389,164r-58,l346,178r15,8l371,188r,-4l383,184r-9,-4l369,176r-4,-6l396,170r11,-2l413,166r-16,l389,164xm384,160r-65,l325,174r11,10l331,172r,-4l331,164r58,l384,160xm358,106r-63,l297,108r1,2l298,116r4,8l302,144r3,16l312,172r7,6l319,176r-2,-6l317,166r2,-6l384,160r-3,-2l416,158r4,-4l413,152r-8,-2l395,146,382,134,362,110r-4,-4xm381,170r-16,l370,172r6,l381,170xm398,158r-17,l389,160r6,l398,158xm416,158r-18,l414,160r2,-2xe" fillcolor="#4f3896" stroked="f">
                  <v:path arrowok="t" o:connecttype="custom" o:connectlocs="126,1380;54,1424;127,1442;229,1416;210,1326;163,688;174,830;166,946;108,1126;126,1234;219,1218;220,1156;529,1072;317,1026;320,924;376,826;414,740;226,1202;551,1134;642,1180;681,1174;238,1144;344,1152;474,1128;351,1156;553,1046;605,1048;408,1058;133,586;57,748;0,792;46,828;76,784;155,696;351,630;350,576;397,538;462,562;302,412;116,452;126,540;501,500;411,456;318,418;191,194;113,262;107,358;158,412;245,378;295,306;276,224;383,384;371,382;407,362;336,378;295,300;312,366;381,352;362,304;398,352;414,354" o:connectangles="0,0,0,0,0,0,0,0,0,0,0,0,0,0,0,0,0,0,0,0,0,0,0,0,0,0,0,0,0,0,0,0,0,0,0,0,0,0,0,0,0,0,0,0,0,0,0,0,0,0,0,0,0,0,0,0,0,0,0,0,0"/>
                </v:shape>
                <v:shape id="AutoShape 7" o:spid="_x0000_s1028" style="position:absolute;left:9348;top:263;width:490;height:1188;visibility:visible;mso-wrap-style:square;v-text-anchor:top" coordsize="490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" path="m39,1098r-23,4l4,1102,,1114r1,8l6,1132r11,12l30,1154r16,10l61,1170r11,4l77,1174r23,6l113,1184r17,4l141,1188r10,-8l158,1168r4,-18l164,1126r,-8l171,1118r-2,-12l41,1106r-2,-8xm171,1118r-7,l171,1122r,-4xm339,378r-242,l111,390r5,20l117,424r6,22l121,452r17,54l146,532r-2,12l148,558r-2,12l147,574r-2,6l140,590r-4,18l136,628r3,18l139,658r,10l139,678r1,18l141,714r1,28l138,756r-1,10l128,772r-3,24l116,806r,18l111,834r,6l110,844r-3,l112,870r-4,12l116,890r2,8l117,908r-2,10l116,950r-3,26l109,998r-5,16l99,1026r-8,22l83,1066r-4,10l77,1080r-3,6l74,1090r-6,2l64,1098r-5,6l41,1106r128,l169,1098r-4,-2l165,1088r9,-16l178,1064r7,-22l187,1034r2,-6l193,1014r2,-12l198,986r5,-30l207,924r-2,-26l490,898r,-6l487,880r-9,-10l466,866r-34,l422,862r-13,-6l397,850r-10,-2l379,846r-18,-4l330,832,296,822r-25,-4l249,816r2,-8l249,800r8,l252,774r-1,-12l252,760r4,-6l263,744r7,-12l274,720r4,-12l292,696r3,l300,688r3,-6l304,678r2,-6l311,664r11,-18l335,622r6,-22l344,582r,-8l343,570r25,-4l349,440,339,378xm485,956r-108,l385,960r5,6l395,972r8,8l410,990r4,10l417,1014r4,6l421,1032r2,12l430,1058r13,10l462,1066r17,-18l485,1020r,-24l483,980r1,-16l485,956xm489,912r-245,l263,916r7,2l283,922r23,6l331,932r19,4l355,938r3,8l365,958r12,-2l485,956r4,-38l489,912xm490,898r-285,l225,914r19,-2l489,912r1,-10l490,898xm460,864r-23,l432,866r34,l460,864xm257,800r-8,l258,804r-1,-4xm452,524r-14,l434,526r6,16l446,542r1,-4l449,532r2,-4l452,524xm58,118r5,8l64,126r3,10l70,140r-4,4l60,150r-2,22l66,190r8,10l78,208r1,8l81,222r2,2l80,224r-8,4l63,236r-6,14l53,270r-1,12l50,290r-1,6l48,304,28,320r-2,2l25,322r-8,12l33,356r1,2l36,360,25,400r-3,18l18,428r-6,8l12,450r1,16l21,496r-3,2l18,502r2,10l24,516r3,8l32,524r4,6l39,530r5,6l50,532r4,-6l55,522r7,-12l63,496r-1,-8l65,478r5,-14l77,450r5,-14l86,422r5,-20l95,384r2,-6l339,378r-5,-30l332,340r-3,-10l352,330r1,-6l353,318r87,l437,308r-3,-8l429,292r-6,-10l414,282r-8,-6l397,270r-12,-6l374,258r-5,-2l348,240r-4,l341,230r-13,l329,220r-22,l307,216r-5,l298,214r-32,l256,210r-11,-8l239,200r-23,-8l234,178r2,-8l253,122r-189,l58,118xm452,484r-30,l426,492r,6l428,498r-3,10l418,512r1,6l420,520r1,l418,524r,8l420,534r9,l431,526r7,-2l452,524r1,-6l454,514r,-6l455,500r-3,-14l452,484xm440,318r-87,l373,328r4,l388,358r3,6l394,374r5,12l404,402r5,16l411,426r,4l402,442r13,28l415,480r3,2l422,486r,-2l452,484r1,-20l447,444r,-4l447,430r,-30l447,384r,-22l445,342r-4,-22l440,318xm352,330r-23,l340,342r12,l352,330xm422,280r-8,2l423,282r-1,-2xm295,210r-9,l273,214r25,l295,210xm50,40r,6l55,54r9,8l62,72r,10l62,92r1,12l60,114r6,8l253,122r1,-2l263,88r,-24l257,52,66,52,61,50,55,46,52,42,50,40xm58,8r,10l61,34r6,16l66,52r191,l253,44r-6,-8l75,36,70,32,64,24,62,14,58,8xm72,12r-1,6l71,26r4,10l247,36,239,26,84,26,79,24,73,20r,-6l72,12xm140,l121,2,109,4,98,12,84,26r155,l234,20,198,2,140,xe" fillcolor="#00a0c6" stroked="f">
                  <v:path arrowok="t" o:connecttype="custom" o:connectlocs="17,1407;113,1447;164,1381;171,1385;123,709;147,837;139,931;128,1035;107,1107;116,1213;79,1339;41,1369;185,1305;207,1187;432,1129;330,1095;252,1037;278,971;311,927;368,829;395,1235;423,1307;483,1243;283,1185;377,1219;244,1175;466,1129;438,787;452,787;60,413;83,487;50,553;17,597;12,699;24,779;54,789;77,713;334,611;437,571;385,527;329,483;245,465;58,381;418,775;429,797;455,763;388,621;411,693;452,747;447,647;340,605;295,473;55,317;66,385;61,313;67,313;70,295;75,299;72,275;234,283" o:connectangles="0,0,0,0,0,0,0,0,0,0,0,0,0,0,0,0,0,0,0,0,0,0,0,0,0,0,0,0,0,0,0,0,0,0,0,0,0,0,0,0,0,0,0,0,0,0,0,0,0,0,0,0,0,0,0,0,0,0,0,0"/>
                </v:shape>
                <v:shape id="AutoShape 6" o:spid="_x0000_s1029" style="position:absolute;left:9884;top:229;width:797;height:1222;visibility:visible;mso-wrap-style:square;v-text-anchor:top" coordsize="797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" path="m209,1206r-91,l122,1208r-1,l127,1212r11,4l156,1220r22,2l198,1220r11,-6l209,1206xm16,1146r-8,4l,1162r2,10l7,1184r12,10l42,1202r27,6l92,1210r26,-4l209,1206r,-2l205,1194r-2,-10l203,1168r2,-10l204,1152r-157,l38,1150r-22,-4xm436,578r-197,l248,602r7,14l257,618r-13,20l243,642r-4,12l227,660r-14,34l205,696r-4,12l196,718r-8,12l181,742r-11,20l161,776r-10,18l143,806r-6,12l138,818r-2,8l133,832r-4,8l126,850r,14l127,876r,6l127,900r3,10l132,924r-2,24l127,974r-1,22l125,1014r-3,18l117,1054r,4l119,1086r7,10l120,1104r-3,8l110,1128r-23,8l47,1152r157,l202,1142r-3,l197,1120r6,-8l203,1104r3,-6l209,1084r-3,-10l208,1058r6,-12l213,1034r10,-14l227,996r3,-6l233,978r2,-24l235,928r-3,-22l233,888r10,-12l256,866r11,-8l302,824r17,-18l327,798r153,l473,788r-2,-8l473,774r2,-8l469,754r-7,-12l460,730r1,-10l463,712r5,-18l471,660r-6,-40l442,586r-6,-8xm786,968r-129,l680,978r1,l672,984r6,4l683,990r16,12l713,1016r14,14l740,1036r-4,4l740,1052r3,12l750,1078r10,6l776,1078r14,-20l796,1032r,-28l792,982r-6,-14xm480,798r-153,l344,842r10,22l360,878r6,10l374,906r10,22l398,946r21,12l439,960r16,2l498,962r36,4l596,976r15,4l628,984r14,l650,982r4,-4l657,968r129,l784,960r-11,l775,948r,-16l772,910r-3,-12l680,898r3,-5l682,892r4,-4l687,886r-15,-4l660,878r-14,-8l628,862r-22,-8l580,848r-25,-4l534,842r-12,-2l512,832,497,818,482,802r-2,-4xm686,888r-3,5l683,894r,4l769,898r-3,-8l704,890r-18,-2xm686,888r-4,4l683,893r3,-5xm738,870r-13,6l716,882r-6,4l704,890r62,l765,886,753,872r-15,-2xm226,644r-21,l204,646r-1,2l207,654r-1,2l225,648r1,-4xm232,618r-21,l210,622r-2,4l203,628r-9,8l192,640r-4,12l200,650r5,-6l226,644r2,-6l231,636r1,-16l232,618xm230,600r-42,l191,602r5,6l194,610r-7,6l179,624r-2,4l175,638r19,-4l199,626r10,-8l232,618r,-10l230,600xm396,416r-197,l201,438r,8l205,460r,6l207,468r6,12l224,512r-13,24l203,548r-3,6l197,556r-5,4l178,562r-19,2l144,574r-1,4l140,584r20,l166,586r14,2l170,600r-2,4l166,618r12,-6l185,602r3,-2l230,600r-2,-6l239,578r197,l428,566r,-12l426,544r-4,-10l417,524r-2,-6l414,508r-3,-14l405,470r-9,-54xm160,584r-21,l138,586r-8,8l137,596r6,4l147,594r9,-4l155,588r2,-2l160,584xm157,438r-34,l120,440r-2,l115,442r-6,4l122,456r2,-4l132,452r8,-2l148,444r6,-4l157,438xm170,422r-41,l120,424r-1,l112,432r-4,l113,442r5,-2l123,438r34,l158,428r2,-4l120,424r9,-2l170,422xm123,438r-5,2l120,440r3,-2xm118,358r-10,4l103,364r6,16l110,382r,2l108,390r6,12l117,402r,6l114,412r-6,12l119,424r10,-2l170,422r29,-6l396,416r-1,-6l388,376r-234,l138,372r-5,l128,370,118,358xm303,232r-118,l208,256r2,4l211,262r,4l207,280r-16,42l188,336r,24l159,374r-5,2l388,376r-1,-10l378,338r-9,-18l358,304,347,288r-8,-12l330,262,314,244,303,232xm287,108r-206,l81,110r1,6l84,128r6,16l94,150r5,6l102,160r4,8l102,178r-9,16l95,198r10,2l108,202r3,l114,206r2,4l116,214r2,4l119,220r5,l124,222r-1,l126,226r2,2l130,228r3,2l136,234r-1,4l136,242r12,14l159,248r1,l173,240r9,-8l303,232r-6,-6l282,214r-4,l274,208r-4,-6l266,192r-1,l263,184r4,l270,178r3,-10l277,158r4,-12l283,134r3,-16l287,108xm185,232r-3,l181,234r4,-2xm263,184r2,8l265,190r-2,-6xm265,190r,2l266,192r-1,-2xm267,184r-4,l265,190r2,-6xm288,106r-212,l77,122r4,4l80,116r1,-8l287,108r1,-2xm192,l181,2,170,4r-14,6l140,18,122,28,106,38,93,52,83,66,74,80,70,94r1,14l73,118r1,2l73,116r3,-10l288,106,284,76,278,56,274,46r-2,-2l250,14,220,2,192,xe" fillcolor="red" stroked="f">
                  <v:path arrowok="t" o:connecttype="custom" o:connectlocs="178,1452;7,1414;205,1424;436,808;227,890;161,1006;126,1080;127,1204;120,1334;197,1350;213,1264;233,1118;473,1018;463,942;680,1208;740,1266;796,1262;360,1108;498,1192;657,1198;680,1128;646,1100;497,1048;766,1120;738,1100;738,1100;226,874;188,882;230,830;175,868;199,646;211,766;143,808;178,842;428,784;396,646;156,820;115,672;157,668;118,670;123,668;110,612;119,654;138,602;210,490;154,606;330,492;90,374;105,430;124,450;135,468;297,456;267,414;185,462;265,420;288,336;192,230;83,296;288,336" o:connectangles="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061F3">
        <w:rPr>
          <w:rFonts w:ascii="HelveticaNeueLT Std Med Ext"/>
          <w:noProof/>
          <w:color w:val="0481BF"/>
          <w:sz w:val="42"/>
        </w:rPr>
        <w:drawing>
          <wp:inline distT="0" distB="0" distL="0" distR="0" wp14:anchorId="358FDC6C" wp14:editId="6B07FC90">
            <wp:extent cx="2901696" cy="143560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_Olympic_Day_Games for Kid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696" cy="143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A2A" w:rsidRDefault="00B10A2A" w:rsidP="0087443B">
      <w:pPr>
        <w:pStyle w:val="BodyText"/>
        <w:rPr>
          <w:rFonts w:ascii="HelveticaNeueLT Std Med Ext"/>
          <w:sz w:val="24"/>
        </w:rPr>
      </w:pPr>
    </w:p>
    <w:p w:rsidR="00B10A2A" w:rsidRPr="00B46710" w:rsidRDefault="00B46710" w:rsidP="0087443B">
      <w:pPr>
        <w:tabs>
          <w:tab w:val="left" w:pos="3832"/>
        </w:tabs>
        <w:jc w:val="center"/>
        <w:rPr>
          <w:rFonts w:ascii="Helvetica" w:hAnsi="Helvetica"/>
          <w:b/>
          <w:sz w:val="60"/>
        </w:rPr>
      </w:pPr>
      <w:r w:rsidRPr="00B46710">
        <w:rPr>
          <w:rFonts w:ascii="Helvetica" w:hAnsi="Helvetica"/>
          <w:b/>
          <w:color w:val="0481BF"/>
          <w:spacing w:val="-3"/>
          <w:sz w:val="60"/>
        </w:rPr>
        <w:t xml:space="preserve">Volunteers </w:t>
      </w:r>
      <w:r w:rsidRPr="00B46710">
        <w:rPr>
          <w:rFonts w:ascii="Helvetica" w:hAnsi="Helvetica"/>
          <w:b/>
          <w:color w:val="0481BF"/>
          <w:sz w:val="60"/>
        </w:rPr>
        <w:t>Needed</w:t>
      </w:r>
    </w:p>
    <w:p w:rsidR="00B10A2A" w:rsidRPr="00B46710" w:rsidRDefault="00B46710" w:rsidP="0087443B">
      <w:pPr>
        <w:jc w:val="center"/>
        <w:rPr>
          <w:rFonts w:ascii="Helvetica" w:hAnsi="Helvetica"/>
          <w:b/>
          <w:sz w:val="36"/>
        </w:rPr>
      </w:pPr>
      <w:r w:rsidRPr="00B46710">
        <w:rPr>
          <w:rFonts w:ascii="Helvetica" w:hAnsi="Helvetica"/>
          <w:b/>
          <w:color w:val="09A34A"/>
          <w:sz w:val="36"/>
        </w:rPr>
        <w:t>June 21-23, 2017</w:t>
      </w:r>
    </w:p>
    <w:p w:rsidR="0087443B" w:rsidRDefault="0087443B" w:rsidP="0087443B">
      <w:pPr>
        <w:jc w:val="center"/>
        <w:rPr>
          <w:rFonts w:ascii="Helvetica" w:hAnsi="Helvetica"/>
          <w:color w:val="231F20"/>
          <w:sz w:val="28"/>
        </w:rPr>
      </w:pPr>
    </w:p>
    <w:p w:rsidR="00B10A2A" w:rsidRPr="00B46710" w:rsidRDefault="00B46710" w:rsidP="0087443B">
      <w:pPr>
        <w:jc w:val="center"/>
        <w:rPr>
          <w:rFonts w:ascii="Helvetica" w:hAnsi="Helvetica"/>
          <w:sz w:val="28"/>
        </w:rPr>
      </w:pPr>
      <w:r w:rsidRPr="00B46710">
        <w:rPr>
          <w:rFonts w:ascii="Helvetica" w:hAnsi="Helvetica"/>
          <w:color w:val="231F20"/>
          <w:sz w:val="28"/>
        </w:rPr>
        <w:t>Cotton Bowl in Fair Park 8:30</w:t>
      </w:r>
      <w:r w:rsidR="001070CF">
        <w:rPr>
          <w:rFonts w:ascii="Helvetica" w:hAnsi="Helvetica"/>
          <w:color w:val="231F20"/>
          <w:sz w:val="28"/>
        </w:rPr>
        <w:t xml:space="preserve"> </w:t>
      </w:r>
      <w:r w:rsidRPr="00B46710">
        <w:rPr>
          <w:rFonts w:ascii="Helvetica" w:hAnsi="Helvetica"/>
          <w:color w:val="231F20"/>
          <w:sz w:val="28"/>
        </w:rPr>
        <w:t>am - 3:00 pm</w:t>
      </w:r>
    </w:p>
    <w:p w:rsidR="00B10A2A" w:rsidRDefault="00B10A2A" w:rsidP="0087443B">
      <w:pPr>
        <w:pStyle w:val="BodyText"/>
        <w:rPr>
          <w:rFonts w:ascii="HelveticaNeueLT Std Med Ext"/>
        </w:rPr>
      </w:pPr>
    </w:p>
    <w:p w:rsidR="00B10A2A" w:rsidRPr="00B46710" w:rsidRDefault="00B10A2A" w:rsidP="0087443B">
      <w:pPr>
        <w:pStyle w:val="BodyText"/>
        <w:rPr>
          <w:rFonts w:ascii="Helvetica" w:hAnsi="Helvetica"/>
          <w:sz w:val="18"/>
        </w:rPr>
      </w:pPr>
    </w:p>
    <w:p w:rsidR="00B10A2A" w:rsidRPr="00B46710" w:rsidRDefault="00B46710" w:rsidP="0087443B">
      <w:pPr>
        <w:pStyle w:val="BodyText"/>
        <w:spacing w:line="328" w:lineRule="auto"/>
        <w:jc w:val="center"/>
        <w:rPr>
          <w:rFonts w:ascii="Helvetica" w:hAnsi="Helvetica"/>
        </w:rPr>
      </w:pPr>
      <w:r w:rsidRPr="00B46710">
        <w:rPr>
          <w:rFonts w:ascii="Helvetica" w:hAnsi="Helvetica"/>
          <w:color w:val="231F20"/>
        </w:rPr>
        <w:t>Fair Park Olympic Day Games for Kids is an opportunity for local children to learn skills, meet Olympians &amp; Paralympians, visit museums, play in Cotton Bowl, compete with teammates and have fun. These children generally cannot afford to attend a day camp and this may be their first experience in Fair Park and the Cotton Bowl.</w:t>
      </w:r>
    </w:p>
    <w:p w:rsidR="00B10A2A" w:rsidRPr="00B46710" w:rsidRDefault="00B46710" w:rsidP="0087443B">
      <w:pPr>
        <w:pStyle w:val="BodyText"/>
        <w:spacing w:line="328" w:lineRule="auto"/>
        <w:jc w:val="center"/>
        <w:rPr>
          <w:rFonts w:ascii="Helvetica" w:hAnsi="Helvetica"/>
        </w:rPr>
      </w:pPr>
      <w:r w:rsidRPr="00B46710">
        <w:rPr>
          <w:rFonts w:ascii="Helvetica" w:hAnsi="Helvetica"/>
          <w:color w:val="231F20"/>
        </w:rPr>
        <w:t xml:space="preserve">Event is sponsored by Friends of Fair Park, endorsed by the </w:t>
      </w:r>
      <w:r w:rsidR="001070CF">
        <w:rPr>
          <w:rFonts w:ascii="Helvetica" w:hAnsi="Helvetica"/>
          <w:color w:val="231F20"/>
        </w:rPr>
        <w:t xml:space="preserve">US </w:t>
      </w:r>
      <w:r w:rsidRPr="00B46710">
        <w:rPr>
          <w:rFonts w:ascii="Helvetica" w:hAnsi="Helvetica"/>
          <w:color w:val="231F20"/>
        </w:rPr>
        <w:t xml:space="preserve">Olympians </w:t>
      </w:r>
      <w:r w:rsidR="001070CF">
        <w:rPr>
          <w:rFonts w:ascii="Helvetica" w:hAnsi="Helvetica"/>
          <w:color w:val="231F20"/>
        </w:rPr>
        <w:t xml:space="preserve">&amp; </w:t>
      </w:r>
      <w:r w:rsidRPr="00B46710">
        <w:rPr>
          <w:rFonts w:ascii="Helvetica" w:hAnsi="Helvetica"/>
          <w:color w:val="231F20"/>
        </w:rPr>
        <w:t>Paralympians Association</w:t>
      </w:r>
      <w:r w:rsidR="001070CF">
        <w:rPr>
          <w:rFonts w:ascii="Helvetica" w:hAnsi="Helvetica"/>
          <w:color w:val="231F20"/>
        </w:rPr>
        <w:t xml:space="preserve"> – DFW Chapter</w:t>
      </w:r>
      <w:r w:rsidRPr="00B46710">
        <w:rPr>
          <w:rFonts w:ascii="Helvetica" w:hAnsi="Helvetica"/>
          <w:color w:val="231F20"/>
        </w:rPr>
        <w:t>, funded by the Fair Park Texas Foundation, and conducted by Kidventure.</w:t>
      </w:r>
    </w:p>
    <w:p w:rsidR="00B10A2A" w:rsidRPr="00B46710" w:rsidRDefault="00B10A2A" w:rsidP="0087443B">
      <w:pPr>
        <w:pStyle w:val="BodyText"/>
        <w:rPr>
          <w:rFonts w:ascii="Helvetica" w:hAnsi="Helvetica"/>
        </w:rPr>
      </w:pPr>
    </w:p>
    <w:p w:rsidR="00B10A2A" w:rsidRPr="00B46710" w:rsidRDefault="00B10A2A" w:rsidP="0087443B">
      <w:pPr>
        <w:pStyle w:val="BodyText"/>
        <w:rPr>
          <w:rFonts w:ascii="Helvetica" w:hAnsi="Helvetica"/>
        </w:rPr>
      </w:pPr>
    </w:p>
    <w:p w:rsidR="00B10A2A" w:rsidRPr="00B46710" w:rsidRDefault="00B46710" w:rsidP="0087443B">
      <w:pPr>
        <w:spacing w:line="328" w:lineRule="auto"/>
        <w:jc w:val="center"/>
        <w:rPr>
          <w:rFonts w:ascii="Helvetica" w:hAnsi="Helvetica"/>
          <w:sz w:val="20"/>
        </w:rPr>
      </w:pPr>
      <w:r w:rsidRPr="00B46710">
        <w:rPr>
          <w:rFonts w:ascii="Helvetica" w:hAnsi="Helvetica"/>
          <w:color w:val="231F20"/>
          <w:sz w:val="20"/>
        </w:rPr>
        <w:t xml:space="preserve">Volunteer team leaders will supervise a team of 10 children. Each team will be a homogeneous group of children in the same grade. </w:t>
      </w:r>
      <w:r w:rsidRPr="00B46710">
        <w:rPr>
          <w:rFonts w:ascii="Helvetica" w:hAnsi="Helvetica"/>
          <w:i/>
          <w:color w:val="231F20"/>
          <w:sz w:val="20"/>
        </w:rPr>
        <w:t>(</w:t>
      </w:r>
      <w:r w:rsidR="001070CF">
        <w:rPr>
          <w:rFonts w:ascii="Helvetica" w:hAnsi="Helvetica"/>
          <w:i/>
          <w:color w:val="231F20"/>
          <w:sz w:val="20"/>
        </w:rPr>
        <w:t>E</w:t>
      </w:r>
      <w:r w:rsidRPr="00B46710">
        <w:rPr>
          <w:rFonts w:ascii="Helvetica" w:hAnsi="Helvetica"/>
          <w:i/>
          <w:color w:val="231F20"/>
          <w:sz w:val="20"/>
        </w:rPr>
        <w:t xml:space="preserve">.g., Boys and girls in the 4th Grade will be on one team and that team will have a “country” designation for the Olympic Games competition.) </w:t>
      </w:r>
      <w:r w:rsidRPr="00B46710">
        <w:rPr>
          <w:rFonts w:ascii="Helvetica" w:hAnsi="Helvetica"/>
          <w:color w:val="231F20"/>
          <w:sz w:val="20"/>
        </w:rPr>
        <w:t>60 Volunteer Team Leaders are being sought by May 15th. Children and Team Leaders will be provided a Free lunch. Leaders must be at least High School Juniors or higher</w:t>
      </w:r>
      <w:r w:rsidR="008061F3">
        <w:rPr>
          <w:rFonts w:ascii="Helvetica" w:hAnsi="Helvetica"/>
          <w:color w:val="231F20"/>
          <w:sz w:val="20"/>
        </w:rPr>
        <w:t xml:space="preserve"> next </w:t>
      </w:r>
      <w:r w:rsidR="00F725C3">
        <w:rPr>
          <w:rFonts w:ascii="Helvetica" w:hAnsi="Helvetica"/>
          <w:color w:val="231F20"/>
          <w:sz w:val="20"/>
        </w:rPr>
        <w:t xml:space="preserve">school </w:t>
      </w:r>
      <w:r w:rsidR="008061F3">
        <w:rPr>
          <w:rFonts w:ascii="Helvetica" w:hAnsi="Helvetica"/>
          <w:color w:val="231F20"/>
          <w:sz w:val="20"/>
        </w:rPr>
        <w:t>year</w:t>
      </w:r>
      <w:r w:rsidRPr="00B46710">
        <w:rPr>
          <w:rFonts w:ascii="Helvetica" w:hAnsi="Helvetica"/>
          <w:color w:val="231F20"/>
          <w:sz w:val="20"/>
        </w:rPr>
        <w:t>.</w:t>
      </w:r>
    </w:p>
    <w:p w:rsidR="00B10A2A" w:rsidRPr="00B46710" w:rsidRDefault="00B10A2A" w:rsidP="0087443B">
      <w:pPr>
        <w:pStyle w:val="BodyText"/>
        <w:rPr>
          <w:rFonts w:ascii="Helvetica" w:hAnsi="Helvetica"/>
        </w:rPr>
      </w:pPr>
    </w:p>
    <w:p w:rsidR="00B10A2A" w:rsidRPr="00B46710" w:rsidRDefault="00B10A2A" w:rsidP="0087443B">
      <w:pPr>
        <w:pStyle w:val="BodyText"/>
        <w:rPr>
          <w:rFonts w:ascii="Helvetica" w:hAnsi="Helvetica"/>
          <w:sz w:val="17"/>
        </w:rPr>
      </w:pPr>
    </w:p>
    <w:p w:rsidR="00B10A2A" w:rsidRPr="00B46710" w:rsidRDefault="00B46710" w:rsidP="0087443B">
      <w:pPr>
        <w:jc w:val="center"/>
        <w:rPr>
          <w:rFonts w:ascii="Helvetica" w:hAnsi="Helvetica"/>
          <w:sz w:val="24"/>
        </w:rPr>
      </w:pPr>
      <w:r w:rsidRPr="00B46710">
        <w:rPr>
          <w:rFonts w:ascii="Helvetica" w:hAnsi="Helvetica"/>
          <w:color w:val="231F20"/>
          <w:sz w:val="24"/>
        </w:rPr>
        <w:t xml:space="preserve">There will be a training session on Tuesday June 20 from </w:t>
      </w:r>
      <w:r w:rsidR="001070CF">
        <w:rPr>
          <w:rFonts w:ascii="Helvetica" w:hAnsi="Helvetica"/>
          <w:color w:val="231F20"/>
          <w:sz w:val="24"/>
        </w:rPr>
        <w:t>8</w:t>
      </w:r>
      <w:r w:rsidRPr="00B46710">
        <w:rPr>
          <w:rFonts w:ascii="Helvetica" w:hAnsi="Helvetica"/>
          <w:color w:val="231F20"/>
          <w:sz w:val="24"/>
        </w:rPr>
        <w:t>:00 am - 12:00 pm</w:t>
      </w:r>
    </w:p>
    <w:p w:rsidR="00B10A2A" w:rsidRPr="00B46710" w:rsidRDefault="00B10A2A" w:rsidP="0087443B">
      <w:pPr>
        <w:pStyle w:val="BodyText"/>
        <w:rPr>
          <w:rFonts w:ascii="Helvetica" w:hAnsi="Helvetica"/>
          <w:sz w:val="28"/>
        </w:rPr>
      </w:pPr>
    </w:p>
    <w:p w:rsidR="00B10A2A" w:rsidRPr="00B46710" w:rsidRDefault="00B10A2A" w:rsidP="0087443B">
      <w:pPr>
        <w:pStyle w:val="BodyText"/>
        <w:rPr>
          <w:rFonts w:ascii="Helvetica" w:hAnsi="Helvetica"/>
          <w:sz w:val="27"/>
        </w:rPr>
      </w:pPr>
    </w:p>
    <w:p w:rsidR="00B10A2A" w:rsidRPr="00B46710" w:rsidRDefault="00B46710" w:rsidP="0087443B">
      <w:pPr>
        <w:jc w:val="center"/>
        <w:rPr>
          <w:rFonts w:ascii="Helvetica" w:hAnsi="Helvetica"/>
          <w:sz w:val="24"/>
        </w:rPr>
      </w:pPr>
      <w:r w:rsidRPr="00B46710">
        <w:rPr>
          <w:rFonts w:ascii="Helvetica" w:hAnsi="Helvetica"/>
          <w:color w:val="231F20"/>
          <w:sz w:val="24"/>
        </w:rPr>
        <w:t xml:space="preserve">Volunteering will count towards </w:t>
      </w:r>
      <w:r w:rsidR="001070CF">
        <w:rPr>
          <w:rFonts w:ascii="Helvetica" w:hAnsi="Helvetica"/>
          <w:color w:val="231F20"/>
          <w:sz w:val="24"/>
        </w:rPr>
        <w:t>32</w:t>
      </w:r>
      <w:r w:rsidRPr="00B46710">
        <w:rPr>
          <w:rFonts w:ascii="Helvetica" w:hAnsi="Helvetica"/>
          <w:color w:val="231F20"/>
          <w:sz w:val="24"/>
        </w:rPr>
        <w:t xml:space="preserve"> hours of community service credits</w:t>
      </w:r>
      <w:r w:rsidR="00836968">
        <w:rPr>
          <w:rFonts w:ascii="Helvetica" w:hAnsi="Helvetica"/>
          <w:color w:val="231F20"/>
          <w:sz w:val="24"/>
        </w:rPr>
        <w:t xml:space="preserve"> including</w:t>
      </w:r>
      <w:r w:rsidR="00EB5B5B">
        <w:rPr>
          <w:rFonts w:ascii="Helvetica" w:hAnsi="Helvetica"/>
          <w:color w:val="231F20"/>
          <w:sz w:val="24"/>
        </w:rPr>
        <w:t xml:space="preserve"> travel time.</w:t>
      </w:r>
    </w:p>
    <w:p w:rsidR="00B10A2A" w:rsidRPr="00B46710" w:rsidRDefault="001070CF" w:rsidP="0087443B">
      <w:pPr>
        <w:jc w:val="center"/>
        <w:rPr>
          <w:rFonts w:ascii="Helvetica" w:hAnsi="Helvetica"/>
          <w:sz w:val="24"/>
        </w:rPr>
      </w:pPr>
      <w:r>
        <w:rPr>
          <w:rFonts w:ascii="Helvetica" w:hAnsi="Helvetica"/>
          <w:color w:val="231F20"/>
          <w:sz w:val="24"/>
        </w:rPr>
        <w:t>5</w:t>
      </w:r>
      <w:r w:rsidR="00B46710" w:rsidRPr="00B46710">
        <w:rPr>
          <w:rFonts w:ascii="Helvetica" w:hAnsi="Helvetica"/>
          <w:color w:val="231F20"/>
          <w:sz w:val="24"/>
        </w:rPr>
        <w:t xml:space="preserve"> hours on Tuesday - June 20 for training; </w:t>
      </w:r>
      <w:r>
        <w:rPr>
          <w:rFonts w:ascii="Helvetica" w:hAnsi="Helvetica"/>
          <w:color w:val="231F20"/>
          <w:sz w:val="24"/>
        </w:rPr>
        <w:t>9</w:t>
      </w:r>
      <w:r w:rsidR="00B46710" w:rsidRPr="00B46710">
        <w:rPr>
          <w:rFonts w:ascii="Helvetica" w:hAnsi="Helvetica"/>
          <w:color w:val="231F20"/>
          <w:sz w:val="24"/>
        </w:rPr>
        <w:t xml:space="preserve"> hours on each of three Events Days – June 21 - 23</w:t>
      </w:r>
    </w:p>
    <w:p w:rsidR="00B10A2A" w:rsidRDefault="00B10A2A" w:rsidP="0087443B">
      <w:pPr>
        <w:pStyle w:val="BodyText"/>
      </w:pPr>
    </w:p>
    <w:p w:rsidR="00B10A2A" w:rsidRDefault="00B10A2A" w:rsidP="0087443B">
      <w:pPr>
        <w:pStyle w:val="BodyText"/>
      </w:pPr>
    </w:p>
    <w:p w:rsidR="00B10A2A" w:rsidRDefault="00D358C5" w:rsidP="0087443B">
      <w:pPr>
        <w:pStyle w:val="BodyText"/>
      </w:pPr>
      <w:r w:rsidRPr="0087443B">
        <w:rPr>
          <w:rFonts w:ascii="Helvetica" w:hAnsi="Helvetica"/>
          <w:b/>
          <w:noProof/>
          <w:color w:val="0481BF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121920</wp:posOffset>
                </wp:positionV>
                <wp:extent cx="7772400" cy="445135"/>
                <wp:effectExtent l="0" t="0" r="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445135"/>
                          <a:chOff x="0" y="-938"/>
                          <a:chExt cx="12240" cy="701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-938"/>
                            <a:ext cx="12240" cy="671"/>
                          </a:xfrm>
                          <a:prstGeom prst="rect">
                            <a:avLst/>
                          </a:prstGeom>
                          <a:solidFill>
                            <a:srgbClr val="0481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908"/>
                            <a:ext cx="12240" cy="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A2A" w:rsidRPr="00B46710" w:rsidRDefault="00B46710" w:rsidP="0003485A">
                              <w:pPr>
                                <w:spacing w:before="151"/>
                                <w:jc w:val="center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 w:rsidRPr="00B46710">
                                <w:rPr>
                                  <w:rFonts w:ascii="Helvetica" w:hAnsi="Helvetica"/>
                                  <w:color w:val="FFFFFF"/>
                                  <w:sz w:val="24"/>
                                </w:rPr>
                                <w:t xml:space="preserve">To volunteer </w:t>
                              </w:r>
                              <w:r w:rsidRPr="00B46710">
                                <w:rPr>
                                  <w:rFonts w:ascii="Helvetica" w:hAnsi="Helvetica"/>
                                  <w:b/>
                                  <w:color w:val="FFFFFF"/>
                                  <w:sz w:val="24"/>
                                </w:rPr>
                                <w:t xml:space="preserve">complete, sign and return </w:t>
                              </w:r>
                              <w:r w:rsidRPr="00B46710">
                                <w:rPr>
                                  <w:rFonts w:ascii="Helvetica" w:hAnsi="Helvetica"/>
                                  <w:color w:val="FFFFFF"/>
                                  <w:sz w:val="24"/>
                                </w:rPr>
                                <w:t>Leader Registration Form to one of the following: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" o:spid="_x0000_s1026" style="position:absolute;margin-left:0;margin-top:9.6pt;width:612pt;height:35.05pt;z-index:251675136;mso-position-horizontal-relative:page" coordorigin=",-938" coordsize="12240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">
                <v:rect id="Rectangle 4" o:spid="_x0000_s1027" style="position:absolute;top:-938;width:12240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" fillcolor="#0481bf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-908;width:12240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B10A2A" w:rsidRPr="00B46710" w:rsidRDefault="00B46710" w:rsidP="0003485A">
                        <w:pPr>
                          <w:spacing w:before="151"/>
                          <w:jc w:val="center"/>
                          <w:rPr>
                            <w:rFonts w:ascii="Helvetica" w:hAnsi="Helvetica"/>
                            <w:sz w:val="24"/>
                          </w:rPr>
                        </w:pPr>
                        <w:r w:rsidRPr="00B46710">
                          <w:rPr>
                            <w:rFonts w:ascii="Helvetica" w:hAnsi="Helvetica"/>
                            <w:color w:val="FFFFFF"/>
                            <w:sz w:val="24"/>
                          </w:rPr>
                          <w:t xml:space="preserve">To volunteer </w:t>
                        </w:r>
                        <w:r w:rsidRPr="00B46710">
                          <w:rPr>
                            <w:rFonts w:ascii="Helvetica" w:hAnsi="Helvetica"/>
                            <w:b/>
                            <w:color w:val="FFFFFF"/>
                            <w:sz w:val="24"/>
                          </w:rPr>
                          <w:t xml:space="preserve">complete, sign and return </w:t>
                        </w:r>
                        <w:r w:rsidRPr="00B46710">
                          <w:rPr>
                            <w:rFonts w:ascii="Helvetica" w:hAnsi="Helvetica"/>
                            <w:color w:val="FFFFFF"/>
                            <w:sz w:val="24"/>
                          </w:rPr>
                          <w:t>Leader Registration Form to one of the following: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B10A2A" w:rsidRDefault="00B10A2A" w:rsidP="0087443B">
      <w:pPr>
        <w:pStyle w:val="BodyText"/>
      </w:pPr>
    </w:p>
    <w:p w:rsidR="00B10A2A" w:rsidRDefault="00B10A2A" w:rsidP="0087443B">
      <w:pPr>
        <w:pStyle w:val="BodyText"/>
      </w:pPr>
    </w:p>
    <w:p w:rsidR="00B10A2A" w:rsidRDefault="00B10A2A" w:rsidP="0087443B">
      <w:pPr>
        <w:pStyle w:val="BodyText"/>
      </w:pPr>
    </w:p>
    <w:p w:rsidR="00B10A2A" w:rsidRDefault="00B10A2A" w:rsidP="0087443B">
      <w:pPr>
        <w:sectPr w:rsidR="00B10A2A" w:rsidSect="00D358C5">
          <w:footerReference w:type="default" r:id="rId10"/>
          <w:type w:val="continuous"/>
          <w:pgSz w:w="12240" w:h="15840" w:code="1"/>
          <w:pgMar w:top="432" w:right="432" w:bottom="432" w:left="432" w:header="720" w:footer="288" w:gutter="0"/>
          <w:cols w:space="720"/>
          <w:docGrid w:linePitch="299"/>
        </w:sectPr>
      </w:pPr>
    </w:p>
    <w:p w:rsidR="00B10A2A" w:rsidRDefault="00B10A2A" w:rsidP="0087443B">
      <w:pPr>
        <w:pStyle w:val="BodyText"/>
        <w:rPr>
          <w:sz w:val="21"/>
        </w:rPr>
      </w:pPr>
    </w:p>
    <w:p w:rsidR="0087443B" w:rsidRDefault="0087443B" w:rsidP="0087443B">
      <w:pPr>
        <w:tabs>
          <w:tab w:val="center" w:pos="3600"/>
          <w:tab w:val="center" w:pos="8640"/>
        </w:tabs>
        <w:rPr>
          <w:rFonts w:ascii="Helvetica" w:hAnsi="Helvetica"/>
          <w:b/>
          <w:color w:val="0481BF"/>
          <w:sz w:val="24"/>
        </w:rPr>
      </w:pPr>
    </w:p>
    <w:p w:rsidR="0087443B" w:rsidRPr="0087443B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b/>
          <w:color w:val="0481BF"/>
          <w:sz w:val="24"/>
        </w:rPr>
      </w:pPr>
      <w:r w:rsidRPr="0087443B">
        <w:rPr>
          <w:rFonts w:ascii="Helvetica" w:hAnsi="Helvetica"/>
          <w:b/>
          <w:color w:val="0481BF"/>
          <w:sz w:val="24"/>
        </w:rPr>
        <w:tab/>
        <w:t>Jeanie Laube</w:t>
      </w:r>
      <w:r w:rsidRPr="0087443B">
        <w:rPr>
          <w:rFonts w:ascii="Helvetica" w:hAnsi="Helvetica"/>
          <w:b/>
          <w:color w:val="0481BF"/>
          <w:sz w:val="24"/>
        </w:rPr>
        <w:tab/>
        <w:t xml:space="preserve">Ryan </w:t>
      </w:r>
      <w:proofErr w:type="spellStart"/>
      <w:r w:rsidRPr="0087443B">
        <w:rPr>
          <w:rFonts w:ascii="Helvetica" w:hAnsi="Helvetica"/>
          <w:b/>
          <w:color w:val="0481BF"/>
          <w:sz w:val="24"/>
        </w:rPr>
        <w:t>Isbrecht</w:t>
      </w:r>
      <w:proofErr w:type="spellEnd"/>
    </w:p>
    <w:p w:rsidR="0087443B" w:rsidRPr="0087443B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sz w:val="24"/>
        </w:rPr>
      </w:pPr>
      <w:r w:rsidRPr="0087443B">
        <w:rPr>
          <w:rFonts w:ascii="Helvetica" w:hAnsi="Helvetica"/>
          <w:sz w:val="24"/>
        </w:rPr>
        <w:tab/>
        <w:t>(469) 360-6021</w:t>
      </w:r>
      <w:r w:rsidRPr="0087443B">
        <w:rPr>
          <w:rFonts w:ascii="Helvetica" w:hAnsi="Helvetica"/>
          <w:sz w:val="24"/>
        </w:rPr>
        <w:tab/>
        <w:t>(214) 303-9789</w:t>
      </w:r>
    </w:p>
    <w:p w:rsidR="0087443B" w:rsidRPr="0087443B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sz w:val="24"/>
        </w:rPr>
      </w:pPr>
      <w:r w:rsidRPr="0087443B">
        <w:rPr>
          <w:rFonts w:ascii="Helvetica" w:hAnsi="Helvetica"/>
          <w:sz w:val="24"/>
        </w:rPr>
        <w:tab/>
        <w:t>jeanielaube@yahoo.com</w:t>
      </w:r>
      <w:r w:rsidRPr="0087443B">
        <w:rPr>
          <w:rFonts w:ascii="Helvetica" w:hAnsi="Helvetica"/>
          <w:sz w:val="24"/>
        </w:rPr>
        <w:tab/>
        <w:t>ryan@kidventure.com</w:t>
      </w:r>
    </w:p>
    <w:p w:rsidR="0087443B" w:rsidRPr="0087443B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sz w:val="24"/>
        </w:rPr>
      </w:pPr>
      <w:r w:rsidRPr="0087443B">
        <w:rPr>
          <w:rFonts w:ascii="Helvetica" w:hAnsi="Helvetica"/>
          <w:sz w:val="24"/>
        </w:rPr>
        <w:tab/>
        <w:t>13352 Peyton Dr.</w:t>
      </w:r>
      <w:r w:rsidRPr="0087443B">
        <w:rPr>
          <w:rFonts w:ascii="Helvetica" w:hAnsi="Helvetica"/>
          <w:sz w:val="24"/>
        </w:rPr>
        <w:tab/>
        <w:t>3809 Parry Ave., #106</w:t>
      </w:r>
    </w:p>
    <w:p w:rsidR="00D85AFA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sz w:val="24"/>
        </w:rPr>
      </w:pPr>
      <w:r w:rsidRPr="0087443B">
        <w:rPr>
          <w:rFonts w:ascii="Helvetica" w:hAnsi="Helvetica"/>
          <w:sz w:val="24"/>
        </w:rPr>
        <w:tab/>
        <w:t>Dallas, TX 75240</w:t>
      </w:r>
      <w:r w:rsidRPr="0087443B">
        <w:rPr>
          <w:rFonts w:ascii="Helvetica" w:hAnsi="Helvetica"/>
          <w:sz w:val="24"/>
        </w:rPr>
        <w:tab/>
        <w:t>Dallas, TX 75226</w:t>
      </w:r>
    </w:p>
    <w:p w:rsidR="0087443B" w:rsidRDefault="0087443B" w:rsidP="001E4AB2">
      <w:pPr>
        <w:tabs>
          <w:tab w:val="center" w:pos="3420"/>
          <w:tab w:val="center" w:pos="8190"/>
        </w:tabs>
        <w:rPr>
          <w:rFonts w:ascii="Helvetica" w:hAnsi="Helvetica"/>
          <w:sz w:val="24"/>
        </w:rPr>
      </w:pPr>
    </w:p>
    <w:p w:rsidR="00D358C5" w:rsidRDefault="00D358C5" w:rsidP="0087443B">
      <w:pPr>
        <w:tabs>
          <w:tab w:val="center" w:pos="3600"/>
          <w:tab w:val="center" w:pos="8640"/>
        </w:tabs>
        <w:rPr>
          <w:rFonts w:ascii="Helvetica" w:hAnsi="Helvetica"/>
          <w:sz w:val="24"/>
        </w:rPr>
      </w:pPr>
    </w:p>
    <w:p w:rsidR="0087443B" w:rsidRPr="000F0B5B" w:rsidRDefault="0087443B" w:rsidP="0087443B">
      <w:pPr>
        <w:pStyle w:val="BodyText"/>
        <w:tabs>
          <w:tab w:val="left" w:pos="3060"/>
        </w:tabs>
        <w:rPr>
          <w:rFonts w:ascii="Helvetica" w:hAnsi="Helvetica"/>
          <w:b/>
          <w:color w:val="FF0000"/>
          <w:sz w:val="10"/>
          <w:szCs w:val="10"/>
        </w:rPr>
      </w:pPr>
      <w:r w:rsidRPr="00DD34F3">
        <w:rPr>
          <w:rFonts w:ascii="Helvetica" w:hAnsi="Helvetica"/>
          <w:b/>
          <w:color w:val="FF0000"/>
          <w:sz w:val="22"/>
          <w:szCs w:val="22"/>
        </w:rPr>
        <w:t>Event Co-Chairs:</w:t>
      </w:r>
      <w:r w:rsidRPr="00DD34F3">
        <w:rPr>
          <w:rFonts w:ascii="Helvetica" w:hAnsi="Helvetica"/>
          <w:b/>
          <w:color w:val="FF0000"/>
        </w:rPr>
        <w:tab/>
        <w:t xml:space="preserve">Ovidia Amaya, Anna Hill, Ben Leal, </w:t>
      </w:r>
      <w:proofErr w:type="spellStart"/>
      <w:r w:rsidRPr="00DD34F3">
        <w:rPr>
          <w:rFonts w:ascii="Helvetica" w:hAnsi="Helvetica"/>
          <w:b/>
          <w:color w:val="FF0000"/>
        </w:rPr>
        <w:t>Alendra</w:t>
      </w:r>
      <w:proofErr w:type="spellEnd"/>
      <w:r w:rsidRPr="00DD34F3">
        <w:rPr>
          <w:rFonts w:ascii="Helvetica" w:hAnsi="Helvetica"/>
          <w:b/>
          <w:color w:val="FF0000"/>
        </w:rPr>
        <w:t xml:space="preserve"> Lyons, LaSheryl Walker</w:t>
      </w:r>
      <w:r w:rsidR="000F0B5B">
        <w:rPr>
          <w:rFonts w:ascii="Helvetica" w:hAnsi="Helvetica"/>
          <w:b/>
          <w:color w:val="FF0000"/>
        </w:rPr>
        <w:t xml:space="preserve"> </w:t>
      </w:r>
      <w:r w:rsidR="000F0B5B">
        <w:rPr>
          <w:rFonts w:ascii="Helvetica" w:hAnsi="Helvetica"/>
          <w:b/>
          <w:color w:val="FF0000"/>
          <w:sz w:val="10"/>
          <w:szCs w:val="10"/>
        </w:rPr>
        <w:t>5 11 17</w:t>
      </w:r>
      <w:bookmarkStart w:id="0" w:name="_GoBack"/>
      <w:bookmarkEnd w:id="0"/>
    </w:p>
    <w:p w:rsidR="0087443B" w:rsidRPr="00D358C5" w:rsidRDefault="0087443B" w:rsidP="00D358C5">
      <w:pPr>
        <w:pStyle w:val="BodyText"/>
        <w:tabs>
          <w:tab w:val="left" w:pos="3060"/>
        </w:tabs>
        <w:rPr>
          <w:b/>
          <w:color w:val="FF0000"/>
        </w:rPr>
      </w:pPr>
      <w:r w:rsidRPr="00DD34F3">
        <w:rPr>
          <w:rFonts w:ascii="Helvetica" w:hAnsi="Helvetica"/>
          <w:b/>
          <w:color w:val="FF0000"/>
          <w:sz w:val="22"/>
          <w:szCs w:val="22"/>
        </w:rPr>
        <w:t>Event Honorary Co-Chairs:</w:t>
      </w:r>
      <w:r w:rsidRPr="00DD34F3">
        <w:rPr>
          <w:rFonts w:ascii="Helvetica" w:hAnsi="Helvetica"/>
          <w:b/>
          <w:color w:val="FF0000"/>
        </w:rPr>
        <w:tab/>
        <w:t>Sammy Walker-Olympian</w:t>
      </w:r>
      <w:r>
        <w:rPr>
          <w:rFonts w:ascii="Helvetica" w:hAnsi="Helvetica"/>
          <w:b/>
          <w:color w:val="FF0000"/>
        </w:rPr>
        <w:t>,</w:t>
      </w:r>
      <w:r w:rsidRPr="00DD34F3">
        <w:rPr>
          <w:rFonts w:ascii="Helvetica" w:hAnsi="Helvetica"/>
          <w:b/>
          <w:color w:val="FF0000"/>
        </w:rPr>
        <w:t xml:space="preserve"> Greg Speed-Paralympian</w:t>
      </w:r>
      <w:r>
        <w:rPr>
          <w:rFonts w:ascii="Helvetica" w:hAnsi="Helvetica"/>
          <w:b/>
          <w:color w:val="FF0000"/>
        </w:rPr>
        <w:t>,</w:t>
      </w:r>
      <w:r w:rsidRPr="00DD34F3">
        <w:rPr>
          <w:rFonts w:ascii="Helvetica" w:hAnsi="Helvetica"/>
          <w:b/>
          <w:color w:val="FF0000"/>
        </w:rPr>
        <w:t xml:space="preserve"> Lisa Rosborough-World Champion</w:t>
      </w:r>
    </w:p>
    <w:sectPr w:rsidR="0087443B" w:rsidRPr="00D358C5" w:rsidSect="00D358C5">
      <w:type w:val="continuous"/>
      <w:pgSz w:w="12240" w:h="15840" w:code="1"/>
      <w:pgMar w:top="432" w:right="432" w:bottom="432" w:left="432" w:header="720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C5" w:rsidRDefault="00D358C5" w:rsidP="00D358C5">
      <w:r>
        <w:separator/>
      </w:r>
    </w:p>
  </w:endnote>
  <w:endnote w:type="continuationSeparator" w:id="0">
    <w:p w:rsidR="00D358C5" w:rsidRDefault="00D358C5" w:rsidP="00D3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C5" w:rsidRPr="00F242E9" w:rsidRDefault="00D358C5" w:rsidP="00F242E9">
    <w:pPr>
      <w:pStyle w:val="Footer"/>
      <w:jc w:val="righ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C5" w:rsidRDefault="00D358C5" w:rsidP="00D358C5">
      <w:r>
        <w:separator/>
      </w:r>
    </w:p>
  </w:footnote>
  <w:footnote w:type="continuationSeparator" w:id="0">
    <w:p w:rsidR="00D358C5" w:rsidRDefault="00D358C5" w:rsidP="00D35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2A"/>
    <w:rsid w:val="0003485A"/>
    <w:rsid w:val="000F0B5B"/>
    <w:rsid w:val="001070CF"/>
    <w:rsid w:val="001E4AB2"/>
    <w:rsid w:val="008061F3"/>
    <w:rsid w:val="00836968"/>
    <w:rsid w:val="0087443B"/>
    <w:rsid w:val="00992CA5"/>
    <w:rsid w:val="00A633BB"/>
    <w:rsid w:val="00B10A2A"/>
    <w:rsid w:val="00B46710"/>
    <w:rsid w:val="00D358C5"/>
    <w:rsid w:val="00D85AFA"/>
    <w:rsid w:val="00E25BD9"/>
    <w:rsid w:val="00EB5B5B"/>
    <w:rsid w:val="00EB5E36"/>
    <w:rsid w:val="00F242E9"/>
    <w:rsid w:val="00F7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HelveticaNeueLT Std" w:eastAsia="HelveticaNeueLT Std" w:hAnsi="HelveticaNeueLT Std" w:cs="HelveticaNeueLT Std"/>
    </w:rPr>
  </w:style>
  <w:style w:type="paragraph" w:styleId="Heading1">
    <w:name w:val="heading 1"/>
    <w:basedOn w:val="Normal"/>
    <w:uiPriority w:val="1"/>
    <w:qFormat/>
    <w:pPr>
      <w:ind w:left="245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6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F3"/>
    <w:rPr>
      <w:rFonts w:ascii="Tahoma" w:eastAsia="HelveticaNeueLT Std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443B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7443B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35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8C5"/>
    <w:rPr>
      <w:rFonts w:ascii="HelveticaNeueLT Std" w:eastAsia="HelveticaNeueLT Std" w:hAnsi="HelveticaNeueLT Std" w:cs="HelveticaNeueLT Std"/>
    </w:rPr>
  </w:style>
  <w:style w:type="paragraph" w:styleId="Footer">
    <w:name w:val="footer"/>
    <w:basedOn w:val="Normal"/>
    <w:link w:val="FooterChar"/>
    <w:uiPriority w:val="99"/>
    <w:unhideWhenUsed/>
    <w:rsid w:val="00D35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8C5"/>
    <w:rPr>
      <w:rFonts w:ascii="HelveticaNeueLT Std" w:eastAsia="HelveticaNeueLT Std" w:hAnsi="HelveticaNeueLT Std" w:cs="HelveticaNeueLT St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HelveticaNeueLT Std" w:eastAsia="HelveticaNeueLT Std" w:hAnsi="HelveticaNeueLT Std" w:cs="HelveticaNeueLT Std"/>
    </w:rPr>
  </w:style>
  <w:style w:type="paragraph" w:styleId="Heading1">
    <w:name w:val="heading 1"/>
    <w:basedOn w:val="Normal"/>
    <w:uiPriority w:val="1"/>
    <w:qFormat/>
    <w:pPr>
      <w:ind w:left="245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6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F3"/>
    <w:rPr>
      <w:rFonts w:ascii="Tahoma" w:eastAsia="HelveticaNeueLT Std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443B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7443B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35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8C5"/>
    <w:rPr>
      <w:rFonts w:ascii="HelveticaNeueLT Std" w:eastAsia="HelveticaNeueLT Std" w:hAnsi="HelveticaNeueLT Std" w:cs="HelveticaNeueLT Std"/>
    </w:rPr>
  </w:style>
  <w:style w:type="paragraph" w:styleId="Footer">
    <w:name w:val="footer"/>
    <w:basedOn w:val="Normal"/>
    <w:link w:val="FooterChar"/>
    <w:uiPriority w:val="99"/>
    <w:unhideWhenUsed/>
    <w:rsid w:val="00D35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8C5"/>
    <w:rPr>
      <w:rFonts w:ascii="HelveticaNeueLT Std" w:eastAsia="HelveticaNeueLT Std" w:hAnsi="HelveticaNeueLT Std" w:cs="HelveticaNeueLT St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B3CBCF30</Template>
  <TotalTime>1</TotalTime>
  <Pages>1</Pages>
  <Words>255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 Consolidated, Inc.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Meza</dc:creator>
  <cp:lastModifiedBy>Walt Humann</cp:lastModifiedBy>
  <cp:revision>2</cp:revision>
  <cp:lastPrinted>2017-04-27T16:57:00Z</cp:lastPrinted>
  <dcterms:created xsi:type="dcterms:W3CDTF">2017-05-11T14:37:00Z</dcterms:created>
  <dcterms:modified xsi:type="dcterms:W3CDTF">2017-05-11T14:37:00Z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2017-04-24T00:00:00Z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2017-04-24T00:00:00Z</vt:filetime>
  </property>
</Properties>
</file>