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"/>
        <w:gridCol w:w="36"/>
        <w:gridCol w:w="36"/>
        <w:gridCol w:w="36"/>
      </w:tblGrid>
      <w:tr w:rsidR="00623250" w:rsidRPr="00623250" w:rsidTr="000D35AF">
        <w:tc>
          <w:tcPr>
            <w:tcW w:w="0" w:type="auto"/>
            <w:vAlign w:val="center"/>
          </w:tcPr>
          <w:p w:rsidR="00623250" w:rsidRPr="00623250" w:rsidRDefault="00623250" w:rsidP="00623250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bookmarkStart w:id="0" w:name="_GoBack"/>
            <w:bookmarkEnd w:id="0"/>
          </w:p>
        </w:tc>
        <w:tc>
          <w:tcPr>
            <w:tcW w:w="0" w:type="auto"/>
            <w:vAlign w:val="center"/>
          </w:tcPr>
          <w:p w:rsidR="00623250" w:rsidRPr="00623250" w:rsidRDefault="00623250" w:rsidP="00623250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0" w:type="auto"/>
            <w:vAlign w:val="center"/>
          </w:tcPr>
          <w:p w:rsidR="00623250" w:rsidRPr="00623250" w:rsidRDefault="00623250" w:rsidP="00623250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0" w:type="auto"/>
            <w:vAlign w:val="center"/>
          </w:tcPr>
          <w:p w:rsidR="00623250" w:rsidRPr="00623250" w:rsidRDefault="00623250" w:rsidP="006232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0"/>
        <w:gridCol w:w="5250"/>
      </w:tblGrid>
      <w:tr w:rsidR="00623250" w:rsidRPr="00623250" w:rsidTr="00623250">
        <w:trPr>
          <w:jc w:val="center"/>
        </w:trPr>
        <w:tc>
          <w:tcPr>
            <w:tcW w:w="0" w:type="auto"/>
            <w:gridSpan w:val="2"/>
            <w:vAlign w:val="center"/>
            <w:hideMark/>
          </w:tcPr>
          <w:p w:rsidR="00623250" w:rsidRPr="00623250" w:rsidRDefault="00623250" w:rsidP="00623250">
            <w:pPr>
              <w:spacing w:before="100" w:beforeAutospacing="1" w:after="100" w:afterAutospacing="1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623250">
              <w:rPr>
                <w:rFonts w:ascii="Calibri" w:eastAsia="Times New Roman" w:hAnsi="Calibri" w:cs="Times New Roman"/>
                <w:sz w:val="24"/>
                <w:szCs w:val="24"/>
              </w:rPr>
              <w:t>       SMK DATO' SRI AMAR DIRAJA, MUAR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sz w:val="18"/>
                <w:szCs w:val="18"/>
              </w:rPr>
              <w:t> </w:t>
            </w:r>
            <w:r w:rsidRPr="00623250">
              <w:rPr>
                <w:rFonts w:ascii="Calibri" w:eastAsia="Times New Roman" w:hAnsi="Calibri" w:cs="Times New Roman"/>
                <w:sz w:val="18"/>
                <w:szCs w:val="18"/>
              </w:rPr>
              <w:t> </w:t>
            </w:r>
            <w:r w:rsidRPr="00623250">
              <w:rPr>
                <w:rFonts w:ascii="Calibri" w:eastAsia="Times New Roman" w:hAnsi="Calibri" w:cs="Times New Roman"/>
                <w:sz w:val="18"/>
                <w:szCs w:val="18"/>
              </w:rPr>
              <w:t> </w:t>
            </w:r>
            <w:r w:rsidRPr="00623250">
              <w:rPr>
                <w:rFonts w:ascii="Calibri" w:eastAsia="Times New Roman" w:hAnsi="Calibri" w:cs="Times New Roman"/>
                <w:sz w:val="18"/>
                <w:szCs w:val="18"/>
              </w:rPr>
              <w:t> </w:t>
            </w:r>
            <w:r w:rsidRPr="00623250">
              <w:rPr>
                <w:rFonts w:ascii="Calibri" w:eastAsia="Times New Roman" w:hAnsi="Calibri" w:cs="Times New Roman"/>
                <w:sz w:val="18"/>
                <w:szCs w:val="18"/>
              </w:rPr>
              <w:t> </w:t>
            </w:r>
            <w:r w:rsidRPr="00623250">
              <w:rPr>
                <w:rFonts w:ascii="Calibri" w:eastAsia="Times New Roman" w:hAnsi="Calibri" w:cs="Times New Roman"/>
                <w:sz w:val="18"/>
                <w:szCs w:val="18"/>
              </w:rPr>
              <w:t> </w:t>
            </w:r>
          </w:p>
        </w:tc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sz w:val="17"/>
                <w:szCs w:val="17"/>
              </w:rPr>
              <w:t> 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sz w:val="17"/>
                <w:szCs w:val="17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sz w:val="17"/>
                <w:szCs w:val="17"/>
              </w:rPr>
              <w:t> 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0D35AF" w:rsidP="00623250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025" style="width:0;height:1.5pt" o:hralign="center" o:hrstd="t" o:hrnoshade="t" o:hr="t" fillcolor="#a0a0a0" stroked="f"/>
              </w:pic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1 STPM 2013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623250" w:rsidRPr="00623250" w:rsidTr="00623250">
        <w:trPr>
          <w:jc w:val="center"/>
        </w:trPr>
        <w:tc>
          <w:tcPr>
            <w:tcW w:w="1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DANIEL TAY RUI YIH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SJ0503/1002(13U1)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940928-01-5083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2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623250" w:rsidRPr="00623250" w:rsidTr="00623250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4.00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962/1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CHEMISTRY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4.00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0D35AF" w:rsidP="00623250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026" style="width:0;height:1.5pt" o:hralign="center" o:hrstd="t" o:hrnoshade="t" o:hr="t" fillcolor="#a0a0a0" stroked="f"/>
              </w:pic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1 STPM 2013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623250" w:rsidRPr="00623250" w:rsidTr="00623250">
        <w:trPr>
          <w:jc w:val="center"/>
        </w:trPr>
        <w:tc>
          <w:tcPr>
            <w:tcW w:w="1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EE XIN HUI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SJ0503/1003(13U1)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940704-01-5084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623250" w:rsidRPr="00623250" w:rsidTr="00623250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2.00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960/1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PHYSICS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C+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2.33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962/1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CHEMISTRY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0D35AF" w:rsidP="00623250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027" style="width:0;height:1.5pt" o:hralign="center" o:hrstd="t" o:hrnoshade="t" o:hr="t" fillcolor="#a0a0a0" stroked="f"/>
              </w:pic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1 STPM 2013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623250" w:rsidRPr="00623250" w:rsidTr="00623250">
        <w:trPr>
          <w:jc w:val="center"/>
        </w:trPr>
        <w:tc>
          <w:tcPr>
            <w:tcW w:w="1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ER QIAN KAI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SJ0503/1004(13U1)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941107-14-6929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623250" w:rsidRPr="00623250" w:rsidTr="00623250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D+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1.33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960/1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PHYSICS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962/1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CHEMISTRY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2.00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0D35AF" w:rsidP="00623250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>
              <w:rPr>
                <w:rFonts w:ascii="Calibri" w:eastAsia="Times New Roman" w:hAnsi="Calibri" w:cs="Times New Roman"/>
                <w:sz w:val="17"/>
                <w:szCs w:val="17"/>
              </w:rPr>
              <w:lastRenderedPageBreak/>
              <w:pict>
                <v:rect id="_x0000_i1028" style="width:0;height:1.5pt" o:hralign="center" o:hrstd="t" o:hrnoshade="t" o:hr="t" fillcolor="#a0a0a0" stroked="f"/>
              </w:pic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1 STPM 2013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623250" w:rsidRPr="00623250" w:rsidTr="00623250">
        <w:trPr>
          <w:jc w:val="center"/>
        </w:trPr>
        <w:tc>
          <w:tcPr>
            <w:tcW w:w="1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LAU CHEE MIN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SJ0503/1005(13U1)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940514-01-6342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623250" w:rsidRPr="00623250" w:rsidTr="00623250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954/1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MATHEMATICS (T)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2.00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960/1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PHYSICS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1.00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962/1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CHEMISTRY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D+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1.33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0D35AF" w:rsidP="00623250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029" style="width:0;height:1.5pt" o:hralign="center" o:hrstd="t" o:hrnoshade="t" o:hr="t" fillcolor="#a0a0a0" stroked="f"/>
              </w:pic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1 STPM 2013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623250" w:rsidRPr="00623250" w:rsidTr="00623250">
        <w:trPr>
          <w:jc w:val="center"/>
        </w:trPr>
        <w:tc>
          <w:tcPr>
            <w:tcW w:w="1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LEE CHEE HAU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SJ0503/1006(13U1)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930331-01-6543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2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623250" w:rsidRPr="00623250" w:rsidTr="00623250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960/1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PHYSICS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A-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3.67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962/1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CHEMISTRY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A-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3.67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0D35AF" w:rsidP="00623250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030" style="width:0;height:1.5pt" o:hralign="center" o:hrstd="t" o:hrnoshade="t" o:hr="t" fillcolor="#a0a0a0" stroked="f"/>
              </w:pic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1 STPM 2013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623250" w:rsidRPr="00623250" w:rsidTr="00623250">
        <w:trPr>
          <w:jc w:val="center"/>
        </w:trPr>
        <w:tc>
          <w:tcPr>
            <w:tcW w:w="1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LEE HO YANG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SJ0503/1007(13U1)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940915-01-7223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2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623250" w:rsidRPr="00623250" w:rsidTr="00623250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B+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3.33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960/1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PHYSICS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A-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3.67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0D35AF" w:rsidP="00623250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031" style="width:0;height:1.5pt" o:hralign="center" o:hrstd="t" o:hrnoshade="t" o:hr="t" fillcolor="#a0a0a0" stroked="f"/>
              </w:pic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1 STPM 2013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623250" w:rsidRPr="00623250" w:rsidTr="00623250">
        <w:trPr>
          <w:jc w:val="center"/>
        </w:trPr>
        <w:tc>
          <w:tcPr>
            <w:tcW w:w="1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LEE WEE SIN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SJ0503/1008(13U1)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941025-01-7242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623250" w:rsidRPr="00623250" w:rsidTr="00623250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954/1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MATHEMATICS (T)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D+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1.33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960/1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PHYSICS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C-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1.67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962/1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CHEMISTRY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1.00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0D35AF" w:rsidP="00623250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032" style="width:0;height:1.5pt" o:hralign="center" o:hrstd="t" o:hrnoshade="t" o:hr="t" fillcolor="#a0a0a0" stroked="f"/>
              </w:pic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1 STPM 2013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623250" w:rsidRPr="00623250" w:rsidTr="00623250">
        <w:trPr>
          <w:jc w:val="center"/>
        </w:trPr>
        <w:tc>
          <w:tcPr>
            <w:tcW w:w="1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LEE YEE SENG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SJ0503/1009(13U1)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940419-01-5157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1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623250" w:rsidRPr="00623250" w:rsidTr="00623250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4.00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0D35AF" w:rsidP="00623250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033" style="width:0;height:1.5pt" o:hralign="center" o:hrstd="t" o:hrnoshade="t" o:hr="t" fillcolor="#a0a0a0" stroked="f"/>
              </w:pic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1 STPM 2013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623250" w:rsidRPr="00623250" w:rsidTr="00623250">
        <w:trPr>
          <w:jc w:val="center"/>
        </w:trPr>
        <w:tc>
          <w:tcPr>
            <w:tcW w:w="1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LIM CHONG GEE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SJ0503/1010(13U1)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940705-01-6185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2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623250" w:rsidRPr="00623250" w:rsidTr="00623250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960/1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PHYSICS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3.00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962/1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CHEMISTRY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A-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3.67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0D35AF" w:rsidP="00623250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034" style="width:0;height:1.5pt" o:hralign="center" o:hrstd="t" o:hrnoshade="t" o:hr="t" fillcolor="#a0a0a0" stroked="f"/>
              </w:pic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1 STPM 2013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623250" w:rsidRPr="00623250" w:rsidTr="00623250">
        <w:trPr>
          <w:jc w:val="center"/>
        </w:trPr>
        <w:tc>
          <w:tcPr>
            <w:tcW w:w="1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ONG FEN NEI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SJ0503/1011(13U1)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941116-01-7280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2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623250" w:rsidRPr="00623250" w:rsidTr="00623250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960/1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PHYSICS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A-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3.67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962/1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CHEMISTRY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B+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3.33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0D35AF" w:rsidP="00623250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035" style="width:0;height:1.5pt" o:hralign="center" o:hrstd="t" o:hrnoshade="t" o:hr="t" fillcolor="#a0a0a0" stroked="f"/>
              </w:pic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1 STPM 2013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623250" w:rsidRPr="00623250" w:rsidTr="00623250">
        <w:trPr>
          <w:jc w:val="center"/>
        </w:trPr>
        <w:tc>
          <w:tcPr>
            <w:tcW w:w="1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PANG XIN YI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SJ0503/1012(13U1)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941126-01-5190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2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623250" w:rsidRPr="00623250" w:rsidTr="00623250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960/1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PHYSICS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B+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3.33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962/1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CHEMISTRY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A-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3.67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0D35AF" w:rsidP="00623250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036" style="width:0;height:1.5pt" o:hralign="center" o:hrstd="t" o:hrnoshade="t" o:hr="t" fillcolor="#a0a0a0" stroked="f"/>
              </w:pic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1 STPM 2013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623250" w:rsidRPr="00623250" w:rsidTr="00623250">
        <w:trPr>
          <w:jc w:val="center"/>
        </w:trPr>
        <w:tc>
          <w:tcPr>
            <w:tcW w:w="1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TAN BOON SIANG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SJ0503/1013(13U1)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940501-01-6239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2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623250" w:rsidRPr="00623250" w:rsidTr="00623250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954/1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MATHEMATICS (T)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A-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3.67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960/1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PHYSICS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4.00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0D35AF" w:rsidP="00623250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037" style="width:0;height:1.5pt" o:hralign="center" o:hrstd="t" o:hrnoshade="t" o:hr="t" fillcolor="#a0a0a0" stroked="f"/>
              </w:pic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1 STPM 2013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623250" w:rsidRPr="00623250" w:rsidTr="00623250">
        <w:trPr>
          <w:jc w:val="center"/>
        </w:trPr>
        <w:tc>
          <w:tcPr>
            <w:tcW w:w="1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TEOH KHENG HONG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SJ0503/1015(13U1)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941120-04-5321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1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623250" w:rsidRPr="00623250" w:rsidTr="00623250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960/1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PHYSICS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B+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3.33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0D35AF" w:rsidP="00623250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038" style="width:0;height:1.5pt" o:hralign="center" o:hrstd="t" o:hrnoshade="t" o:hr="t" fillcolor="#a0a0a0" stroked="f"/>
              </w:pic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1 STPM 2013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623250" w:rsidRPr="00623250" w:rsidTr="00623250">
        <w:trPr>
          <w:jc w:val="center"/>
        </w:trPr>
        <w:tc>
          <w:tcPr>
            <w:tcW w:w="1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TEH LEY HEONG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SJ0503/1016(13U1)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940310-01-5890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623250" w:rsidRPr="00623250" w:rsidTr="00623250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D+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1.33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960/1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PHYSICS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C-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1.67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962/1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CHEMISTRY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B+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3.33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0D35AF" w:rsidP="00623250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039" style="width:0;height:1.5pt" o:hralign="center" o:hrstd="t" o:hrnoshade="t" o:hr="t" fillcolor="#a0a0a0" stroked="f"/>
              </w:pic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1 STPM 2013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623250" w:rsidRPr="00623250" w:rsidTr="00623250">
        <w:trPr>
          <w:jc w:val="center"/>
        </w:trPr>
        <w:tc>
          <w:tcPr>
            <w:tcW w:w="1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WILSON TAN KOK WEI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SJ0503/1017(13U1)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940212-01-5643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2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623250" w:rsidRPr="00623250" w:rsidTr="00623250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954/1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MATHEMATICS (T)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C+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2.33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960/1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PHYSICS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2.00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0D35AF" w:rsidP="00623250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040" style="width:0;height:1.5pt" o:hralign="center" o:hrstd="t" o:hrnoshade="t" o:hr="t" fillcolor="#a0a0a0" stroked="f"/>
              </w:pic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1 STPM 2013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623250" w:rsidRPr="00623250" w:rsidTr="00623250">
        <w:trPr>
          <w:jc w:val="center"/>
        </w:trPr>
        <w:tc>
          <w:tcPr>
            <w:tcW w:w="1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JESSLYN LEE HUI YUN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SJ0503/1018(13U1)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941203-04-5466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4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623250" w:rsidRPr="00623250" w:rsidTr="00623250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3.00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954/1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MATHEMATICS (T)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960/1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PHYSICS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D+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1.33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962/1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CHEMISTRY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C+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2.33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0D35AF" w:rsidP="00623250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041" style="width:0;height:1.5pt" o:hralign="center" o:hrstd="t" o:hrnoshade="t" o:hr="t" fillcolor="#a0a0a0" stroked="f"/>
              </w:pic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1 STPM 2013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623250" w:rsidRPr="00623250" w:rsidTr="00623250">
        <w:trPr>
          <w:jc w:val="center"/>
        </w:trPr>
        <w:tc>
          <w:tcPr>
            <w:tcW w:w="1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KWAN CHIOU YUEH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SJ0503/1019(13U1)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940908-04-5242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623250" w:rsidRPr="00623250" w:rsidTr="00623250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954/1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MATHEMATICS (T)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960/1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PHYSICS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962/1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CHEMISTRY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0D35AF" w:rsidP="00623250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042" style="width:0;height:1.5pt" o:hralign="center" o:hrstd="t" o:hrnoshade="t" o:hr="t" fillcolor="#a0a0a0" stroked="f"/>
              </w:pic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1 STPM 2013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623250" w:rsidRPr="00623250" w:rsidTr="00623250">
        <w:trPr>
          <w:jc w:val="center"/>
        </w:trPr>
        <w:tc>
          <w:tcPr>
            <w:tcW w:w="1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LEE CHEANG FU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SJ0503/1020(13U1)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940604-01-5087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2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623250" w:rsidRPr="00623250" w:rsidTr="00623250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960/1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PHYSICS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D+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1.33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962/1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CHEMISTRY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C+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2.33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0D35AF" w:rsidP="00623250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043" style="width:0;height:1.5pt" o:hralign="center" o:hrstd="t" o:hrnoshade="t" o:hr="t" fillcolor="#a0a0a0" stroked="f"/>
              </w:pic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1 STPM 2013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623250" w:rsidRPr="00623250" w:rsidTr="00623250">
        <w:trPr>
          <w:jc w:val="center"/>
        </w:trPr>
        <w:tc>
          <w:tcPr>
            <w:tcW w:w="1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LIM CHIN YAO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SJ0503/1021(13U1)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940807-04-5243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4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623250" w:rsidRPr="00623250" w:rsidTr="00623250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954/1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MATHEMATICS (T)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960/1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PHYSICS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962/1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CHEMISTRY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0D35AF" w:rsidP="00623250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044" style="width:0;height:1.5pt" o:hralign="center" o:hrstd="t" o:hrnoshade="t" o:hr="t" fillcolor="#a0a0a0" stroked="f"/>
              </w:pic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1 STPM 2013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623250" w:rsidRPr="00623250" w:rsidTr="00623250">
        <w:trPr>
          <w:jc w:val="center"/>
        </w:trPr>
        <w:tc>
          <w:tcPr>
            <w:tcW w:w="1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LIM WAN QIN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SJ0503/1022(13U1)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941027-01-6550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2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623250" w:rsidRPr="00623250" w:rsidTr="00623250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C+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2.33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960/1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PHYSICS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C+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2.33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0D35AF" w:rsidP="00623250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045" style="width:0;height:1.5pt" o:hralign="center" o:hrstd="t" o:hrnoshade="t" o:hr="t" fillcolor="#a0a0a0" stroked="f"/>
              </w:pic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1 STPM 2013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623250" w:rsidRPr="00623250" w:rsidTr="00623250">
        <w:trPr>
          <w:jc w:val="center"/>
        </w:trPr>
        <w:tc>
          <w:tcPr>
            <w:tcW w:w="1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LUI JUN YE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SJ0503/1023(13U1)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940204-01-6929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2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623250" w:rsidRPr="00623250" w:rsidTr="00623250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954/1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MATHEMATICS (T)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960/1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PHYSICS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0D35AF" w:rsidP="00623250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046" style="width:0;height:1.5pt" o:hralign="center" o:hrstd="t" o:hrnoshade="t" o:hr="t" fillcolor="#a0a0a0" stroked="f"/>
              </w:pic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1 STPM 2013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623250" w:rsidRPr="00623250" w:rsidTr="00623250">
        <w:trPr>
          <w:jc w:val="center"/>
        </w:trPr>
        <w:tc>
          <w:tcPr>
            <w:tcW w:w="1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MOHAMMAD NOR SAPIK BIN HAMDAN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SJ0503/1024(13U1)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940201-01-6763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2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623250" w:rsidRPr="00623250" w:rsidTr="00623250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960/1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PHYSICS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962/1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CHEMISTRY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0D35AF" w:rsidP="00623250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047" style="width:0;height:1.5pt" o:hralign="center" o:hrstd="t" o:hrnoshade="t" o:hr="t" fillcolor="#a0a0a0" stroked="f"/>
              </w:pic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1 STPM 2013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623250" w:rsidRPr="00623250" w:rsidTr="00623250">
        <w:trPr>
          <w:jc w:val="center"/>
        </w:trPr>
        <w:tc>
          <w:tcPr>
            <w:tcW w:w="1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NAGULAN PILLAI A/L JEYARAMAN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SJ0503/1026(13U1)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940205-01-6955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2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623250" w:rsidRPr="00623250" w:rsidTr="00623250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954/1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MATHEMATICS (T)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960/1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PHYSICS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0D35AF" w:rsidP="00623250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048" style="width:0;height:1.5pt" o:hralign="center" o:hrstd="t" o:hrnoshade="t" o:hr="t" fillcolor="#a0a0a0" stroked="f"/>
              </w:pic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1 STPM 2013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623250" w:rsidRPr="00623250" w:rsidTr="00623250">
        <w:trPr>
          <w:jc w:val="center"/>
        </w:trPr>
        <w:tc>
          <w:tcPr>
            <w:tcW w:w="1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NEO WEI SHENG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SJ0503/1027(13U1)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941015-01-6019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4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623250" w:rsidRPr="00623250" w:rsidTr="00623250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2.00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954/1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MATHEMATICS (T)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1.00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960/1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PHYSICS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962/1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CHEMISTRY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C-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1.67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0D35AF" w:rsidP="00623250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049" style="width:0;height:1.5pt" o:hralign="center" o:hrstd="t" o:hrnoshade="t" o:hr="t" fillcolor="#a0a0a0" stroked="f"/>
              </w:pic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1 STPM 2013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623250" w:rsidRPr="00623250" w:rsidTr="00623250">
        <w:trPr>
          <w:jc w:val="center"/>
        </w:trPr>
        <w:tc>
          <w:tcPr>
            <w:tcW w:w="1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ONG TAI SIANG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SJ0503/1029(13U1)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941207-01-5467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4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623250" w:rsidRPr="00623250" w:rsidTr="00623250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1.00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954/1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MATHEMATICS (T)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960/1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PHYSICS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962/1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CHEMISTRY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1.00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0D35AF" w:rsidP="00623250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050" style="width:0;height:1.5pt" o:hralign="center" o:hrstd="t" o:hrnoshade="t" o:hr="t" fillcolor="#a0a0a0" stroked="f"/>
              </w:pic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1 STPM 2013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623250" w:rsidRPr="00623250" w:rsidTr="00623250">
        <w:trPr>
          <w:jc w:val="center"/>
        </w:trPr>
        <w:tc>
          <w:tcPr>
            <w:tcW w:w="1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SEE JIA SHENG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SJ0503/1030(13U1)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941021-14-5351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4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623250" w:rsidRPr="00623250" w:rsidTr="00623250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C+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2.33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954/1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MATHEMATICS (T)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960/1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PHYSICS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962/1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CHEMISTRY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C-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1.67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0D35AF" w:rsidP="00623250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051" style="width:0;height:1.5pt" o:hralign="center" o:hrstd="t" o:hrnoshade="t" o:hr="t" fillcolor="#a0a0a0" stroked="f"/>
              </w:pic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Keputusan Peperiksaan Ulangan Penggal 1 STPM 2013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623250" w:rsidRPr="00623250" w:rsidTr="00623250">
        <w:trPr>
          <w:jc w:val="center"/>
        </w:trPr>
        <w:tc>
          <w:tcPr>
            <w:tcW w:w="1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SEE LI XIN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SJ0503/1031(13U1)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940512-01-6664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623250" w:rsidRPr="00623250" w:rsidTr="00623250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954/1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MATHEMATICS (T)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D+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1.33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960/1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PHYSICS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B-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2.67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962/1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CHEMISTRY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3.00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0D35AF" w:rsidP="00623250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052" style="width:0;height:1.5pt" o:hralign="center" o:hrstd="t" o:hrnoshade="t" o:hr="t" fillcolor="#a0a0a0" stroked="f"/>
              </w:pic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1 STPM 2013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623250" w:rsidRPr="00623250" w:rsidTr="00623250">
        <w:trPr>
          <w:jc w:val="center"/>
        </w:trPr>
        <w:tc>
          <w:tcPr>
            <w:tcW w:w="1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SIOW EE SHENG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SJ0503/1032(13U1)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940714-01-5045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623250" w:rsidRPr="00623250" w:rsidTr="00623250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954/1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MATHEMATICS (T)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960/1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PHYSICS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962/1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CHEMISTRY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0D35AF" w:rsidP="00623250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053" style="width:0;height:1.5pt" o:hralign="center" o:hrstd="t" o:hrnoshade="t" o:hr="t" fillcolor="#a0a0a0" stroked="f"/>
              </w:pic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1 STPM 2013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623250" w:rsidRPr="00623250" w:rsidTr="00623250">
        <w:trPr>
          <w:jc w:val="center"/>
        </w:trPr>
        <w:tc>
          <w:tcPr>
            <w:tcW w:w="1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SOH TECK JUI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SJ0503/1033(13U1)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940709-01-6369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2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623250" w:rsidRPr="00623250" w:rsidTr="00623250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954/1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MATHEMATICS (T)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C+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2.33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962/1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CHEMISTRY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C+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2.33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0D35AF" w:rsidP="00623250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054" style="width:0;height:1.5pt" o:hralign="center" o:hrstd="t" o:hrnoshade="t" o:hr="t" fillcolor="#a0a0a0" stroked="f"/>
              </w:pic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1 STPM 2013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623250" w:rsidRPr="00623250" w:rsidTr="00623250">
        <w:trPr>
          <w:jc w:val="center"/>
        </w:trPr>
        <w:tc>
          <w:tcPr>
            <w:tcW w:w="1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TANG YIAW JUN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SJ0503/1034(13U1)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940813-01-6705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4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623250" w:rsidRPr="00623250" w:rsidTr="00623250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954/1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MATHEMATICS (T)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960/1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PHYSICS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C+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2.33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962/1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CHEMISTRY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C+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2.33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0D35AF" w:rsidP="00623250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055" style="width:0;height:1.5pt" o:hralign="center" o:hrstd="t" o:hrnoshade="t" o:hr="t" fillcolor="#a0a0a0" stroked="f"/>
              </w:pic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1 STPM 2013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623250" w:rsidRPr="00623250" w:rsidTr="00623250">
        <w:trPr>
          <w:jc w:val="center"/>
        </w:trPr>
        <w:tc>
          <w:tcPr>
            <w:tcW w:w="1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ZIYAD BIN KHALIL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SJ0503/1036(13U1)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940829-01-7067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2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623250" w:rsidRPr="00623250" w:rsidTr="00623250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954/1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MATHEMATICS (T)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962/1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CHEMISTRY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B-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2.67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0D35AF" w:rsidP="00623250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056" style="width:0;height:1.5pt" o:hralign="center" o:hrstd="t" o:hrnoshade="t" o:hr="t" fillcolor="#a0a0a0" stroked="f"/>
              </w:pic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1 STPM 2013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623250" w:rsidRPr="00623250" w:rsidTr="00623250">
        <w:trPr>
          <w:jc w:val="center"/>
        </w:trPr>
        <w:tc>
          <w:tcPr>
            <w:tcW w:w="1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CHAN SHU WEN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SJ0503/1037(13U1)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940731-01-5100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623250" w:rsidRPr="00623250" w:rsidTr="00623250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A-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3.67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962/1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CHEMISTRY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3.00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964/1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BIOLOGY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2.00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0D35AF" w:rsidP="00623250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057" style="width:0;height:1.5pt" o:hralign="center" o:hrstd="t" o:hrnoshade="t" o:hr="t" fillcolor="#a0a0a0" stroked="f"/>
              </w:pic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1 STPM 2013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623250" w:rsidRPr="00623250" w:rsidTr="00623250">
        <w:trPr>
          <w:jc w:val="center"/>
        </w:trPr>
        <w:tc>
          <w:tcPr>
            <w:tcW w:w="1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DAN YI NING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SJ0503/1039(13U1)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940304-01-5448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2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623250" w:rsidRPr="00623250" w:rsidTr="00623250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962/1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CHEMISTRY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B-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2.67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964/1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BIOLOGY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2.00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0D35AF" w:rsidP="00623250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058" style="width:0;height:1.5pt" o:hralign="center" o:hrstd="t" o:hrnoshade="t" o:hr="t" fillcolor="#a0a0a0" stroked="f"/>
              </w:pic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1 STPM 2013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623250" w:rsidRPr="00623250" w:rsidTr="00623250">
        <w:trPr>
          <w:jc w:val="center"/>
        </w:trPr>
        <w:tc>
          <w:tcPr>
            <w:tcW w:w="1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GAN JOA NN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SJ0503/1040(13U1)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940414-01-5406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2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623250" w:rsidRPr="00623250" w:rsidTr="00623250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962/1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CHEMISTRY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964/1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BIOLOGY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B-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2.67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0D35AF" w:rsidP="00623250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059" style="width:0;height:1.5pt" o:hralign="center" o:hrstd="t" o:hrnoshade="t" o:hr="t" fillcolor="#a0a0a0" stroked="f"/>
              </w:pic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1 STPM 2013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623250" w:rsidRPr="00623250" w:rsidTr="00623250">
        <w:trPr>
          <w:jc w:val="center"/>
        </w:trPr>
        <w:tc>
          <w:tcPr>
            <w:tcW w:w="1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GAN KEE PIN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SJ0503/1041(13U1)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941225-01-6965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1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623250" w:rsidRPr="00623250" w:rsidTr="00623250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964/1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BIOLOGY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B+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3.33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0D35AF" w:rsidP="00623250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060" style="width:0;height:1.5pt" o:hralign="center" o:hrstd="t" o:hrnoshade="t" o:hr="t" fillcolor="#a0a0a0" stroked="f"/>
              </w:pic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1 STPM 2013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623250" w:rsidRPr="00623250" w:rsidTr="00623250">
        <w:trPr>
          <w:jc w:val="center"/>
        </w:trPr>
        <w:tc>
          <w:tcPr>
            <w:tcW w:w="1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IRENE CHUA MIN LI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SJ0503/1043(13U1)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940409-01-5348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623250" w:rsidRPr="00623250" w:rsidTr="00623250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954/1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MATHEMATICS (T)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B+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3.33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962/1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CHEMISTRY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B+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3.33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964/1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BIOLOGY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C+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2.33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0D35AF" w:rsidP="00623250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061" style="width:0;height:1.5pt" o:hralign="center" o:hrstd="t" o:hrnoshade="t" o:hr="t" fillcolor="#a0a0a0" stroked="f"/>
              </w:pic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SIJIL TINGGI PERSEKOLAHAN MALAYSIA(STPM)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1 STPM 2013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623250" w:rsidRPr="00623250" w:rsidTr="00623250">
        <w:trPr>
          <w:jc w:val="center"/>
        </w:trPr>
        <w:tc>
          <w:tcPr>
            <w:tcW w:w="1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KHOO JANICE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SJ0503/1044(13U1)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940324-01-5314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623250" w:rsidRPr="00623250" w:rsidTr="00623250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954/1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MATHEMATICS (T)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2.00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962/1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CHEMISTRY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964/1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BIOLOGY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2.00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0D35AF" w:rsidP="00623250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062" style="width:0;height:1.5pt" o:hralign="center" o:hrstd="t" o:hrnoshade="t" o:hr="t" fillcolor="#a0a0a0" stroked="f"/>
              </w:pic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1 STPM 2013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623250" w:rsidRPr="00623250" w:rsidTr="00623250">
        <w:trPr>
          <w:jc w:val="center"/>
        </w:trPr>
        <w:tc>
          <w:tcPr>
            <w:tcW w:w="1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LEE RU SHI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SJ0503/1045(13U1)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940119-01-5622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2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623250" w:rsidRPr="00623250" w:rsidTr="00623250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962/1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CHEMISTRY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C+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2.33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964/1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BIOLOGY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C+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2.33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0D35AF" w:rsidP="00623250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063" style="width:0;height:1.5pt" o:hralign="center" o:hrstd="t" o:hrnoshade="t" o:hr="t" fillcolor="#a0a0a0" stroked="f"/>
              </w:pic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1 STPM 2013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623250" w:rsidRPr="00623250" w:rsidTr="00623250">
        <w:trPr>
          <w:jc w:val="center"/>
        </w:trPr>
        <w:tc>
          <w:tcPr>
            <w:tcW w:w="1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LIM CHAI HUI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SJ0503/1046(13U1)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940816-01-6532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1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623250" w:rsidRPr="00623250" w:rsidTr="00623250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964/1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BIOLOGY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C+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2.33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0D35AF" w:rsidP="00623250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064" style="width:0;height:1.5pt" o:hralign="center" o:hrstd="t" o:hrnoshade="t" o:hr="t" fillcolor="#a0a0a0" stroked="f"/>
              </w:pic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1 STPM 2013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623250" w:rsidRPr="00623250" w:rsidTr="00623250">
        <w:trPr>
          <w:jc w:val="center"/>
        </w:trPr>
        <w:tc>
          <w:tcPr>
            <w:tcW w:w="1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LIM CHING CHEE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SJ0503/1047(13U1)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940718-01-5026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623250" w:rsidRPr="00623250" w:rsidTr="00623250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954/1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MATHEMATICS (T)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962/1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CHEMISTRY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B-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2.67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964/1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BIOLOGY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B-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2.67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0D35AF" w:rsidP="00623250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065" style="width:0;height:1.5pt" o:hralign="center" o:hrstd="t" o:hrnoshade="t" o:hr="t" fillcolor="#a0a0a0" stroked="f"/>
              </w:pic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1 STPM 2013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623250" w:rsidRPr="00623250" w:rsidTr="00623250">
        <w:trPr>
          <w:jc w:val="center"/>
        </w:trPr>
        <w:tc>
          <w:tcPr>
            <w:tcW w:w="1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LIM SIN YEE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SJ0503/1048(13U1)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940415-01-6304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623250" w:rsidRPr="00623250" w:rsidTr="00623250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B-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2.67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962/1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CHEMISTRY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2.00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964/1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BIOLOGY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C+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2.33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0D35AF" w:rsidP="00623250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066" style="width:0;height:1.5pt" o:hralign="center" o:hrstd="t" o:hrnoshade="t" o:hr="t" fillcolor="#a0a0a0" stroked="f"/>
              </w:pic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1 STPM 2013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623250" w:rsidRPr="00623250" w:rsidTr="00623250">
        <w:trPr>
          <w:jc w:val="center"/>
        </w:trPr>
        <w:tc>
          <w:tcPr>
            <w:tcW w:w="1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PUNG HAI CHING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SJ0503/1049(13U1)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940311-01-5358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2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623250" w:rsidRPr="00623250" w:rsidTr="00623250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962/1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CHEMISTRY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C+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2.33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964/1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BIOLOGY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B-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2.67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0D35AF" w:rsidP="00623250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067" style="width:0;height:1.5pt" o:hralign="center" o:hrstd="t" o:hrnoshade="t" o:hr="t" fillcolor="#a0a0a0" stroked="f"/>
              </w:pic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1 STPM 2013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623250" w:rsidRPr="00623250" w:rsidTr="00623250">
        <w:trPr>
          <w:jc w:val="center"/>
        </w:trPr>
        <w:tc>
          <w:tcPr>
            <w:tcW w:w="1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SEE THEAN WEI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SJ0503/1050(13U1)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940730-01-6638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2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623250" w:rsidRPr="00623250" w:rsidTr="00623250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962/1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CHEMISTRY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C-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1.67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964/1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BIOLOGY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A-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3.67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0D35AF" w:rsidP="00623250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068" style="width:0;height:1.5pt" o:hralign="center" o:hrstd="t" o:hrnoshade="t" o:hr="t" fillcolor="#a0a0a0" stroked="f"/>
              </w:pic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1 STPM 2013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623250" w:rsidRPr="00623250" w:rsidTr="00623250">
        <w:trPr>
          <w:jc w:val="center"/>
        </w:trPr>
        <w:tc>
          <w:tcPr>
            <w:tcW w:w="1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TAIYEBA BINTI SIRAJ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SJ0503/1051(13U1)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940401-75-5018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623250" w:rsidRPr="00623250" w:rsidTr="00623250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954/1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MATHEMATICS (T)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962/1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CHEMISTRY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B-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2.67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964/1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BIOLOGY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D+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1.33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0D35AF" w:rsidP="00623250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069" style="width:0;height:1.5pt" o:hralign="center" o:hrstd="t" o:hrnoshade="t" o:hr="t" fillcolor="#a0a0a0" stroked="f"/>
              </w:pic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1 STPM 2013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623250" w:rsidRPr="00623250" w:rsidTr="00623250">
        <w:trPr>
          <w:jc w:val="center"/>
        </w:trPr>
        <w:tc>
          <w:tcPr>
            <w:tcW w:w="1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TAN HUI XIN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SJ0503/1052(13U1)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940913-01-6876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4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623250" w:rsidRPr="00623250" w:rsidTr="00623250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2.00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954/1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MATHEMATICS (T)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962/1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CHEMISTRY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964/1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BIOLOGY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1.00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0D35AF" w:rsidP="00623250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070" style="width:0;height:1.5pt" o:hralign="center" o:hrstd="t" o:hrnoshade="t" o:hr="t" fillcolor="#a0a0a0" stroked="f"/>
              </w:pic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1 STPM 2013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623250" w:rsidRPr="00623250" w:rsidTr="00623250">
        <w:trPr>
          <w:jc w:val="center"/>
        </w:trPr>
        <w:tc>
          <w:tcPr>
            <w:tcW w:w="1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TAN JIA ER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SJ0503/1053(13U1)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940705-01-5860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2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623250" w:rsidRPr="00623250" w:rsidTr="00623250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962/1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CHEMISTRY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3.00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964/1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BIOLOGY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C+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2.33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0D35AF" w:rsidP="00623250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>
              <w:rPr>
                <w:rFonts w:ascii="Calibri" w:eastAsia="Times New Roman" w:hAnsi="Calibri" w:cs="Times New Roman"/>
                <w:sz w:val="17"/>
                <w:szCs w:val="17"/>
              </w:rPr>
              <w:lastRenderedPageBreak/>
              <w:pict>
                <v:rect id="_x0000_i1071" style="width:0;height:1.5pt" o:hralign="center" o:hrstd="t" o:hrnoshade="t" o:hr="t" fillcolor="#a0a0a0" stroked="f"/>
              </w:pic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1 STPM 2013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623250" w:rsidRPr="00623250" w:rsidTr="00623250">
        <w:trPr>
          <w:jc w:val="center"/>
        </w:trPr>
        <w:tc>
          <w:tcPr>
            <w:tcW w:w="1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TAN SHI LEI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SJ0503/1055(13U1)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940815-01-6872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623250" w:rsidRPr="00623250" w:rsidTr="00623250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954/1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MATHEMATICS (T)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2.00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962/1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CHEMISTRY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1.00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964/1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BIOLOGY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2.00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0D35AF" w:rsidP="00623250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072" style="width:0;height:1.5pt" o:hralign="center" o:hrstd="t" o:hrnoshade="t" o:hr="t" fillcolor="#a0a0a0" stroked="f"/>
              </w:pic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1 STPM 2013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623250" w:rsidRPr="00623250" w:rsidTr="00623250">
        <w:trPr>
          <w:jc w:val="center"/>
        </w:trPr>
        <w:tc>
          <w:tcPr>
            <w:tcW w:w="1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YONG YI LING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SJ0503/1056(13U1)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940213-01-6234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623250" w:rsidRPr="00623250" w:rsidTr="00623250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954/1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MATHEMATICS (T)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962/1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CHEMISTRY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964/1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BIOLOGY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2.00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0D35AF" w:rsidP="00623250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073" style="width:0;height:1.5pt" o:hralign="center" o:hrstd="t" o:hrnoshade="t" o:hr="t" fillcolor="#a0a0a0" stroked="f"/>
              </w:pic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1 STPM 2013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623250" w:rsidRPr="00623250" w:rsidTr="00623250">
        <w:trPr>
          <w:jc w:val="center"/>
        </w:trPr>
        <w:tc>
          <w:tcPr>
            <w:tcW w:w="1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AFIQ RIDZUAN BIN MOHAMED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SJ0503/1057(13U1)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941120-01-5405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1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623250" w:rsidRPr="00623250" w:rsidTr="00623250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962/1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CHEMISTRY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0D35AF" w:rsidP="00623250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074" style="width:0;height:1.5pt" o:hralign="center" o:hrstd="t" o:hrnoshade="t" o:hr="t" fillcolor="#a0a0a0" stroked="f"/>
              </w:pic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1 STPM 2013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623250" w:rsidRPr="00623250" w:rsidTr="00623250">
        <w:trPr>
          <w:jc w:val="center"/>
        </w:trPr>
        <w:tc>
          <w:tcPr>
            <w:tcW w:w="1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ANGEL TAN YUN JU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SJ0503/1058(13U1)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940426-01-6326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2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623250" w:rsidRPr="00623250" w:rsidTr="00623250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954/1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MATHEMATICS (T)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964/1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BIOLOGY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0D35AF" w:rsidP="00623250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075" style="width:0;height:1.5pt" o:hralign="center" o:hrstd="t" o:hrnoshade="t" o:hr="t" fillcolor="#a0a0a0" stroked="f"/>
              </w:pic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1 STPM 2013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623250" w:rsidRPr="00623250" w:rsidTr="00623250">
        <w:trPr>
          <w:jc w:val="center"/>
        </w:trPr>
        <w:tc>
          <w:tcPr>
            <w:tcW w:w="1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DARSHAN BABU A/L L.ARASU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SJ0503/1059(13U1)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940520-01-6429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623250" w:rsidRPr="00623250" w:rsidTr="00623250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954/1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MATHEMATICS (T)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962/1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CHEMISTRY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D+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1.33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964/1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BIOLOGY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C-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1.67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0D35AF" w:rsidP="00623250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076" style="width:0;height:1.5pt" o:hralign="center" o:hrstd="t" o:hrnoshade="t" o:hr="t" fillcolor="#a0a0a0" stroked="f"/>
              </w:pic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1 STPM 2013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623250" w:rsidRPr="00623250" w:rsidTr="00623250">
        <w:trPr>
          <w:jc w:val="center"/>
        </w:trPr>
        <w:tc>
          <w:tcPr>
            <w:tcW w:w="1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JEE JIA HUI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SJ0503/1062(13U1)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940526-01-5128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2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623250" w:rsidRPr="00623250" w:rsidTr="00623250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962/1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CHEMISTRY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1.00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964/1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BIOLOGY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1.00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0D35AF" w:rsidP="00623250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077" style="width:0;height:1.5pt" o:hralign="center" o:hrstd="t" o:hrnoshade="t" o:hr="t" fillcolor="#a0a0a0" stroked="f"/>
              </w:pic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1 STPM 2013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623250" w:rsidRPr="00623250" w:rsidTr="00623250">
        <w:trPr>
          <w:jc w:val="center"/>
        </w:trPr>
        <w:tc>
          <w:tcPr>
            <w:tcW w:w="1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KHAIRUL FADLI BIN ISHAK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SJ0503/1063(13U1)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941005-01-6189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623250" w:rsidRPr="00623250" w:rsidTr="00623250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954/1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MATHEMATICS (T)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962/1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CHEMISTRY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964/1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BIOLOGY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0D35AF" w:rsidP="00623250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078" style="width:0;height:1.5pt" o:hralign="center" o:hrstd="t" o:hrnoshade="t" o:hr="t" fillcolor="#a0a0a0" stroked="f"/>
              </w:pic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1 STPM 2013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623250" w:rsidRPr="00623250" w:rsidTr="00623250">
        <w:trPr>
          <w:jc w:val="center"/>
        </w:trPr>
        <w:tc>
          <w:tcPr>
            <w:tcW w:w="1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LIM SHEY THING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SJ0503/1065(13U1)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940329-01-5890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623250" w:rsidRPr="00623250" w:rsidTr="00623250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954/1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MATHEMATICS (T)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D+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1.33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962/1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CHEMISTRY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A-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3.67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964/1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BIOLOGY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C+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2.33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0D35AF" w:rsidP="00623250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079" style="width:0;height:1.5pt" o:hralign="center" o:hrstd="t" o:hrnoshade="t" o:hr="t" fillcolor="#a0a0a0" stroked="f"/>
              </w:pic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1 STPM 2013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623250" w:rsidRPr="00623250" w:rsidTr="00623250">
        <w:trPr>
          <w:jc w:val="center"/>
        </w:trPr>
        <w:tc>
          <w:tcPr>
            <w:tcW w:w="1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TAY KAI WEN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SJ0503/1070(13U1)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940323-01-5216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2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623250" w:rsidRPr="00623250" w:rsidTr="00623250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962/1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CHEMISTRY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964/1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BIOLOGY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1.00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0D35AF" w:rsidP="00623250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080" style="width:0;height:1.5pt" o:hralign="center" o:hrstd="t" o:hrnoshade="t" o:hr="t" fillcolor="#a0a0a0" stroked="f"/>
              </w:pic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1 STPM 2013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623250" w:rsidRPr="00623250" w:rsidTr="00623250">
        <w:trPr>
          <w:jc w:val="center"/>
        </w:trPr>
        <w:tc>
          <w:tcPr>
            <w:tcW w:w="1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TIU WEH CHE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SJ0503/1071(13U1)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940828-01-5051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4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623250" w:rsidRPr="00623250" w:rsidTr="00623250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954/1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MATHEMATICS (T)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962/1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CHEMISTRY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964/1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BIOLOGY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1.00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0D35AF" w:rsidP="00623250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081" style="width:0;height:1.5pt" o:hralign="center" o:hrstd="t" o:hrnoshade="t" o:hr="t" fillcolor="#a0a0a0" stroked="f"/>
              </w:pic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1 STPM 2013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623250" w:rsidRPr="00623250" w:rsidTr="00623250">
        <w:trPr>
          <w:jc w:val="center"/>
        </w:trPr>
        <w:tc>
          <w:tcPr>
            <w:tcW w:w="1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AMANINA ATIQAH BINTI SULAIMAN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SJ0503/1072(13U1)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940307-01-6278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2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623250" w:rsidRPr="00623250" w:rsidTr="00623250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942/1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GEOGRAFI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D+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1.33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944/1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EKONOMI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D+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1.33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0D35AF" w:rsidP="00623250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082" style="width:0;height:1.5pt" o:hralign="center" o:hrstd="t" o:hrnoshade="t" o:hr="t" fillcolor="#a0a0a0" stroked="f"/>
              </w:pic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1 STPM 2013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623250" w:rsidRPr="00623250" w:rsidTr="00623250">
        <w:trPr>
          <w:jc w:val="center"/>
        </w:trPr>
        <w:tc>
          <w:tcPr>
            <w:tcW w:w="1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AZMIRA HUZAIMA BINTI AZMAN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SJ0503/1073(13U1)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941006-01-5874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2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623250" w:rsidRPr="00623250" w:rsidTr="00623250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944/1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EKONOMI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946/1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PENGAJIAN PERNIAGAAN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0D35AF" w:rsidP="00623250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083" style="width:0;height:1.5pt" o:hralign="center" o:hrstd="t" o:hrnoshade="t" o:hr="t" fillcolor="#a0a0a0" stroked="f"/>
              </w:pic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1 STPM 2013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623250" w:rsidRPr="00623250" w:rsidTr="00623250">
        <w:trPr>
          <w:jc w:val="center"/>
        </w:trPr>
        <w:tc>
          <w:tcPr>
            <w:tcW w:w="1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BRENDA CHUA HUI CHEN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SJ0503/1074(13U1)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940527-12-6380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2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623250" w:rsidRPr="00623250" w:rsidTr="00623250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942/1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GEOGRAFI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2.00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944/1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EKONOMI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D+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1.33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0D35AF" w:rsidP="00623250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084" style="width:0;height:1.5pt" o:hralign="center" o:hrstd="t" o:hrnoshade="t" o:hr="t" fillcolor="#a0a0a0" stroked="f"/>
              </w:pic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1 STPM 2013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623250" w:rsidRPr="00623250" w:rsidTr="00623250">
        <w:trPr>
          <w:jc w:val="center"/>
        </w:trPr>
        <w:tc>
          <w:tcPr>
            <w:tcW w:w="1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CHIN SIN YAN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SJ0503/1075(13U1)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940403-01-5750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2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623250" w:rsidRPr="00623250" w:rsidTr="00623250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942/1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GEOGRAFI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3.00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944/1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EKONOMI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B+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3.33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0D35AF" w:rsidP="00623250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085" style="width:0;height:1.5pt" o:hralign="center" o:hrstd="t" o:hrnoshade="t" o:hr="t" fillcolor="#a0a0a0" stroked="f"/>
              </w:pic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1 STPM 2013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623250" w:rsidRPr="00623250" w:rsidTr="00623250">
        <w:trPr>
          <w:jc w:val="center"/>
        </w:trPr>
        <w:tc>
          <w:tcPr>
            <w:tcW w:w="1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CHONG CHEE YONG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SJ0503/1076(13U1)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941225-01-6973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1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623250" w:rsidRPr="00623250" w:rsidTr="00623250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C+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2.33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0D35AF" w:rsidP="00623250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086" style="width:0;height:1.5pt" o:hralign="center" o:hrstd="t" o:hrnoshade="t" o:hr="t" fillcolor="#a0a0a0" stroked="f"/>
              </w:pic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1 STPM 2013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623250" w:rsidRPr="00623250" w:rsidTr="00623250">
        <w:trPr>
          <w:jc w:val="center"/>
        </w:trPr>
        <w:tc>
          <w:tcPr>
            <w:tcW w:w="1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CHRISTINE CHOY YIN MEI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SJ0503/1077(13U1)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941230-01-5078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1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623250" w:rsidRPr="00623250" w:rsidTr="00623250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942/1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GEOGRAFI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4.00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0D35AF" w:rsidP="00623250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087" style="width:0;height:1.5pt" o:hralign="center" o:hrstd="t" o:hrnoshade="t" o:hr="t" fillcolor="#a0a0a0" stroked="f"/>
              </w:pic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1 STPM 2013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623250" w:rsidRPr="00623250" w:rsidTr="00623250">
        <w:trPr>
          <w:jc w:val="center"/>
        </w:trPr>
        <w:tc>
          <w:tcPr>
            <w:tcW w:w="1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CHUA HUI SING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SJ0503/1078(13U1)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940603-01-5026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623250" w:rsidRPr="00623250" w:rsidTr="00623250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B-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2.67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944/1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EKONOMI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D+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1.33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946/1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PENGAJIAN PERNIAGAAN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4.00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0D35AF" w:rsidP="00623250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088" style="width:0;height:1.5pt" o:hralign="center" o:hrstd="t" o:hrnoshade="t" o:hr="t" fillcolor="#a0a0a0" stroked="f"/>
              </w:pic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1 STPM 2013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623250" w:rsidRPr="00623250" w:rsidTr="00623250">
        <w:trPr>
          <w:jc w:val="center"/>
        </w:trPr>
        <w:tc>
          <w:tcPr>
            <w:tcW w:w="1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EE JIA WEN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SJ0503/1079(13U1)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940723-01-6410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623250" w:rsidRPr="00623250" w:rsidTr="00623250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C+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2.33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942/1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GEOGRAFI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3.00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944/1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EKONOMI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3.00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0D35AF" w:rsidP="00623250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089" style="width:0;height:1.5pt" o:hralign="center" o:hrstd="t" o:hrnoshade="t" o:hr="t" fillcolor="#a0a0a0" stroked="f"/>
              </w:pic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1 STPM 2013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623250" w:rsidRPr="00623250" w:rsidTr="00623250">
        <w:trPr>
          <w:jc w:val="center"/>
        </w:trPr>
        <w:tc>
          <w:tcPr>
            <w:tcW w:w="1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FOO SHI YI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SJ0503/1080(13U1)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940924-01-6927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1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623250" w:rsidRPr="00623250" w:rsidTr="00623250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942/1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GEOGRAFI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B+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3.33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0D35AF" w:rsidP="00623250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090" style="width:0;height:1.5pt" o:hralign="center" o:hrstd="t" o:hrnoshade="t" o:hr="t" fillcolor="#a0a0a0" stroked="f"/>
              </w:pic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1 STPM 2013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623250" w:rsidRPr="00623250" w:rsidTr="00623250">
        <w:trPr>
          <w:jc w:val="center"/>
        </w:trPr>
        <w:tc>
          <w:tcPr>
            <w:tcW w:w="1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GAN BOON YANG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SJ0503/1081(13U1)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940712-01-5017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1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623250" w:rsidRPr="00623250" w:rsidTr="00623250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C+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2.33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0D35AF" w:rsidP="00623250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091" style="width:0;height:1.5pt" o:hralign="center" o:hrstd="t" o:hrnoshade="t" o:hr="t" fillcolor="#a0a0a0" stroked="f"/>
              </w:pic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1 STPM 2013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623250" w:rsidRPr="00623250" w:rsidTr="00623250">
        <w:trPr>
          <w:jc w:val="center"/>
        </w:trPr>
        <w:tc>
          <w:tcPr>
            <w:tcW w:w="1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GAN JIE HUI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SJ0503/1082(13U1)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940731-01-7026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1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623250" w:rsidRPr="00623250" w:rsidTr="00623250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B+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3.33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0D35AF" w:rsidP="00623250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092" style="width:0;height:1.5pt" o:hralign="center" o:hrstd="t" o:hrnoshade="t" o:hr="t" fillcolor="#a0a0a0" stroked="f"/>
              </w:pic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1 STPM 2013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623250" w:rsidRPr="00623250" w:rsidTr="00623250">
        <w:trPr>
          <w:jc w:val="center"/>
        </w:trPr>
        <w:tc>
          <w:tcPr>
            <w:tcW w:w="1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KOH GUAT CHOO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SJ0503/1083(13U1)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940112-01-6446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623250" w:rsidRPr="00623250" w:rsidTr="00623250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C+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2.33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942/1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GEOGRAFI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C+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2.33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944/1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EKONOMI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3.00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0D35AF" w:rsidP="00623250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093" style="width:0;height:1.5pt" o:hralign="center" o:hrstd="t" o:hrnoshade="t" o:hr="t" fillcolor="#a0a0a0" stroked="f"/>
              </w:pic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1 STPM 2013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623250" w:rsidRPr="00623250" w:rsidTr="00623250">
        <w:trPr>
          <w:jc w:val="center"/>
        </w:trPr>
        <w:tc>
          <w:tcPr>
            <w:tcW w:w="1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LEE CHIA LER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SJ0503/1084(13U1)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941222-01-5086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2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623250" w:rsidRPr="00623250" w:rsidTr="00623250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942/1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GEOGRAFI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A-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3.67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944/1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EKONOMI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2.00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0D35AF" w:rsidP="00623250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094" style="width:0;height:1.5pt" o:hralign="center" o:hrstd="t" o:hrnoshade="t" o:hr="t" fillcolor="#a0a0a0" stroked="f"/>
              </w:pic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1 STPM 2013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623250" w:rsidRPr="00623250" w:rsidTr="00623250">
        <w:trPr>
          <w:jc w:val="center"/>
        </w:trPr>
        <w:tc>
          <w:tcPr>
            <w:tcW w:w="1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LWEE KUI FANG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SJ0503/1085(13U1)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940926-01-5020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623250" w:rsidRPr="00623250" w:rsidTr="00623250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C-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1.67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942/1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GEOGRAFI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B-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2.67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944/1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EKONOMI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C+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2.33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0D35AF" w:rsidP="00623250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>
              <w:rPr>
                <w:rFonts w:ascii="Calibri" w:eastAsia="Times New Roman" w:hAnsi="Calibri" w:cs="Times New Roman"/>
                <w:sz w:val="17"/>
                <w:szCs w:val="17"/>
              </w:rPr>
              <w:lastRenderedPageBreak/>
              <w:pict>
                <v:rect id="_x0000_i1095" style="width:0;height:1.5pt" o:hralign="center" o:hrstd="t" o:hrnoshade="t" o:hr="t" fillcolor="#a0a0a0" stroked="f"/>
              </w:pic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1 STPM 2013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623250" w:rsidRPr="00623250" w:rsidTr="00623250">
        <w:trPr>
          <w:jc w:val="center"/>
        </w:trPr>
        <w:tc>
          <w:tcPr>
            <w:tcW w:w="1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NOOR AMIRAH BINTI ZOL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SJ0503/1086(13U1)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940830-01-6600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2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623250" w:rsidRPr="00623250" w:rsidTr="00623250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944/1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EKONOMI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2.00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946/1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PENGAJIAN PERNIAGAAN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0D35AF" w:rsidP="00623250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096" style="width:0;height:1.5pt" o:hralign="center" o:hrstd="t" o:hrnoshade="t" o:hr="t" fillcolor="#a0a0a0" stroked="f"/>
              </w:pic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1 STPM 2013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623250" w:rsidRPr="00623250" w:rsidTr="00623250">
        <w:trPr>
          <w:jc w:val="center"/>
        </w:trPr>
        <w:tc>
          <w:tcPr>
            <w:tcW w:w="1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NORSABARINA BINTI LOKMAN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SJ0503/1087(13U1)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940808-06-5764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2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623250" w:rsidRPr="00623250" w:rsidTr="00623250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944/1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EKONOMI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946/1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PENGAJIAN PERNIAGAAN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0D35AF" w:rsidP="00623250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097" style="width:0;height:1.5pt" o:hralign="center" o:hrstd="t" o:hrnoshade="t" o:hr="t" fillcolor="#a0a0a0" stroked="f"/>
              </w:pic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1 STPM 2013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623250" w:rsidRPr="00623250" w:rsidTr="00623250">
        <w:trPr>
          <w:jc w:val="center"/>
        </w:trPr>
        <w:tc>
          <w:tcPr>
            <w:tcW w:w="1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NUR AMIRAH BINTI NASIR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SJ0503/1088(13U1)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940404-01-6026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2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623250" w:rsidRPr="00623250" w:rsidTr="00623250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944/1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EKONOMI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2.00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946/1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PENGAJIAN PERNIAGAAN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2.00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0D35AF" w:rsidP="00623250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098" style="width:0;height:1.5pt" o:hralign="center" o:hrstd="t" o:hrnoshade="t" o:hr="t" fillcolor="#a0a0a0" stroked="f"/>
              </w:pic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1 STPM 2013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623250" w:rsidRPr="00623250" w:rsidTr="00623250">
        <w:trPr>
          <w:jc w:val="center"/>
        </w:trPr>
        <w:tc>
          <w:tcPr>
            <w:tcW w:w="1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ONG MEI XIN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SJ0503/1089(13U1)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940516-01-5132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1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623250" w:rsidRPr="00623250" w:rsidTr="00623250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946/1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PENGAJIAN PERNIAGAAN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4.00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0D35AF" w:rsidP="00623250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099" style="width:0;height:1.5pt" o:hralign="center" o:hrstd="t" o:hrnoshade="t" o:hr="t" fillcolor="#a0a0a0" stroked="f"/>
              </w:pic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1 STPM 2013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623250" w:rsidRPr="00623250" w:rsidTr="00623250">
        <w:trPr>
          <w:jc w:val="center"/>
        </w:trPr>
        <w:tc>
          <w:tcPr>
            <w:tcW w:w="1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SITI NOOR SHAHIRA BINTI MOHD NASIR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SJ0503/1090(13U1)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940721-02-5612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2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623250" w:rsidRPr="00623250" w:rsidTr="00623250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944/1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EKONOMI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C-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1.67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946/1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PENGAJIAN PERNIAGAAN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C+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2.33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0D35AF" w:rsidP="00623250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100" style="width:0;height:1.5pt" o:hralign="center" o:hrstd="t" o:hrnoshade="t" o:hr="t" fillcolor="#a0a0a0" stroked="f"/>
              </w:pic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1 STPM 2013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623250" w:rsidRPr="00623250" w:rsidTr="00623250">
        <w:trPr>
          <w:jc w:val="center"/>
        </w:trPr>
        <w:tc>
          <w:tcPr>
            <w:tcW w:w="1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TAN SI LING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SJ0503/1092(13U1)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940612-01-5028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1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623250" w:rsidRPr="00623250" w:rsidTr="00623250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946/1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PENGAJIAN PERNIAGAAN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4.00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0D35AF" w:rsidP="00623250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101" style="width:0;height:1.5pt" o:hralign="center" o:hrstd="t" o:hrnoshade="t" o:hr="t" fillcolor="#a0a0a0" stroked="f"/>
              </w:pic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1 STPM 2013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623250" w:rsidRPr="00623250" w:rsidTr="00623250">
        <w:trPr>
          <w:jc w:val="center"/>
        </w:trPr>
        <w:tc>
          <w:tcPr>
            <w:tcW w:w="1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TAN SIA WEE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SJ0503/1093(13U1)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940925-01-5088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1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623250" w:rsidRPr="00623250" w:rsidTr="00623250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942/1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GEOGRAFI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B+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3.33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0D35AF" w:rsidP="00623250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102" style="width:0;height:1.5pt" o:hralign="center" o:hrstd="t" o:hrnoshade="t" o:hr="t" fillcolor="#a0a0a0" stroked="f"/>
              </w:pic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1 STPM 2013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623250" w:rsidRPr="00623250" w:rsidTr="00623250">
        <w:trPr>
          <w:jc w:val="center"/>
        </w:trPr>
        <w:tc>
          <w:tcPr>
            <w:tcW w:w="1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TAY XIN YI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SJ0503/1094(13U1)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941209-01-5188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623250" w:rsidRPr="00623250" w:rsidTr="00623250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2.00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942/1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GEOGRAFI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C-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1.67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944/1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EKONOMI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C-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1.67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0D35AF" w:rsidP="00623250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103" style="width:0;height:1.5pt" o:hralign="center" o:hrstd="t" o:hrnoshade="t" o:hr="t" fillcolor="#a0a0a0" stroked="f"/>
              </w:pic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1 STPM 2013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623250" w:rsidRPr="00623250" w:rsidTr="00623250">
        <w:trPr>
          <w:jc w:val="center"/>
        </w:trPr>
        <w:tc>
          <w:tcPr>
            <w:tcW w:w="1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TEO PEI KEE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SJ0503/1095(13U1)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940222-01-6738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2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623250" w:rsidRPr="00623250" w:rsidTr="00623250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D+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1.33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942/1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GEOGRAFI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1.00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0D35AF" w:rsidP="00623250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104" style="width:0;height:1.5pt" o:hralign="center" o:hrstd="t" o:hrnoshade="t" o:hr="t" fillcolor="#a0a0a0" stroked="f"/>
              </w:pic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1 STPM 2013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623250" w:rsidRPr="00623250" w:rsidTr="00623250">
        <w:trPr>
          <w:jc w:val="center"/>
        </w:trPr>
        <w:tc>
          <w:tcPr>
            <w:tcW w:w="1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TEO SZE WEE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SJ0503/1096(13U1)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941207-01-5459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1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623250" w:rsidRPr="00623250" w:rsidTr="00623250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3.00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0D35AF" w:rsidP="00623250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105" style="width:0;height:1.5pt" o:hralign="center" o:hrstd="t" o:hrnoshade="t" o:hr="t" fillcolor="#a0a0a0" stroked="f"/>
              </w:pic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1 STPM 2013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623250" w:rsidRPr="00623250" w:rsidTr="00623250">
        <w:trPr>
          <w:jc w:val="center"/>
        </w:trPr>
        <w:tc>
          <w:tcPr>
            <w:tcW w:w="1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CHUA HUI MIEN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SJ0503/1097(13U1)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940128-01-5544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1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623250" w:rsidRPr="00623250" w:rsidTr="00623250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942/1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GEOGRAFI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4.00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0D35AF" w:rsidP="00623250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106" style="width:0;height:1.5pt" o:hralign="center" o:hrstd="t" o:hrnoshade="t" o:hr="t" fillcolor="#a0a0a0" stroked="f"/>
              </w:pic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1 STPM 2013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623250" w:rsidRPr="00623250" w:rsidTr="00623250">
        <w:trPr>
          <w:jc w:val="center"/>
        </w:trPr>
        <w:tc>
          <w:tcPr>
            <w:tcW w:w="1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IRENE LEE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SJ0503/1099(13U1)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940712-01-6618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2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623250" w:rsidRPr="00623250" w:rsidTr="00623250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2.00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942/1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GEOGRAFI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C+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2.33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0D35AF" w:rsidP="00623250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107" style="width:0;height:1.5pt" o:hralign="center" o:hrstd="t" o:hrnoshade="t" o:hr="t" fillcolor="#a0a0a0" stroked="f"/>
              </w:pic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1 STPM 2013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623250" w:rsidRPr="00623250" w:rsidTr="00623250">
        <w:trPr>
          <w:jc w:val="center"/>
        </w:trPr>
        <w:tc>
          <w:tcPr>
            <w:tcW w:w="1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IRIS LEE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SJ0503/1100(13U1)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940712-01-6626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1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623250" w:rsidRPr="00623250" w:rsidTr="00623250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942/1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GEOGRAFI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A-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3.67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0D35AF" w:rsidP="00623250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108" style="width:0;height:1.5pt" o:hralign="center" o:hrstd="t" o:hrnoshade="t" o:hr="t" fillcolor="#a0a0a0" stroked="f"/>
              </w:pic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1 STPM 2013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623250" w:rsidRPr="00623250" w:rsidTr="00623250">
        <w:trPr>
          <w:jc w:val="center"/>
        </w:trPr>
        <w:tc>
          <w:tcPr>
            <w:tcW w:w="1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LAU BOON SIEW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SJ0503/1101(13U1)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941006-01-6180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4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623250" w:rsidRPr="00623250" w:rsidTr="00623250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942/1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GEOGRAFI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944/1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EKONOMI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D+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1.33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946/1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PENGAJIAN PERNIAGAAN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0D35AF" w:rsidP="00623250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109" style="width:0;height:1.5pt" o:hralign="center" o:hrstd="t" o:hrnoshade="t" o:hr="t" fillcolor="#a0a0a0" stroked="f"/>
              </w:pic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1 STPM 2013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623250" w:rsidRPr="00623250" w:rsidTr="00623250">
        <w:trPr>
          <w:jc w:val="center"/>
        </w:trPr>
        <w:tc>
          <w:tcPr>
            <w:tcW w:w="1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LEE WEI LING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SJ0503/1103(13U1)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941030-01-6383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4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623250" w:rsidRPr="00623250" w:rsidTr="00623250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C+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2.33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942/1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GEOGRAFI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C+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2.33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944/1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EKONOMI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C-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1.67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946/1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PENGAJIAN PERNIAGAAN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0D35AF" w:rsidP="00623250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110" style="width:0;height:1.5pt" o:hralign="center" o:hrstd="t" o:hrnoshade="t" o:hr="t" fillcolor="#a0a0a0" stroked="f"/>
              </w:pic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1 STPM 2013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623250" w:rsidRPr="00623250" w:rsidTr="00623250">
        <w:trPr>
          <w:jc w:val="center"/>
        </w:trPr>
        <w:tc>
          <w:tcPr>
            <w:tcW w:w="1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LEONG SEEN YING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SJ0503/1104(13U1)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941210-01-6348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4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623250" w:rsidRPr="00623250" w:rsidTr="00623250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C-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1.67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944/1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EKONOMI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C+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2.33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946/1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PENGAJIAN PERNIAGAAN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2.00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954/1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MATHEMATICS (T)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0D35AF" w:rsidP="00623250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111" style="width:0;height:1.5pt" o:hralign="center" o:hrstd="t" o:hrnoshade="t" o:hr="t" fillcolor="#a0a0a0" stroked="f"/>
              </w:pic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1 STPM 2013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623250" w:rsidRPr="00623250" w:rsidTr="00623250">
        <w:trPr>
          <w:jc w:val="center"/>
        </w:trPr>
        <w:tc>
          <w:tcPr>
            <w:tcW w:w="1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LIM SHIN YANN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SJ0503/1105(13U1)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941014-01-6201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623250" w:rsidRPr="00623250" w:rsidTr="00623250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2.00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942/1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GEOGRAFI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C+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2.33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946/1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PENGAJIAN PERNIAGAAN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B+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3.33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0D35AF" w:rsidP="00623250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112" style="width:0;height:1.5pt" o:hralign="center" o:hrstd="t" o:hrnoshade="t" o:hr="t" fillcolor="#a0a0a0" stroked="f"/>
              </w:pic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1 STPM 2013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623250" w:rsidRPr="00623250" w:rsidTr="00623250">
        <w:trPr>
          <w:jc w:val="center"/>
        </w:trPr>
        <w:tc>
          <w:tcPr>
            <w:tcW w:w="1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SHANICE LIM YONG CHIN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SJ0503/1107(13U1)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940624-01-5084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623250" w:rsidRPr="00623250" w:rsidTr="00623250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942/1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GEOGRAFI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D+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1.33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944/1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EKONOMI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C+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2.33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946/1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PENGAJIAN PERNIAGAAN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4.00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0D35AF" w:rsidP="00623250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113" style="width:0;height:1.5pt" o:hralign="center" o:hrstd="t" o:hrnoshade="t" o:hr="t" fillcolor="#a0a0a0" stroked="f"/>
              </w:pic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1 STPM 2013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623250" w:rsidRPr="00623250" w:rsidTr="00623250">
        <w:trPr>
          <w:jc w:val="center"/>
        </w:trPr>
        <w:tc>
          <w:tcPr>
            <w:tcW w:w="1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TAN GUIJIENG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SJ0503/1108(13U1)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940906-01-6528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1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623250" w:rsidRPr="00623250" w:rsidTr="00623250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944/1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EKONOMI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B-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2.67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0D35AF" w:rsidP="00623250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114" style="width:0;height:1.5pt" o:hralign="center" o:hrstd="t" o:hrnoshade="t" o:hr="t" fillcolor="#a0a0a0" stroked="f"/>
              </w:pic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1 STPM 2013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623250" w:rsidRPr="00623250" w:rsidTr="00623250">
        <w:trPr>
          <w:jc w:val="center"/>
        </w:trPr>
        <w:tc>
          <w:tcPr>
            <w:tcW w:w="1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TAN ROU QIAN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SJ0503/1110(13U1)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940312-01-5288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4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623250" w:rsidRPr="00623250" w:rsidTr="00623250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944/1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EKONOMI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B-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2.67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946/1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PENGAJIAN PERNIAGAAN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954/1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MATHEMATICS (T)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0D35AF" w:rsidP="00623250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115" style="width:0;height:1.5pt" o:hralign="center" o:hrstd="t" o:hrnoshade="t" o:hr="t" fillcolor="#a0a0a0" stroked="f"/>
              </w:pic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1 STPM 2013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623250" w:rsidRPr="00623250" w:rsidTr="00623250">
        <w:trPr>
          <w:jc w:val="center"/>
        </w:trPr>
        <w:tc>
          <w:tcPr>
            <w:tcW w:w="1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TAN YI MIN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SJ0503/1111(13U1)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941112-01-5018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1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623250" w:rsidRPr="00623250" w:rsidTr="00623250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944/1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EKONOMI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B+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3.33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0D35AF" w:rsidP="00623250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116" style="width:0;height:1.5pt" o:hralign="center" o:hrstd="t" o:hrnoshade="t" o:hr="t" fillcolor="#a0a0a0" stroked="f"/>
              </w:pic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1 STPM 2013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623250" w:rsidRPr="00623250" w:rsidTr="00623250">
        <w:trPr>
          <w:jc w:val="center"/>
        </w:trPr>
        <w:tc>
          <w:tcPr>
            <w:tcW w:w="1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TEE TING SHENG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SJ0503/1112(13U1)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930526-01-6631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1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623250" w:rsidRPr="00623250" w:rsidTr="00623250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3.00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0D35AF" w:rsidP="00623250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117" style="width:0;height:1.5pt" o:hralign="center" o:hrstd="t" o:hrnoshade="t" o:hr="t" fillcolor="#a0a0a0" stroked="f"/>
              </w:pic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1 STPM 2013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623250" w:rsidRPr="00623250" w:rsidTr="00623250">
        <w:trPr>
          <w:jc w:val="center"/>
        </w:trPr>
        <w:tc>
          <w:tcPr>
            <w:tcW w:w="1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TEE WEI XIAN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SJ0503/1113(13U1)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940326-01-5385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2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623250" w:rsidRPr="00623250" w:rsidTr="00623250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B-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2.67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946/1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PENGAJIAN PERNIAGAAN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4.00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0D35AF" w:rsidP="00623250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118" style="width:0;height:1.5pt" o:hralign="center" o:hrstd="t" o:hrnoshade="t" o:hr="t" fillcolor="#a0a0a0" stroked="f"/>
              </w:pic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1 STPM 2013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623250" w:rsidRPr="00623250" w:rsidTr="00623250">
        <w:trPr>
          <w:jc w:val="center"/>
        </w:trPr>
        <w:tc>
          <w:tcPr>
            <w:tcW w:w="1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TEO GUANG RONG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SJ0503/1114(13U1)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940910-01-5149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4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623250" w:rsidRPr="00623250" w:rsidTr="00623250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D+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1.33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942/1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GEOGRAFI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4.00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944/1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EKONOMI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3.00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946/1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PENGAJIAN PERNIAGAAN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4.00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0D35AF" w:rsidP="00623250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119" style="width:0;height:1.5pt" o:hralign="center" o:hrstd="t" o:hrnoshade="t" o:hr="t" fillcolor="#a0a0a0" stroked="f"/>
              </w:pic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SIJIL TINGGI PERSEKOLAHAN MALAYSIA(STPM)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1 STPM 2013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623250" w:rsidRPr="00623250" w:rsidTr="00623250">
        <w:trPr>
          <w:jc w:val="center"/>
        </w:trPr>
        <w:tc>
          <w:tcPr>
            <w:tcW w:w="1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TOH KIM HONG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SJ0503/1116(13U1)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941203-01-5339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2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623250" w:rsidRPr="00623250" w:rsidTr="00623250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942/1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GEOGRAFI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A-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3.67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946/1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PENGAJIAN PERNIAGAAN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4.00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0D35AF" w:rsidP="00623250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120" style="width:0;height:1.5pt" o:hralign="center" o:hrstd="t" o:hrnoshade="t" o:hr="t" fillcolor="#a0a0a0" stroked="f"/>
              </w:pic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1 STPM 2013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623250" w:rsidRPr="00623250" w:rsidTr="00623250">
        <w:trPr>
          <w:jc w:val="center"/>
        </w:trPr>
        <w:tc>
          <w:tcPr>
            <w:tcW w:w="1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WILLY LOH TIAN HONG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SJ0503/1118(13U1)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941129-01-5209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1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623250" w:rsidRPr="00623250" w:rsidTr="00623250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942/1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GEOGRAFI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B-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2.67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0D35AF" w:rsidP="00623250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121" style="width:0;height:1.5pt" o:hralign="center" o:hrstd="t" o:hrnoshade="t" o:hr="t" fillcolor="#a0a0a0" stroked="f"/>
              </w:pic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1 STPM 2013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623250" w:rsidRPr="00623250" w:rsidTr="00623250">
        <w:trPr>
          <w:jc w:val="center"/>
        </w:trPr>
        <w:tc>
          <w:tcPr>
            <w:tcW w:w="1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WOON ZHAN WEN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SJ0503/1119(13U1)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940204-01-6793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4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623250" w:rsidRPr="00623250" w:rsidTr="00623250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942/1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GEOGRAFI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A-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3.67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944/1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EKONOMI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A-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3.67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946/1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PENGAJIAN PERNIAGAAN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4.00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0D35AF" w:rsidP="00623250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122" style="width:0;height:1.5pt" o:hralign="center" o:hrstd="t" o:hrnoshade="t" o:hr="t" fillcolor="#a0a0a0" stroked="f"/>
              </w:pic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1 STPM 2013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623250" w:rsidRPr="00623250" w:rsidTr="00623250">
        <w:trPr>
          <w:jc w:val="center"/>
        </w:trPr>
        <w:tc>
          <w:tcPr>
            <w:tcW w:w="1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DINEISH A/L BALAMUTHU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SJ0503/1123(13U1)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940904-08-6135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623250" w:rsidRPr="00623250" w:rsidTr="00623250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C+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2.33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910/1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BAHASA MELAYU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D+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1.33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946/1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PENGAJIAN PERNIAGAAN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C-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1.67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0D35AF" w:rsidP="00623250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123" style="width:0;height:1.5pt" o:hralign="center" o:hrstd="t" o:hrnoshade="t" o:hr="t" fillcolor="#a0a0a0" stroked="f"/>
              </w:pic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1 STPM 2013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623250" w:rsidRPr="00623250" w:rsidTr="00623250">
        <w:trPr>
          <w:jc w:val="center"/>
        </w:trPr>
        <w:tc>
          <w:tcPr>
            <w:tcW w:w="1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MENACHI A/P RATHAKRISHNAN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SJ0503/1124(13U1)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941003-05-5600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1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623250" w:rsidRPr="00623250" w:rsidTr="00623250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940/1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SEJARAH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0D35AF" w:rsidP="00623250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124" style="width:0;height:1.5pt" o:hralign="center" o:hrstd="t" o:hrnoshade="t" o:hr="t" fillcolor="#a0a0a0" stroked="f"/>
              </w:pic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1 STPM 2013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623250" w:rsidRPr="00623250" w:rsidTr="00623250">
        <w:trPr>
          <w:jc w:val="center"/>
        </w:trPr>
        <w:tc>
          <w:tcPr>
            <w:tcW w:w="1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MOHAMAD FIRDAUS BIN MOHAMAD FARIQUE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SJ0503/1125(13U1)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940516-01-6637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1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623250" w:rsidRPr="00623250" w:rsidTr="00623250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946/1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PENGAJIAN PERNIAGAAN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2.00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0D35AF" w:rsidP="00623250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125" style="width:0;height:1.5pt" o:hralign="center" o:hrstd="t" o:hrnoshade="t" o:hr="t" fillcolor="#a0a0a0" stroked="f"/>
              </w:pic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1 STPM 2013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623250" w:rsidRPr="00623250" w:rsidTr="00623250">
        <w:trPr>
          <w:jc w:val="center"/>
        </w:trPr>
        <w:tc>
          <w:tcPr>
            <w:tcW w:w="1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NUR SHARIDA AFZAN BINTI HAMDAN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SJ0503/1130(13U1)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940328-01-6306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2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623250" w:rsidRPr="00623250" w:rsidTr="00623250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940/1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SEJARAH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D+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1.33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946/1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PENGAJIAN PERNIAGAAN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C+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2.33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0D35AF" w:rsidP="00623250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126" style="width:0;height:1.5pt" o:hralign="center" o:hrstd="t" o:hrnoshade="t" o:hr="t" fillcolor="#a0a0a0" stroked="f"/>
              </w:pic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SIJIL TINGGI PERSEKOLAHAN MALAYSIA(STPM)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1 STPM 2013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623250" w:rsidRPr="00623250" w:rsidTr="00623250">
        <w:trPr>
          <w:jc w:val="center"/>
        </w:trPr>
        <w:tc>
          <w:tcPr>
            <w:tcW w:w="1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NURLIYANA BINTI MOHD FUAD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SJ0503/1131(13U1)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940407-01-6566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2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623250" w:rsidRPr="00623250" w:rsidTr="00623250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940/1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SEJARAH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C+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2.33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946/1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PENGAJIAN PERNIAGAAN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C+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2.33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0D35AF" w:rsidP="00623250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127" style="width:0;height:1.5pt" o:hralign="center" o:hrstd="t" o:hrnoshade="t" o:hr="t" fillcolor="#a0a0a0" stroked="f"/>
              </w:pic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1 STPM 2013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623250" w:rsidRPr="00623250" w:rsidTr="00623250">
        <w:trPr>
          <w:jc w:val="center"/>
        </w:trPr>
        <w:tc>
          <w:tcPr>
            <w:tcW w:w="1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PUTERI ELIA BINTI ISMAIL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SJ0503/1133(13U1)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940825-01-5056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1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623250" w:rsidRPr="00623250" w:rsidTr="00623250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946/1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PENGAJIAN PERNIAGAAN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2.00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0D35AF" w:rsidP="00623250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128" style="width:0;height:1.5pt" o:hralign="center" o:hrstd="t" o:hrnoshade="t" o:hr="t" fillcolor="#a0a0a0" stroked="f"/>
              </w:pic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1 STPM 2013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623250" w:rsidRPr="00623250" w:rsidTr="00623250">
        <w:trPr>
          <w:jc w:val="center"/>
        </w:trPr>
        <w:tc>
          <w:tcPr>
            <w:tcW w:w="1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SITI NAZURAH BINTI JAILANI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SJ0503/1135(13U1)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940108-01-6494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623250" w:rsidRPr="00623250" w:rsidTr="00623250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940/1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SEJARAH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946/1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PENGAJIAN PERNIAGAAN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D+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1.33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0D35AF" w:rsidP="00623250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129" style="width:0;height:1.5pt" o:hralign="center" o:hrstd="t" o:hrnoshade="t" o:hr="t" fillcolor="#a0a0a0" stroked="f"/>
              </w:pic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1 STPM 2013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623250" w:rsidRPr="00623250" w:rsidTr="00623250">
        <w:trPr>
          <w:jc w:val="center"/>
        </w:trPr>
        <w:tc>
          <w:tcPr>
            <w:tcW w:w="1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SITI NORDIANA BINTI MOHD LIZAD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SJ0503/1136(13U1)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940523-01-6440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1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623250" w:rsidRPr="00623250" w:rsidTr="00623250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946/1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PENGAJIAN PERNIAGAAN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C+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2.33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0D35AF" w:rsidP="00623250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130" style="width:0;height:1.5pt" o:hralign="center" o:hrstd="t" o:hrnoshade="t" o:hr="t" fillcolor="#a0a0a0" stroked="f"/>
              </w:pic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1 STPM 2013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623250" w:rsidRPr="00623250" w:rsidTr="00623250">
        <w:trPr>
          <w:jc w:val="center"/>
        </w:trPr>
        <w:tc>
          <w:tcPr>
            <w:tcW w:w="1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TEE KOK XIANG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SJ0503/1137(13U1)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940918-01-6955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1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623250" w:rsidRPr="00623250" w:rsidTr="00623250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2.00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0D35AF" w:rsidP="00623250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131" style="width:0;height:1.5pt" o:hralign="center" o:hrstd="t" o:hrnoshade="t" o:hr="t" fillcolor="#a0a0a0" stroked="f"/>
              </w:pic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1 STPM 2013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623250" w:rsidRPr="00623250" w:rsidTr="00623250">
        <w:trPr>
          <w:jc w:val="center"/>
        </w:trPr>
        <w:tc>
          <w:tcPr>
            <w:tcW w:w="1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ABD RAHIM BIN ABU BAKAR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SJ0503/1138(13U1)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940821-06-5689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2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623250" w:rsidRPr="00623250" w:rsidTr="00623250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C-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1.67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946/1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PENGAJIAN PERNIAGAAN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0D35AF" w:rsidP="00623250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132" style="width:0;height:1.5pt" o:hralign="center" o:hrstd="t" o:hrnoshade="t" o:hr="t" fillcolor="#a0a0a0" stroked="f"/>
              </w:pic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1 STPM 2013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623250" w:rsidRPr="00623250" w:rsidTr="00623250">
        <w:trPr>
          <w:jc w:val="center"/>
        </w:trPr>
        <w:tc>
          <w:tcPr>
            <w:tcW w:w="1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FARRA BINTI ABDULLAH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SJ0503/1140(13U1)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940924-01-6898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1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623250" w:rsidRPr="00623250" w:rsidTr="00623250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3.00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0D35AF" w:rsidP="00623250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133" style="width:0;height:1.5pt" o:hralign="center" o:hrstd="t" o:hrnoshade="t" o:hr="t" fillcolor="#a0a0a0" stroked="f"/>
              </w:pic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1 STPM 2013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623250" w:rsidRPr="00623250" w:rsidTr="00623250">
        <w:trPr>
          <w:jc w:val="center"/>
        </w:trPr>
        <w:tc>
          <w:tcPr>
            <w:tcW w:w="1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MUHAMAD ARIF BIN ABD LATIF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SJ0503/1144(13U1)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941223-01-6785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2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623250" w:rsidRPr="00623250" w:rsidTr="00623250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2.00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910/1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BAHASA MELAYU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B+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3.33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0D35AF" w:rsidP="00623250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134" style="width:0;height:1.5pt" o:hralign="center" o:hrstd="t" o:hrnoshade="t" o:hr="t" fillcolor="#a0a0a0" stroked="f"/>
              </w:pic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1 STPM 2013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623250" w:rsidRPr="00623250" w:rsidTr="00623250">
        <w:trPr>
          <w:jc w:val="center"/>
        </w:trPr>
        <w:tc>
          <w:tcPr>
            <w:tcW w:w="1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NOR ASYIKIN BINTI AZHAR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SJ0503/1147(13U1)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940923-01-6714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2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623250" w:rsidRPr="00623250" w:rsidTr="00623250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D+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1.33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940/1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SEJARAH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0D35AF" w:rsidP="00623250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135" style="width:0;height:1.5pt" o:hralign="center" o:hrstd="t" o:hrnoshade="t" o:hr="t" fillcolor="#a0a0a0" stroked="f"/>
              </w:pic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1 STPM 2013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623250" w:rsidRPr="00623250" w:rsidTr="00623250">
        <w:trPr>
          <w:jc w:val="center"/>
        </w:trPr>
        <w:tc>
          <w:tcPr>
            <w:tcW w:w="1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NOR SYHUHADA BINTI MOHAMMAD ISA KHAN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SJ0503/1148(13U1)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940218-01-6698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1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623250" w:rsidRPr="00623250" w:rsidTr="00623250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946/1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PENGAJIAN PERNIAGAAN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B+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3.33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0D35AF" w:rsidP="00623250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136" style="width:0;height:1.5pt" o:hralign="center" o:hrstd="t" o:hrnoshade="t" o:hr="t" fillcolor="#a0a0a0" stroked="f"/>
              </w:pic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1 STPM 2013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623250" w:rsidRPr="00623250" w:rsidTr="00623250">
        <w:trPr>
          <w:jc w:val="center"/>
        </w:trPr>
        <w:tc>
          <w:tcPr>
            <w:tcW w:w="1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NUR ANIRA BINTI RASIDI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SJ0503/1149(13U1)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940302-01-6332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2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623250" w:rsidRPr="00623250" w:rsidTr="00623250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D+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1.33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940/1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SEJARAH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0D35AF" w:rsidP="00623250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>
              <w:rPr>
                <w:rFonts w:ascii="Calibri" w:eastAsia="Times New Roman" w:hAnsi="Calibri" w:cs="Times New Roman"/>
                <w:sz w:val="17"/>
                <w:szCs w:val="17"/>
              </w:rPr>
              <w:lastRenderedPageBreak/>
              <w:pict>
                <v:rect id="_x0000_i1137" style="width:0;height:1.5pt" o:hralign="center" o:hrstd="t" o:hrnoshade="t" o:hr="t" fillcolor="#a0a0a0" stroked="f"/>
              </w:pic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1 STPM 2013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623250" w:rsidRPr="00623250" w:rsidTr="00623250">
        <w:trPr>
          <w:jc w:val="center"/>
        </w:trPr>
        <w:tc>
          <w:tcPr>
            <w:tcW w:w="1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ZUL AZIZI ZHARFAN BIN ZURANI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SJ0503/1154(13U1)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940402-01-6241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4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623250" w:rsidRPr="00623250" w:rsidTr="00623250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910/1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BAHASA MELAYU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2.00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940/1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SEJARAH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946/1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PENGAJIAN PERNIAGAAN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0D35AF" w:rsidP="00623250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138" style="width:0;height:1.5pt" o:hralign="center" o:hrstd="t" o:hrnoshade="t" o:hr="t" fillcolor="#a0a0a0" stroked="f"/>
              </w:pic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1 STPM 2013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623250" w:rsidRPr="00623250" w:rsidTr="00623250">
        <w:trPr>
          <w:jc w:val="center"/>
        </w:trPr>
        <w:tc>
          <w:tcPr>
            <w:tcW w:w="1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HAMIZAH BINTI MOHAMAD HAZIN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SJ0503/1155(13U1)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940421-01-5754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1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623250" w:rsidRPr="00623250" w:rsidTr="00623250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940/1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SEJARAH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2.00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0D35AF" w:rsidP="00623250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139" style="width:0;height:1.5pt" o:hralign="center" o:hrstd="t" o:hrnoshade="t" o:hr="t" fillcolor="#a0a0a0" stroked="f"/>
              </w:pic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1 STPM 2013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623250" w:rsidRPr="00623250" w:rsidTr="00623250">
        <w:trPr>
          <w:jc w:val="center"/>
        </w:trPr>
        <w:tc>
          <w:tcPr>
            <w:tcW w:w="1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MOHAMAD ALIFF BIN ABD RAZAK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SJ0503/1158(13U1)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941211-14-6523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2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623250" w:rsidRPr="00623250" w:rsidTr="00623250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940/1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SEJARAH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2.00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946/1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PENGAJIAN PERNIAGAAN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0D35AF" w:rsidP="00623250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140" style="width:0;height:1.5pt" o:hralign="center" o:hrstd="t" o:hrnoshade="t" o:hr="t" fillcolor="#a0a0a0" stroked="f"/>
              </w:pic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1 STPM 2013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623250" w:rsidRPr="00623250" w:rsidTr="00623250">
        <w:trPr>
          <w:jc w:val="center"/>
        </w:trPr>
        <w:tc>
          <w:tcPr>
            <w:tcW w:w="1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NURFARAH AMANINA BINTI NASIUDDIN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SJ0503/1161(13U1)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940924-05-5184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1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623250" w:rsidRPr="00623250" w:rsidTr="00623250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0D35AF" w:rsidP="00623250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141" style="width:0;height:1.5pt" o:hralign="center" o:hrstd="t" o:hrnoshade="t" o:hr="t" fillcolor="#a0a0a0" stroked="f"/>
              </w:pic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1 STPM 2013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623250" w:rsidRPr="00623250" w:rsidTr="00623250">
        <w:trPr>
          <w:jc w:val="center"/>
        </w:trPr>
        <w:tc>
          <w:tcPr>
            <w:tcW w:w="1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KHAIRUNNISA BINTI MOHD SHAH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SJ0503/1162(13U1)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940329-01-5786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1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623250" w:rsidRPr="00623250" w:rsidTr="00623250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946/1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PENGAJIAN PERNIAGAAN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2.00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0D35AF" w:rsidP="00623250">
            <w:pPr>
              <w:spacing w:after="0" w:line="240" w:lineRule="auto"/>
              <w:rPr>
                <w:rFonts w:ascii="Calibri" w:eastAsia="Times New Roman" w:hAnsi="Calibri" w:cs="Times New Roman"/>
                <w:sz w:val="17"/>
                <w:szCs w:val="17"/>
              </w:rPr>
            </w:pPr>
            <w:r>
              <w:rPr>
                <w:rFonts w:ascii="Calibri" w:eastAsia="Times New Roman" w:hAnsi="Calibri" w:cs="Times New Roman"/>
                <w:sz w:val="17"/>
                <w:szCs w:val="17"/>
              </w:rPr>
              <w:pict>
                <v:rect id="_x0000_i1142" style="width:0;height:1.5pt" o:hralign="center" o:hrstd="t" o:hrnoshade="t" o:hr="t" fillcolor="#a0a0a0" stroked="f"/>
              </w:pic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SIJIL TINGGI PERSEKOLAHAN MALAYSIA(STPM)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br/>
              <w:t>Keputusan Peperiksaan Ulangan Penggal 1 STPM 2013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4"/>
        <w:gridCol w:w="107"/>
        <w:gridCol w:w="7609"/>
      </w:tblGrid>
      <w:tr w:rsidR="00623250" w:rsidRPr="00623250" w:rsidTr="00623250">
        <w:trPr>
          <w:jc w:val="center"/>
        </w:trPr>
        <w:tc>
          <w:tcPr>
            <w:tcW w:w="1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</w:t>
            </w:r>
          </w:p>
        </w:tc>
        <w:tc>
          <w:tcPr>
            <w:tcW w:w="75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NURSHAZMIZA BINTI SAAT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Angka Giliran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SJ0503/1164(13U1)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No. Kad Pengenalan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255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940621-11-5696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Bil. Mata Pelajaran didaftarkan</w:t>
            </w:r>
          </w:p>
        </w:tc>
        <w:tc>
          <w:tcPr>
            <w:tcW w:w="75" w:type="dxa"/>
            <w:noWrap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 w:rsidRPr="00623250">
              <w:rPr>
                <w:rFonts w:ascii="Calibri" w:eastAsia="Times New Roman" w:hAnsi="Calibri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6500" w:type="dxa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232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3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0"/>
        <w:gridCol w:w="4800"/>
        <w:gridCol w:w="1800"/>
        <w:gridCol w:w="2400"/>
      </w:tblGrid>
      <w:tr w:rsidR="00623250" w:rsidRPr="00623250" w:rsidTr="00623250">
        <w:trPr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KOD KERTAS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NAMA KERTAS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GRED KERTAS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NILAI GRED KERTAS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900/1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PENGAJIAN 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940/1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SEJARAH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C-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1.67</w:t>
            </w:r>
          </w:p>
        </w:tc>
      </w:tr>
      <w:tr w:rsidR="00623250" w:rsidRPr="00623250" w:rsidTr="0062325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946/1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PENGAJIAN PERNIAGAAN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  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 </w:t>
            </w:r>
            <w:r w:rsidRPr="00623250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</w:tbl>
    <w:p w:rsidR="00623250" w:rsidRPr="00623250" w:rsidRDefault="00623250" w:rsidP="00623250">
      <w:pPr>
        <w:spacing w:after="0" w:line="240" w:lineRule="auto"/>
        <w:rPr>
          <w:rFonts w:ascii="Calibri" w:eastAsia="Times New Roman" w:hAnsi="Calibri" w:cs="Times New Roman"/>
          <w:vanish/>
          <w:color w:val="000000"/>
          <w:sz w:val="17"/>
          <w:szCs w:val="17"/>
        </w:rPr>
      </w:pPr>
    </w:p>
    <w:tbl>
      <w:tblPr>
        <w:tblW w:w="10500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623250" w:rsidRPr="00623250" w:rsidTr="00623250">
        <w:trPr>
          <w:jc w:val="center"/>
        </w:trPr>
        <w:tc>
          <w:tcPr>
            <w:tcW w:w="0" w:type="auto"/>
            <w:vAlign w:val="center"/>
            <w:hideMark/>
          </w:tcPr>
          <w:p w:rsidR="00623250" w:rsidRPr="00623250" w:rsidRDefault="00623250" w:rsidP="00623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</w:p>
        </w:tc>
      </w:tr>
    </w:tbl>
    <w:p w:rsidR="002B6BF7" w:rsidRDefault="002B6BF7"/>
    <w:sectPr w:rsidR="002B6B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250"/>
    <w:rsid w:val="000D35AF"/>
    <w:rsid w:val="002B6BF7"/>
    <w:rsid w:val="00623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2325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23250"/>
    <w:rPr>
      <w:color w:val="800080"/>
      <w:u w:val="single"/>
    </w:rPr>
  </w:style>
  <w:style w:type="paragraph" w:customStyle="1" w:styleId="style8">
    <w:name w:val="style8"/>
    <w:basedOn w:val="Normal"/>
    <w:rsid w:val="006232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6232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yle1">
    <w:name w:val="style1"/>
    <w:basedOn w:val="DefaultParagraphFont"/>
    <w:rsid w:val="00623250"/>
  </w:style>
  <w:style w:type="character" w:styleId="Strong">
    <w:name w:val="Strong"/>
    <w:basedOn w:val="DefaultParagraphFont"/>
    <w:uiPriority w:val="22"/>
    <w:qFormat/>
    <w:rsid w:val="00623250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35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35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2325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23250"/>
    <w:rPr>
      <w:color w:val="800080"/>
      <w:u w:val="single"/>
    </w:rPr>
  </w:style>
  <w:style w:type="paragraph" w:customStyle="1" w:styleId="style8">
    <w:name w:val="style8"/>
    <w:basedOn w:val="Normal"/>
    <w:rsid w:val="006232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6232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yle1">
    <w:name w:val="style1"/>
    <w:basedOn w:val="DefaultParagraphFont"/>
    <w:rsid w:val="00623250"/>
  </w:style>
  <w:style w:type="character" w:styleId="Strong">
    <w:name w:val="Strong"/>
    <w:basedOn w:val="DefaultParagraphFont"/>
    <w:uiPriority w:val="22"/>
    <w:qFormat/>
    <w:rsid w:val="00623250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35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35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71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15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02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07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8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7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9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27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4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02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0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1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05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80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66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42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92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08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1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0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74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8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16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8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15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26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8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4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99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5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24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8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86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43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53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62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49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1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5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05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56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8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13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54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13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72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2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65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03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52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1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9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0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59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58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2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2E53449B-810A-4267-AA75-3F1D28B01D6D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</Template>
  <TotalTime>9</TotalTime>
  <Pages>35</Pages>
  <Words>6603</Words>
  <Characters>37639</Characters>
  <Application>Microsoft Office Word</Application>
  <DocSecurity>0</DocSecurity>
  <Lines>313</Lines>
  <Paragraphs>88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kamar udin b</dc:creator>
  <cp:keywords/>
  <dc:description/>
  <cp:lastModifiedBy>Windows 7</cp:lastModifiedBy>
  <cp:revision>2</cp:revision>
  <dcterms:created xsi:type="dcterms:W3CDTF">2014-02-17T22:39:00Z</dcterms:created>
  <dcterms:modified xsi:type="dcterms:W3CDTF">2014-02-18T23:53:00Z</dcterms:modified>
</cp:coreProperties>
</file>