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36"/>
        <w:gridCol w:w="752"/>
        <w:gridCol w:w="630"/>
      </w:tblGrid>
      <w:tr w:rsidR="00DD253C" w:rsidRPr="00DD253C" w:rsidTr="00DD253C"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  <w:r w:rsidRPr="00DD253C">
              <w:rPr>
                <w:rFonts w:ascii="Calibri" w:eastAsia="Times New Roman" w:hAnsi="Calibri" w:cs="Times New Roman"/>
                <w:noProof/>
                <w:color w:val="0000FF"/>
                <w:sz w:val="17"/>
                <w:szCs w:val="17"/>
              </w:rPr>
              <w:drawing>
                <wp:inline distT="0" distB="0" distL="0" distR="0">
                  <wp:extent cx="285750" cy="285750"/>
                  <wp:effectExtent l="0" t="0" r="0" b="0"/>
                  <wp:docPr id="2" name="Picture 2" descr="Halaman Uta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alaman Uta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hyperlink r:id="rId7" w:history="1">
              <w:r w:rsidRPr="00DD253C">
                <w:rPr>
                  <w:rFonts w:ascii="Calibri" w:eastAsia="Times New Roman" w:hAnsi="Calibri" w:cs="Times New Roman"/>
                  <w:color w:val="0000FF"/>
                  <w:sz w:val="17"/>
                  <w:szCs w:val="17"/>
                  <w:u w:val="single"/>
                </w:rPr>
                <w:t>Log Keluar</w:t>
              </w:r>
            </w:hyperlink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noProof/>
                <w:sz w:val="17"/>
                <w:szCs w:val="17"/>
              </w:rPr>
              <w:drawing>
                <wp:inline distT="0" distB="0" distL="0" distR="0">
                  <wp:extent cx="381000" cy="190500"/>
                  <wp:effectExtent l="0" t="0" r="0" b="0"/>
                  <wp:docPr id="1" name="Picture 1" descr="http://webmpm.mpm.edu.my/stpm_resultU2/hscounter.aspx?id=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" descr="http://webmpm.mpm.edu.my/stpm_resultU2/hscounter.aspx?id=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DD253C" w:rsidRPr="00DD253C" w:rsidTr="00DD253C">
        <w:trPr>
          <w:jc w:val="center"/>
        </w:trPr>
        <w:tc>
          <w:tcPr>
            <w:tcW w:w="0" w:type="auto"/>
            <w:gridSpan w:val="2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D253C">
              <w:rPr>
                <w:rFonts w:ascii="Calibri" w:eastAsia="Times New Roman" w:hAnsi="Calibri" w:cs="Times New Roman"/>
                <w:sz w:val="24"/>
                <w:szCs w:val="24"/>
              </w:rPr>
              <w:t>       SMK DATO' SRI AMAR DIRAJA, MUAR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DD253C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EE XIN HUI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940704-01-5084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ER QIAN KAI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941107-14-6929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LAU CHEE MIN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940514-01-6342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CHEE HAU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930331-01-6543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HO YANG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940915-01-7223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WEE SIN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941025-01-7242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YEE SENG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940419-01-5157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CHONG GEE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940705-01-6185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FEN NEI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941116-01-7280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PANG XIN YI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941126-01-5190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BOON SIANG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940501-01-6239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TEOH KHENG HONG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941120-04-5321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TEH LEY HEONG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940310-01-5890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WILSON TAN KOK WEI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940212-01-5643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JESSLYN LEE HUI YUN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941203-04-5466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KWAN CHIOU YUEH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940908-04-5242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CHEANG FU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940604-01-5087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CHIN YAO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940807-04-5243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WAN QIN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941027-01-6550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LUI JUN YE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940204-01-6929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NAGULAN PILLAI A/L JEYARAMAN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940205-01-6955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NEO WEI SHENG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941015-01-6019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TAI SIANG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941207-01-5467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JIA SHENG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941021-14-5351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4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LI XIN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940512-01-6664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SIOW EE SHENG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940714-01-5045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SOH TECK JUI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940709-01-6369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TANG YIAW JUN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940813-01-6705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CHAN SHU WEN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940731-01-5100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DAN YI NING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940304-01-5448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JOA NN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940414-01-5406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KEE PIN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941225-01-6965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IRENE CHUA MIN LI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940409-01-5348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KHOO JANICE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940324-01-5314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CHAI HUI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940816-01-6532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CHING CHEE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940718-01-5026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SIN YEE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940415-01-6304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PUNG HAI CHING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940311-01-5358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THEAN WEI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940730-01-6638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TAIYEBA BINTI SIRAJ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940401-75-5018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HUI XIN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940913-01-6876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JIA ER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940705-01-5860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SHI LEI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940815-01-6872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YONG YI LING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940213-01-6234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AFIQ RIDZUAN BIN MOHAMED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941120-01-5405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ANGEL TAN YUN JU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940426-01-6326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DARSHAN BABU A/L L.ARASU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940520-01-6429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JEE JIA HUI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940526-01-5128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KHAIRUL FADLI BIN ISHAK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941005-01-6189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SHEY THING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940329-01-5890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TAY KAI WEN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940323-01-5216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TIU WEH CHE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940828-01-5051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964/2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7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AMANINA ATIQAH BINTI SULAIMAN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940307-01-6278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BRENDA CHUA HUI CHEN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940527-12-6380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CHIN SIN YAN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940403-01-5750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CHONG CHEE YONG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941225-01-6973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CHRISTINE CHOY YIN MEI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941230-01-5078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CHUA HUI SING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940603-01-5026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EE JIA WEN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940723-01-6410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KOH GUAT CHOO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940112-01-6446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CHIA LER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941222-01-5086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LWEE KUI FANG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940926-01-5020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8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NORSABARINA BINTI LOKMAN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940808-06-5764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MEI XIN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940516-01-5132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NOOR SHAHIRA BINTI MOHD NASIR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940721-02-5612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9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JIA NING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940115-01-6660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SI LING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940612-01-5028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SIA WEE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940925-01-5088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TAY XIN YI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941209-01-5188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 PEI KEE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940222-01-6738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GOH JIA HUI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940614-01-7190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LAU BOON SIEW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941006-01-6180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WEI LING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941030-01-6383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LEONG SEEN YING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941210-01-6348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SHIN YANN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941014-01-6201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10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SHANICE LIM YONG CHIN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940624-01-5084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ROU QIAN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940312-01-5288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954/2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YI MIN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941112-01-5018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TEE TING SHENG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930526-01-6631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 GUANG RONG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940910-01-5149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TOH KIM HONG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941203-01-5339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WAN HUI MING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941119-01-6152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WILLY LOH TIAN HONG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941129-01-5209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942/2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WOON ZHAN WEN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940204-01-6793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944/2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DINEISH A/L BALAMUTHU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940904-08-6135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MENACHI A/P RATHAKRISHNAN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941003-05-5600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MOHAMAD FIRDAUS BIN MOHAMAD FARIQUE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940516-01-6637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MUHAMAD AZHAR BIN MD HARIS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940312-01-5771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AMIRAH BINTI MOHD SAID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940905-05-5162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SHARIDA AFZAN BINTI HAMDAN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940328-01-6306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NURLIYANA BINTI MOHD FUAD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940407-01-6566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PUTERI ELIA BINTI ISMAIL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SJ0503/1133(13U2)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940825-01-5056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NAZURAH BINTI JAILANI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940108-01-6494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NORDIANA BINTI MOHD LIZAD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SJ0503/1136(13U2)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940523-01-6440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TEE KOK XIANG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SJ0503/1137(13U2)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940918-01-6955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ABD RAHIM BIN ABU BAKAR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940821-06-5689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1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FARRA BINTI ABDULLAH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940924-01-6898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2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MUHAMAD ARIF BIN ABD LATIF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941223-01-6785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970/2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SENI VISUA</w:t>
            </w:r>
            <w:bookmarkStart w:id="0" w:name="_GoBack"/>
            <w:bookmarkEnd w:id="0"/>
            <w:r w:rsidRPr="00DD253C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123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NOR SYHUHADA BINTI MOHAMMAD ISA KHAN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SJ0503/1148(13U2)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940218-01-6698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4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MALINI A/P NYANASEGARAN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SJ0503/1150(13U2)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941223-01-5096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5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ZUL AZIZI ZHARFAN BIN ZURANI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940402-01-6241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946/2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6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HAMIZAH BINTI MOHAMAD HAZIN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SJ0503/1155(13U2)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940421-01-5754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7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THANESHVARAN A/L ARUMUGAM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SJ0503/1159(13U2)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940819-01-6335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8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NURFARAH AMANINA BINTI NASIUDDIN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SJ0503/1161(13U2)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940924-05-5184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900/2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910/2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9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KHAIRUNNISA BINTI MOHD SHAH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SJ0503/1162(13U2)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940329-01-5786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0" style="width:0;height:1.5pt" o:hralign="center" o:hrstd="t" o:hrnoshade="t" o:hr="t" fillcolor="#a0a0a0" stroked="f"/>
              </w:pic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2 STPM 2013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DD253C" w:rsidRPr="00DD253C" w:rsidTr="00DD253C">
        <w:trPr>
          <w:jc w:val="center"/>
        </w:trPr>
        <w:tc>
          <w:tcPr>
            <w:tcW w:w="1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NURSHAZMIZA BINTI SAAT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SJ0503/1164(13U2)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940621-11-5696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DD253C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D253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DD253C" w:rsidRPr="00DD253C" w:rsidTr="00DD253C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DD253C" w:rsidRPr="00DD253C" w:rsidTr="00DD25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940/2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DD253C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DD253C" w:rsidRPr="00DD253C" w:rsidRDefault="00DD253C" w:rsidP="00DD253C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DD253C" w:rsidRPr="00DD253C" w:rsidTr="00DD253C">
        <w:trPr>
          <w:jc w:val="center"/>
        </w:trPr>
        <w:tc>
          <w:tcPr>
            <w:tcW w:w="0" w:type="auto"/>
            <w:vAlign w:val="center"/>
            <w:hideMark/>
          </w:tcPr>
          <w:p w:rsidR="00DD253C" w:rsidRPr="00DD253C" w:rsidRDefault="00DD253C" w:rsidP="00DD25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2B6BF7" w:rsidRDefault="002B6BF7"/>
    <w:sectPr w:rsidR="002B6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3C"/>
    <w:rsid w:val="002B6BF7"/>
    <w:rsid w:val="00DD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C7B29-E0D6-43E8-8DC7-0FBE2D4C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25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253C"/>
    <w:rPr>
      <w:color w:val="800080"/>
      <w:u w:val="single"/>
    </w:rPr>
  </w:style>
  <w:style w:type="paragraph" w:customStyle="1" w:styleId="style8">
    <w:name w:val="style8"/>
    <w:basedOn w:val="Normal"/>
    <w:rsid w:val="00DD2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2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DD253C"/>
  </w:style>
  <w:style w:type="character" w:styleId="Strong">
    <w:name w:val="Strong"/>
    <w:basedOn w:val="DefaultParagraphFont"/>
    <w:uiPriority w:val="22"/>
    <w:qFormat/>
    <w:rsid w:val="00DD2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webmpm.mpm.edu.my/STPM_RESULTU2/logout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hyperlink" Target="http://webmpm.mpm.edu.my/STPM_RESULTU2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D54E27F-53A5-4F97-A875-089DB7FC2A2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</TotalTime>
  <Pages>34</Pages>
  <Words>5927</Words>
  <Characters>33784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kamar udin b</dc:creator>
  <cp:keywords/>
  <dc:description/>
  <cp:lastModifiedBy>kamar udin b</cp:lastModifiedBy>
  <cp:revision>1</cp:revision>
  <dcterms:created xsi:type="dcterms:W3CDTF">2014-02-17T22:41:00Z</dcterms:created>
  <dcterms:modified xsi:type="dcterms:W3CDTF">2014-02-17T22:45:00Z</dcterms:modified>
</cp:coreProperties>
</file>