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4E4" w:rsidRPr="003604D2" w:rsidRDefault="001904E4" w:rsidP="001904E4">
      <w:pPr>
        <w:spacing w:before="120" w:after="60"/>
        <w:jc w:val="both"/>
        <w:rPr>
          <w:b/>
          <w:i/>
          <w:noProof/>
        </w:rPr>
      </w:pPr>
      <w:r w:rsidRPr="003604D2">
        <w:rPr>
          <w:b/>
          <w:i/>
          <w:noProof/>
        </w:rPr>
        <w:t>ANEXA 1</w:t>
      </w:r>
    </w:p>
    <w:p w:rsidR="001904E4" w:rsidRDefault="001904E4" w:rsidP="001904E4">
      <w:pPr>
        <w:spacing w:line="276" w:lineRule="auto"/>
        <w:jc w:val="center"/>
        <w:rPr>
          <w:b/>
          <w:noProof/>
          <w:sz w:val="28"/>
          <w:szCs w:val="28"/>
        </w:rPr>
      </w:pPr>
    </w:p>
    <w:p w:rsidR="001904E4" w:rsidRDefault="001904E4" w:rsidP="001904E4">
      <w:pPr>
        <w:spacing w:line="276" w:lineRule="auto"/>
        <w:jc w:val="center"/>
        <w:rPr>
          <w:b/>
          <w:noProof/>
          <w:sz w:val="28"/>
          <w:szCs w:val="28"/>
        </w:rPr>
      </w:pPr>
    </w:p>
    <w:p w:rsidR="000A6F79" w:rsidRDefault="000A6F79" w:rsidP="001904E4">
      <w:pPr>
        <w:spacing w:line="276" w:lineRule="auto"/>
        <w:jc w:val="center"/>
        <w:rPr>
          <w:b/>
          <w:noProof/>
          <w:sz w:val="28"/>
          <w:szCs w:val="28"/>
        </w:rPr>
      </w:pPr>
    </w:p>
    <w:p w:rsidR="001904E4" w:rsidRDefault="001904E4" w:rsidP="001904E4">
      <w:pPr>
        <w:spacing w:line="276" w:lineRule="auto"/>
        <w:jc w:val="center"/>
        <w:rPr>
          <w:b/>
          <w:noProof/>
          <w:sz w:val="28"/>
          <w:szCs w:val="28"/>
        </w:rPr>
      </w:pPr>
    </w:p>
    <w:p w:rsidR="001904E4" w:rsidRPr="00CB0642" w:rsidRDefault="001904E4" w:rsidP="001904E4">
      <w:pPr>
        <w:spacing w:line="276" w:lineRule="auto"/>
        <w:jc w:val="center"/>
        <w:rPr>
          <w:b/>
          <w:noProof/>
          <w:sz w:val="28"/>
          <w:szCs w:val="28"/>
        </w:rPr>
      </w:pPr>
      <w:r w:rsidRPr="00CB0642">
        <w:rPr>
          <w:b/>
          <w:noProof/>
          <w:sz w:val="28"/>
          <w:szCs w:val="28"/>
        </w:rPr>
        <w:t>FIŞĂ DE ÎNSCRIERE</w:t>
      </w:r>
    </w:p>
    <w:p w:rsidR="001904E4" w:rsidRPr="00CB0642" w:rsidRDefault="001904E4" w:rsidP="001904E4">
      <w:pPr>
        <w:spacing w:line="276" w:lineRule="auto"/>
        <w:jc w:val="center"/>
        <w:rPr>
          <w:b/>
          <w:noProof/>
          <w:sz w:val="28"/>
          <w:szCs w:val="28"/>
        </w:rPr>
      </w:pPr>
      <w:r w:rsidRPr="00CB0642">
        <w:rPr>
          <w:b/>
          <w:noProof/>
          <w:sz w:val="28"/>
          <w:szCs w:val="28"/>
        </w:rPr>
        <w:t>Concurs Judeţean „INCURSIUNE ÎN LUMEA INFO-TEHNICII”</w:t>
      </w:r>
    </w:p>
    <w:p w:rsidR="001904E4" w:rsidRPr="00CB0642" w:rsidRDefault="00E23D81" w:rsidP="001904E4">
      <w:pPr>
        <w:spacing w:line="276" w:lineRule="auto"/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 xml:space="preserve">Ediţia a </w:t>
      </w:r>
      <w:r w:rsidR="00D70805">
        <w:rPr>
          <w:b/>
          <w:noProof/>
          <w:sz w:val="28"/>
          <w:szCs w:val="28"/>
        </w:rPr>
        <w:t>V</w:t>
      </w:r>
      <w:r w:rsidR="00AA72A8">
        <w:rPr>
          <w:b/>
          <w:noProof/>
          <w:sz w:val="28"/>
          <w:szCs w:val="28"/>
        </w:rPr>
        <w:t>-a,</w:t>
      </w:r>
      <w:r w:rsidR="00C1369B">
        <w:rPr>
          <w:b/>
          <w:noProof/>
          <w:sz w:val="28"/>
          <w:szCs w:val="28"/>
        </w:rPr>
        <w:t xml:space="preserve"> </w:t>
      </w:r>
      <w:r>
        <w:rPr>
          <w:b/>
          <w:noProof/>
          <w:sz w:val="28"/>
          <w:szCs w:val="28"/>
        </w:rPr>
        <w:t>12</w:t>
      </w:r>
      <w:r w:rsidR="001904E4">
        <w:rPr>
          <w:b/>
          <w:noProof/>
          <w:sz w:val="28"/>
          <w:szCs w:val="28"/>
        </w:rPr>
        <w:t xml:space="preserve"> aprilie 201</w:t>
      </w:r>
      <w:r>
        <w:rPr>
          <w:b/>
          <w:noProof/>
          <w:sz w:val="28"/>
          <w:szCs w:val="28"/>
        </w:rPr>
        <w:t>9</w:t>
      </w:r>
    </w:p>
    <w:p w:rsidR="001904E4" w:rsidRDefault="001904E4" w:rsidP="001904E4">
      <w:pPr>
        <w:spacing w:line="276" w:lineRule="auto"/>
        <w:jc w:val="both"/>
        <w:rPr>
          <w:noProof/>
        </w:rPr>
      </w:pPr>
    </w:p>
    <w:p w:rsidR="001904E4" w:rsidRDefault="001904E4" w:rsidP="001904E4">
      <w:pPr>
        <w:spacing w:line="276" w:lineRule="auto"/>
        <w:jc w:val="both"/>
        <w:rPr>
          <w:noProof/>
        </w:rPr>
      </w:pPr>
    </w:p>
    <w:p w:rsidR="001904E4" w:rsidRPr="007412BB" w:rsidRDefault="001904E4" w:rsidP="003604D2">
      <w:pPr>
        <w:spacing w:line="360" w:lineRule="auto"/>
        <w:jc w:val="both"/>
        <w:rPr>
          <w:noProof/>
        </w:rPr>
      </w:pPr>
      <w:r w:rsidRPr="007412BB">
        <w:rPr>
          <w:noProof/>
        </w:rPr>
        <w:t xml:space="preserve">Numele şi prenumele cadrului didactic </w:t>
      </w:r>
      <w:r>
        <w:rPr>
          <w:noProof/>
        </w:rPr>
        <w:t>coordonator</w:t>
      </w:r>
      <w:r w:rsidRPr="007412BB">
        <w:rPr>
          <w:noProof/>
        </w:rPr>
        <w:t>: _______________________</w:t>
      </w:r>
      <w:r w:rsidR="00E42A66">
        <w:rPr>
          <w:noProof/>
        </w:rPr>
        <w:t>____</w:t>
      </w:r>
      <w:r w:rsidRPr="007412BB">
        <w:rPr>
          <w:noProof/>
        </w:rPr>
        <w:t>__</w:t>
      </w:r>
      <w:r w:rsidR="003604D2">
        <w:rPr>
          <w:noProof/>
        </w:rPr>
        <w:t>__</w:t>
      </w:r>
      <w:r w:rsidRPr="007412BB">
        <w:rPr>
          <w:noProof/>
        </w:rPr>
        <w:t>_____</w:t>
      </w:r>
    </w:p>
    <w:p w:rsidR="001904E4" w:rsidRPr="007412BB" w:rsidRDefault="001904E4" w:rsidP="003604D2">
      <w:pPr>
        <w:spacing w:line="360" w:lineRule="auto"/>
        <w:jc w:val="both"/>
        <w:rPr>
          <w:noProof/>
        </w:rPr>
      </w:pPr>
      <w:r w:rsidRPr="007412BB">
        <w:rPr>
          <w:noProof/>
        </w:rPr>
        <w:t>Specialitatea:____</w:t>
      </w:r>
      <w:r>
        <w:rPr>
          <w:noProof/>
        </w:rPr>
        <w:t>______________________</w:t>
      </w:r>
      <w:r w:rsidRPr="007412BB">
        <w:rPr>
          <w:noProof/>
        </w:rPr>
        <w:t>_______________</w:t>
      </w:r>
    </w:p>
    <w:p w:rsidR="00E42A66" w:rsidRPr="007412BB" w:rsidRDefault="00E42A66" w:rsidP="003604D2">
      <w:pPr>
        <w:spacing w:line="360" w:lineRule="auto"/>
        <w:jc w:val="both"/>
        <w:rPr>
          <w:noProof/>
        </w:rPr>
      </w:pPr>
      <w:r w:rsidRPr="007412BB">
        <w:rPr>
          <w:noProof/>
        </w:rPr>
        <w:t>Datele de contact (e-mail, număr de telefon): ______________________</w:t>
      </w:r>
      <w:r w:rsidR="003604D2">
        <w:rPr>
          <w:noProof/>
        </w:rPr>
        <w:t>__</w:t>
      </w:r>
      <w:r w:rsidRPr="007412BB">
        <w:rPr>
          <w:noProof/>
        </w:rPr>
        <w:t>____________</w:t>
      </w:r>
      <w:r>
        <w:rPr>
          <w:noProof/>
        </w:rPr>
        <w:t>_____</w:t>
      </w:r>
      <w:r w:rsidRPr="007412BB">
        <w:rPr>
          <w:noProof/>
        </w:rPr>
        <w:t>_</w:t>
      </w:r>
    </w:p>
    <w:p w:rsidR="001904E4" w:rsidRPr="007412BB" w:rsidRDefault="001904E4" w:rsidP="003604D2">
      <w:pPr>
        <w:spacing w:line="360" w:lineRule="auto"/>
        <w:jc w:val="both"/>
        <w:rPr>
          <w:noProof/>
        </w:rPr>
      </w:pPr>
      <w:r w:rsidRPr="007412BB">
        <w:rPr>
          <w:noProof/>
        </w:rPr>
        <w:t>Şcoala</w:t>
      </w:r>
      <w:r>
        <w:rPr>
          <w:noProof/>
        </w:rPr>
        <w:t xml:space="preserve"> de provenienţă</w:t>
      </w:r>
      <w:r w:rsidRPr="007412BB">
        <w:rPr>
          <w:noProof/>
        </w:rPr>
        <w:t>:</w:t>
      </w:r>
      <w:r>
        <w:rPr>
          <w:noProof/>
        </w:rPr>
        <w:t xml:space="preserve"> </w:t>
      </w:r>
      <w:r w:rsidRPr="007412BB">
        <w:rPr>
          <w:noProof/>
        </w:rPr>
        <w:t>_______________________________________________</w:t>
      </w:r>
      <w:r w:rsidR="003604D2">
        <w:rPr>
          <w:noProof/>
        </w:rPr>
        <w:t>__</w:t>
      </w:r>
      <w:r w:rsidRPr="007412BB">
        <w:rPr>
          <w:noProof/>
        </w:rPr>
        <w:t>_</w:t>
      </w:r>
      <w:r w:rsidR="00E42A66">
        <w:rPr>
          <w:noProof/>
        </w:rPr>
        <w:t>_____</w:t>
      </w:r>
      <w:r w:rsidRPr="007412BB">
        <w:rPr>
          <w:noProof/>
        </w:rPr>
        <w:t>_____</w:t>
      </w:r>
    </w:p>
    <w:p w:rsidR="001904E4" w:rsidRDefault="001904E4" w:rsidP="003604D2">
      <w:pPr>
        <w:spacing w:line="360" w:lineRule="auto"/>
        <w:jc w:val="both"/>
        <w:rPr>
          <w:noProof/>
        </w:rPr>
      </w:pPr>
      <w:r>
        <w:rPr>
          <w:noProof/>
        </w:rPr>
        <w:t>Localitatea: _______________________________</w:t>
      </w:r>
    </w:p>
    <w:p w:rsidR="00E42A66" w:rsidRPr="007412BB" w:rsidRDefault="00E42A66" w:rsidP="003604D2">
      <w:pPr>
        <w:spacing w:line="360" w:lineRule="auto"/>
        <w:jc w:val="both"/>
        <w:rPr>
          <w:noProof/>
        </w:rPr>
      </w:pPr>
      <w:r w:rsidRPr="007412BB">
        <w:rPr>
          <w:noProof/>
        </w:rPr>
        <w:t>Numele şi prenumele</w:t>
      </w:r>
      <w:r>
        <w:rPr>
          <w:noProof/>
        </w:rPr>
        <w:t xml:space="preserve"> directorului școlii: __________________________________________</w:t>
      </w:r>
      <w:r w:rsidR="003604D2">
        <w:rPr>
          <w:noProof/>
        </w:rPr>
        <w:t>__</w:t>
      </w:r>
      <w:r>
        <w:rPr>
          <w:noProof/>
        </w:rPr>
        <w:t>__</w:t>
      </w:r>
    </w:p>
    <w:p w:rsidR="001904E4" w:rsidRPr="007412BB" w:rsidRDefault="001904E4" w:rsidP="001904E4">
      <w:pPr>
        <w:spacing w:line="276" w:lineRule="auto"/>
        <w:jc w:val="both"/>
        <w:rPr>
          <w:b/>
          <w:noProof/>
        </w:rPr>
      </w:pPr>
    </w:p>
    <w:tbl>
      <w:tblPr>
        <w:tblW w:w="9523" w:type="dxa"/>
        <w:jc w:val="center"/>
        <w:tblInd w:w="-59" w:type="dxa"/>
        <w:tblBorders>
          <w:top w:val="single" w:sz="4" w:space="0" w:color="auto"/>
        </w:tblBorders>
        <w:tblLayout w:type="fixed"/>
        <w:tblLook w:val="0000"/>
      </w:tblPr>
      <w:tblGrid>
        <w:gridCol w:w="748"/>
        <w:gridCol w:w="4876"/>
        <w:gridCol w:w="1191"/>
        <w:gridCol w:w="2708"/>
      </w:tblGrid>
      <w:tr w:rsidR="001904E4" w:rsidRPr="007412BB" w:rsidTr="003604D2">
        <w:trPr>
          <w:trHeight w:val="623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04E4" w:rsidRPr="007412BB" w:rsidRDefault="001904E4" w:rsidP="001918A7">
            <w:pPr>
              <w:spacing w:line="276" w:lineRule="auto"/>
              <w:jc w:val="center"/>
              <w:rPr>
                <w:noProof/>
              </w:rPr>
            </w:pPr>
            <w:r w:rsidRPr="007412BB">
              <w:rPr>
                <w:noProof/>
              </w:rPr>
              <w:t>Nr.</w:t>
            </w:r>
          </w:p>
          <w:p w:rsidR="001904E4" w:rsidRPr="007412BB" w:rsidRDefault="001904E4" w:rsidP="001918A7">
            <w:pPr>
              <w:spacing w:line="276" w:lineRule="auto"/>
              <w:jc w:val="center"/>
              <w:rPr>
                <w:noProof/>
              </w:rPr>
            </w:pPr>
            <w:r w:rsidRPr="007412BB">
              <w:rPr>
                <w:noProof/>
              </w:rPr>
              <w:t>crt.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04E4" w:rsidRPr="007412BB" w:rsidRDefault="001904E4" w:rsidP="001918A7">
            <w:pPr>
              <w:spacing w:line="276" w:lineRule="auto"/>
              <w:jc w:val="center"/>
              <w:rPr>
                <w:noProof/>
              </w:rPr>
            </w:pPr>
            <w:r w:rsidRPr="007412BB">
              <w:rPr>
                <w:noProof/>
              </w:rPr>
              <w:t>Numele şi prenumele elevului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904E4" w:rsidRPr="007412BB" w:rsidRDefault="001904E4" w:rsidP="001918A7">
            <w:pPr>
              <w:spacing w:line="276" w:lineRule="auto"/>
              <w:jc w:val="center"/>
              <w:rPr>
                <w:noProof/>
              </w:rPr>
            </w:pPr>
            <w:r w:rsidRPr="007412BB">
              <w:rPr>
                <w:noProof/>
              </w:rPr>
              <w:t>Clasa</w:t>
            </w:r>
          </w:p>
        </w:tc>
        <w:tc>
          <w:tcPr>
            <w:tcW w:w="2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4E4" w:rsidRPr="00800FB7" w:rsidRDefault="001904E4" w:rsidP="001918A7">
            <w:pPr>
              <w:spacing w:line="276" w:lineRule="auto"/>
              <w:jc w:val="center"/>
              <w:rPr>
                <w:noProof/>
                <w:lang w:val="en-US"/>
              </w:rPr>
            </w:pPr>
            <w:r>
              <w:rPr>
                <w:noProof/>
              </w:rPr>
              <w:t>Secţiunea/ Titlul lucrării</w:t>
            </w:r>
            <w:r>
              <w:rPr>
                <w:noProof/>
                <w:lang w:val="en-US"/>
              </w:rPr>
              <w:t>*</w:t>
            </w:r>
          </w:p>
        </w:tc>
      </w:tr>
      <w:tr w:rsidR="001904E4" w:rsidRPr="007412BB" w:rsidTr="003604D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  <w:jc w:val="center"/>
        </w:trPr>
        <w:tc>
          <w:tcPr>
            <w:tcW w:w="748" w:type="dxa"/>
            <w:vAlign w:val="center"/>
          </w:tcPr>
          <w:p w:rsidR="001904E4" w:rsidRPr="007412BB" w:rsidRDefault="001904E4" w:rsidP="001918A7">
            <w:pPr>
              <w:spacing w:line="276" w:lineRule="auto"/>
              <w:jc w:val="center"/>
              <w:rPr>
                <w:noProof/>
              </w:rPr>
            </w:pPr>
          </w:p>
        </w:tc>
        <w:tc>
          <w:tcPr>
            <w:tcW w:w="4876" w:type="dxa"/>
            <w:vAlign w:val="center"/>
          </w:tcPr>
          <w:p w:rsidR="001904E4" w:rsidRPr="007412BB" w:rsidRDefault="001904E4" w:rsidP="001918A7">
            <w:pPr>
              <w:spacing w:line="276" w:lineRule="auto"/>
              <w:rPr>
                <w:noProof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1904E4" w:rsidRPr="007412BB" w:rsidRDefault="001904E4" w:rsidP="001918A7">
            <w:pPr>
              <w:spacing w:line="276" w:lineRule="auto"/>
              <w:rPr>
                <w:noProof/>
              </w:rPr>
            </w:pPr>
          </w:p>
        </w:tc>
        <w:tc>
          <w:tcPr>
            <w:tcW w:w="2708" w:type="dxa"/>
            <w:shd w:val="clear" w:color="auto" w:fill="auto"/>
            <w:vAlign w:val="center"/>
          </w:tcPr>
          <w:p w:rsidR="001904E4" w:rsidRPr="007412BB" w:rsidRDefault="001904E4" w:rsidP="001918A7">
            <w:pPr>
              <w:spacing w:line="276" w:lineRule="auto"/>
              <w:rPr>
                <w:noProof/>
              </w:rPr>
            </w:pPr>
          </w:p>
        </w:tc>
      </w:tr>
      <w:tr w:rsidR="001904E4" w:rsidRPr="007412BB" w:rsidTr="003604D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  <w:jc w:val="center"/>
        </w:trPr>
        <w:tc>
          <w:tcPr>
            <w:tcW w:w="748" w:type="dxa"/>
            <w:vAlign w:val="center"/>
          </w:tcPr>
          <w:p w:rsidR="001904E4" w:rsidRPr="007412BB" w:rsidRDefault="001904E4" w:rsidP="001918A7">
            <w:pPr>
              <w:spacing w:line="276" w:lineRule="auto"/>
              <w:jc w:val="center"/>
              <w:rPr>
                <w:noProof/>
              </w:rPr>
            </w:pPr>
          </w:p>
        </w:tc>
        <w:tc>
          <w:tcPr>
            <w:tcW w:w="4876" w:type="dxa"/>
            <w:vAlign w:val="center"/>
          </w:tcPr>
          <w:p w:rsidR="001904E4" w:rsidRPr="007412BB" w:rsidRDefault="001904E4" w:rsidP="001918A7">
            <w:pPr>
              <w:spacing w:line="276" w:lineRule="auto"/>
              <w:rPr>
                <w:noProof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1904E4" w:rsidRPr="007412BB" w:rsidRDefault="001904E4" w:rsidP="001918A7">
            <w:pPr>
              <w:spacing w:line="276" w:lineRule="auto"/>
              <w:rPr>
                <w:noProof/>
              </w:rPr>
            </w:pPr>
          </w:p>
        </w:tc>
        <w:tc>
          <w:tcPr>
            <w:tcW w:w="2708" w:type="dxa"/>
            <w:shd w:val="clear" w:color="auto" w:fill="auto"/>
            <w:vAlign w:val="center"/>
          </w:tcPr>
          <w:p w:rsidR="001904E4" w:rsidRPr="007412BB" w:rsidRDefault="001904E4" w:rsidP="001918A7">
            <w:pPr>
              <w:spacing w:line="276" w:lineRule="auto"/>
              <w:rPr>
                <w:noProof/>
              </w:rPr>
            </w:pPr>
          </w:p>
        </w:tc>
      </w:tr>
      <w:tr w:rsidR="001904E4" w:rsidRPr="007412BB" w:rsidTr="003604D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  <w:jc w:val="center"/>
        </w:trPr>
        <w:tc>
          <w:tcPr>
            <w:tcW w:w="748" w:type="dxa"/>
            <w:vAlign w:val="center"/>
          </w:tcPr>
          <w:p w:rsidR="001904E4" w:rsidRPr="007412BB" w:rsidRDefault="001904E4" w:rsidP="001918A7">
            <w:pPr>
              <w:spacing w:line="276" w:lineRule="auto"/>
              <w:jc w:val="center"/>
              <w:rPr>
                <w:noProof/>
              </w:rPr>
            </w:pPr>
          </w:p>
        </w:tc>
        <w:tc>
          <w:tcPr>
            <w:tcW w:w="4876" w:type="dxa"/>
            <w:vAlign w:val="center"/>
          </w:tcPr>
          <w:p w:rsidR="001904E4" w:rsidRPr="007412BB" w:rsidRDefault="001904E4" w:rsidP="001918A7">
            <w:pPr>
              <w:spacing w:line="276" w:lineRule="auto"/>
              <w:rPr>
                <w:noProof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1904E4" w:rsidRPr="007412BB" w:rsidRDefault="001904E4" w:rsidP="001918A7">
            <w:pPr>
              <w:spacing w:line="276" w:lineRule="auto"/>
              <w:rPr>
                <w:noProof/>
              </w:rPr>
            </w:pPr>
          </w:p>
        </w:tc>
        <w:tc>
          <w:tcPr>
            <w:tcW w:w="2708" w:type="dxa"/>
            <w:shd w:val="clear" w:color="auto" w:fill="auto"/>
            <w:vAlign w:val="center"/>
          </w:tcPr>
          <w:p w:rsidR="001904E4" w:rsidRPr="007412BB" w:rsidRDefault="001904E4" w:rsidP="001918A7">
            <w:pPr>
              <w:spacing w:line="276" w:lineRule="auto"/>
              <w:rPr>
                <w:noProof/>
              </w:rPr>
            </w:pPr>
          </w:p>
        </w:tc>
      </w:tr>
      <w:tr w:rsidR="001904E4" w:rsidRPr="007412BB" w:rsidTr="003604D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  <w:jc w:val="center"/>
        </w:trPr>
        <w:tc>
          <w:tcPr>
            <w:tcW w:w="748" w:type="dxa"/>
            <w:vAlign w:val="center"/>
          </w:tcPr>
          <w:p w:rsidR="001904E4" w:rsidRPr="007412BB" w:rsidRDefault="001904E4" w:rsidP="001918A7">
            <w:pPr>
              <w:spacing w:line="276" w:lineRule="auto"/>
              <w:jc w:val="center"/>
              <w:rPr>
                <w:noProof/>
              </w:rPr>
            </w:pPr>
          </w:p>
        </w:tc>
        <w:tc>
          <w:tcPr>
            <w:tcW w:w="4876" w:type="dxa"/>
            <w:vAlign w:val="center"/>
          </w:tcPr>
          <w:p w:rsidR="001904E4" w:rsidRPr="007412BB" w:rsidRDefault="001904E4" w:rsidP="001918A7">
            <w:pPr>
              <w:spacing w:line="276" w:lineRule="auto"/>
              <w:rPr>
                <w:noProof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1904E4" w:rsidRPr="007412BB" w:rsidRDefault="001904E4" w:rsidP="001918A7">
            <w:pPr>
              <w:spacing w:line="276" w:lineRule="auto"/>
              <w:rPr>
                <w:noProof/>
              </w:rPr>
            </w:pPr>
          </w:p>
        </w:tc>
        <w:tc>
          <w:tcPr>
            <w:tcW w:w="2708" w:type="dxa"/>
            <w:shd w:val="clear" w:color="auto" w:fill="auto"/>
            <w:vAlign w:val="center"/>
          </w:tcPr>
          <w:p w:rsidR="001904E4" w:rsidRPr="007412BB" w:rsidRDefault="001904E4" w:rsidP="001918A7">
            <w:pPr>
              <w:spacing w:line="276" w:lineRule="auto"/>
              <w:rPr>
                <w:noProof/>
              </w:rPr>
            </w:pPr>
          </w:p>
        </w:tc>
      </w:tr>
      <w:tr w:rsidR="001904E4" w:rsidRPr="007412BB" w:rsidTr="003604D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  <w:jc w:val="center"/>
        </w:trPr>
        <w:tc>
          <w:tcPr>
            <w:tcW w:w="748" w:type="dxa"/>
            <w:vAlign w:val="center"/>
          </w:tcPr>
          <w:p w:rsidR="001904E4" w:rsidRPr="007412BB" w:rsidRDefault="001904E4" w:rsidP="001918A7">
            <w:pPr>
              <w:spacing w:line="276" w:lineRule="auto"/>
              <w:jc w:val="center"/>
              <w:rPr>
                <w:noProof/>
              </w:rPr>
            </w:pPr>
          </w:p>
        </w:tc>
        <w:tc>
          <w:tcPr>
            <w:tcW w:w="4876" w:type="dxa"/>
            <w:vAlign w:val="center"/>
          </w:tcPr>
          <w:p w:rsidR="001904E4" w:rsidRPr="007412BB" w:rsidRDefault="001904E4" w:rsidP="001918A7">
            <w:pPr>
              <w:spacing w:line="276" w:lineRule="auto"/>
              <w:rPr>
                <w:noProof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1904E4" w:rsidRPr="007412BB" w:rsidRDefault="001904E4" w:rsidP="001918A7">
            <w:pPr>
              <w:spacing w:line="276" w:lineRule="auto"/>
              <w:rPr>
                <w:noProof/>
              </w:rPr>
            </w:pPr>
          </w:p>
        </w:tc>
        <w:tc>
          <w:tcPr>
            <w:tcW w:w="2708" w:type="dxa"/>
            <w:shd w:val="clear" w:color="auto" w:fill="auto"/>
            <w:vAlign w:val="center"/>
          </w:tcPr>
          <w:p w:rsidR="001904E4" w:rsidRPr="007412BB" w:rsidRDefault="001904E4" w:rsidP="001918A7">
            <w:pPr>
              <w:spacing w:line="276" w:lineRule="auto"/>
              <w:rPr>
                <w:noProof/>
              </w:rPr>
            </w:pPr>
          </w:p>
        </w:tc>
      </w:tr>
      <w:tr w:rsidR="001904E4" w:rsidRPr="007412BB" w:rsidTr="003604D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  <w:jc w:val="center"/>
        </w:trPr>
        <w:tc>
          <w:tcPr>
            <w:tcW w:w="748" w:type="dxa"/>
            <w:vAlign w:val="center"/>
          </w:tcPr>
          <w:p w:rsidR="001904E4" w:rsidRPr="007412BB" w:rsidRDefault="001904E4" w:rsidP="001918A7">
            <w:pPr>
              <w:spacing w:line="276" w:lineRule="auto"/>
              <w:jc w:val="center"/>
              <w:rPr>
                <w:noProof/>
              </w:rPr>
            </w:pPr>
          </w:p>
        </w:tc>
        <w:tc>
          <w:tcPr>
            <w:tcW w:w="4876" w:type="dxa"/>
            <w:vAlign w:val="center"/>
          </w:tcPr>
          <w:p w:rsidR="001904E4" w:rsidRPr="007412BB" w:rsidRDefault="001904E4" w:rsidP="001918A7">
            <w:pPr>
              <w:spacing w:line="276" w:lineRule="auto"/>
              <w:rPr>
                <w:noProof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1904E4" w:rsidRPr="007412BB" w:rsidRDefault="001904E4" w:rsidP="001918A7">
            <w:pPr>
              <w:spacing w:line="276" w:lineRule="auto"/>
              <w:rPr>
                <w:noProof/>
              </w:rPr>
            </w:pPr>
          </w:p>
        </w:tc>
        <w:tc>
          <w:tcPr>
            <w:tcW w:w="2708" w:type="dxa"/>
            <w:shd w:val="clear" w:color="auto" w:fill="auto"/>
            <w:vAlign w:val="center"/>
          </w:tcPr>
          <w:p w:rsidR="001904E4" w:rsidRPr="007412BB" w:rsidRDefault="001904E4" w:rsidP="001918A7">
            <w:pPr>
              <w:spacing w:line="276" w:lineRule="auto"/>
              <w:rPr>
                <w:noProof/>
              </w:rPr>
            </w:pPr>
          </w:p>
        </w:tc>
      </w:tr>
      <w:tr w:rsidR="001904E4" w:rsidRPr="007412BB" w:rsidTr="003604D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  <w:jc w:val="center"/>
        </w:trPr>
        <w:tc>
          <w:tcPr>
            <w:tcW w:w="748" w:type="dxa"/>
            <w:vAlign w:val="center"/>
          </w:tcPr>
          <w:p w:rsidR="001904E4" w:rsidRPr="007412BB" w:rsidRDefault="001904E4" w:rsidP="001918A7">
            <w:pPr>
              <w:spacing w:line="276" w:lineRule="auto"/>
              <w:jc w:val="center"/>
              <w:rPr>
                <w:noProof/>
              </w:rPr>
            </w:pPr>
          </w:p>
        </w:tc>
        <w:tc>
          <w:tcPr>
            <w:tcW w:w="4876" w:type="dxa"/>
            <w:vAlign w:val="center"/>
          </w:tcPr>
          <w:p w:rsidR="001904E4" w:rsidRPr="007412BB" w:rsidRDefault="001904E4" w:rsidP="001918A7">
            <w:pPr>
              <w:spacing w:line="276" w:lineRule="auto"/>
              <w:rPr>
                <w:noProof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1904E4" w:rsidRPr="007412BB" w:rsidRDefault="001904E4" w:rsidP="001918A7">
            <w:pPr>
              <w:spacing w:line="276" w:lineRule="auto"/>
              <w:rPr>
                <w:noProof/>
              </w:rPr>
            </w:pPr>
          </w:p>
        </w:tc>
        <w:tc>
          <w:tcPr>
            <w:tcW w:w="2708" w:type="dxa"/>
            <w:shd w:val="clear" w:color="auto" w:fill="auto"/>
            <w:vAlign w:val="center"/>
          </w:tcPr>
          <w:p w:rsidR="001904E4" w:rsidRPr="007412BB" w:rsidRDefault="001904E4" w:rsidP="001918A7">
            <w:pPr>
              <w:spacing w:line="276" w:lineRule="auto"/>
              <w:rPr>
                <w:noProof/>
              </w:rPr>
            </w:pPr>
          </w:p>
        </w:tc>
      </w:tr>
      <w:tr w:rsidR="001904E4" w:rsidRPr="007412BB" w:rsidTr="003604D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  <w:jc w:val="center"/>
        </w:trPr>
        <w:tc>
          <w:tcPr>
            <w:tcW w:w="748" w:type="dxa"/>
            <w:vAlign w:val="center"/>
          </w:tcPr>
          <w:p w:rsidR="001904E4" w:rsidRPr="007412BB" w:rsidRDefault="001904E4" w:rsidP="001918A7">
            <w:pPr>
              <w:spacing w:line="276" w:lineRule="auto"/>
              <w:jc w:val="center"/>
              <w:rPr>
                <w:noProof/>
              </w:rPr>
            </w:pPr>
          </w:p>
        </w:tc>
        <w:tc>
          <w:tcPr>
            <w:tcW w:w="4876" w:type="dxa"/>
            <w:vAlign w:val="center"/>
          </w:tcPr>
          <w:p w:rsidR="001904E4" w:rsidRPr="007412BB" w:rsidRDefault="001904E4" w:rsidP="001918A7">
            <w:pPr>
              <w:spacing w:line="276" w:lineRule="auto"/>
              <w:rPr>
                <w:noProof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1904E4" w:rsidRPr="007412BB" w:rsidRDefault="001904E4" w:rsidP="001918A7">
            <w:pPr>
              <w:spacing w:line="276" w:lineRule="auto"/>
              <w:rPr>
                <w:noProof/>
              </w:rPr>
            </w:pPr>
          </w:p>
        </w:tc>
        <w:tc>
          <w:tcPr>
            <w:tcW w:w="2708" w:type="dxa"/>
            <w:shd w:val="clear" w:color="auto" w:fill="auto"/>
            <w:vAlign w:val="center"/>
          </w:tcPr>
          <w:p w:rsidR="001904E4" w:rsidRPr="007412BB" w:rsidRDefault="001904E4" w:rsidP="001918A7">
            <w:pPr>
              <w:spacing w:line="276" w:lineRule="auto"/>
              <w:rPr>
                <w:noProof/>
              </w:rPr>
            </w:pPr>
          </w:p>
        </w:tc>
      </w:tr>
      <w:tr w:rsidR="001904E4" w:rsidRPr="007412BB" w:rsidTr="003604D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  <w:jc w:val="center"/>
        </w:trPr>
        <w:tc>
          <w:tcPr>
            <w:tcW w:w="748" w:type="dxa"/>
            <w:vAlign w:val="center"/>
          </w:tcPr>
          <w:p w:rsidR="001904E4" w:rsidRPr="007412BB" w:rsidRDefault="001904E4" w:rsidP="001918A7">
            <w:pPr>
              <w:spacing w:line="276" w:lineRule="auto"/>
              <w:jc w:val="center"/>
              <w:rPr>
                <w:noProof/>
              </w:rPr>
            </w:pPr>
          </w:p>
        </w:tc>
        <w:tc>
          <w:tcPr>
            <w:tcW w:w="4876" w:type="dxa"/>
            <w:vAlign w:val="center"/>
          </w:tcPr>
          <w:p w:rsidR="001904E4" w:rsidRPr="007412BB" w:rsidRDefault="001904E4" w:rsidP="001918A7">
            <w:pPr>
              <w:spacing w:line="276" w:lineRule="auto"/>
              <w:rPr>
                <w:noProof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1904E4" w:rsidRPr="007412BB" w:rsidRDefault="001904E4" w:rsidP="001918A7">
            <w:pPr>
              <w:spacing w:line="276" w:lineRule="auto"/>
              <w:rPr>
                <w:noProof/>
              </w:rPr>
            </w:pPr>
          </w:p>
        </w:tc>
        <w:tc>
          <w:tcPr>
            <w:tcW w:w="2708" w:type="dxa"/>
            <w:shd w:val="clear" w:color="auto" w:fill="auto"/>
            <w:vAlign w:val="center"/>
          </w:tcPr>
          <w:p w:rsidR="001904E4" w:rsidRPr="007412BB" w:rsidRDefault="001904E4" w:rsidP="001918A7">
            <w:pPr>
              <w:spacing w:line="276" w:lineRule="auto"/>
              <w:rPr>
                <w:noProof/>
              </w:rPr>
            </w:pPr>
          </w:p>
        </w:tc>
      </w:tr>
      <w:tr w:rsidR="001904E4" w:rsidRPr="007412BB" w:rsidTr="003604D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  <w:jc w:val="center"/>
        </w:trPr>
        <w:tc>
          <w:tcPr>
            <w:tcW w:w="748" w:type="dxa"/>
            <w:vAlign w:val="center"/>
          </w:tcPr>
          <w:p w:rsidR="001904E4" w:rsidRPr="007412BB" w:rsidRDefault="001904E4" w:rsidP="001918A7">
            <w:pPr>
              <w:spacing w:line="276" w:lineRule="auto"/>
              <w:jc w:val="center"/>
              <w:rPr>
                <w:noProof/>
              </w:rPr>
            </w:pPr>
          </w:p>
        </w:tc>
        <w:tc>
          <w:tcPr>
            <w:tcW w:w="4876" w:type="dxa"/>
            <w:vAlign w:val="center"/>
          </w:tcPr>
          <w:p w:rsidR="001904E4" w:rsidRPr="007412BB" w:rsidRDefault="001904E4" w:rsidP="001918A7">
            <w:pPr>
              <w:spacing w:line="276" w:lineRule="auto"/>
              <w:rPr>
                <w:noProof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1904E4" w:rsidRPr="007412BB" w:rsidRDefault="001904E4" w:rsidP="001918A7">
            <w:pPr>
              <w:spacing w:line="276" w:lineRule="auto"/>
              <w:rPr>
                <w:noProof/>
              </w:rPr>
            </w:pPr>
          </w:p>
        </w:tc>
        <w:tc>
          <w:tcPr>
            <w:tcW w:w="2708" w:type="dxa"/>
            <w:shd w:val="clear" w:color="auto" w:fill="auto"/>
            <w:vAlign w:val="center"/>
          </w:tcPr>
          <w:p w:rsidR="001904E4" w:rsidRPr="007412BB" w:rsidRDefault="001904E4" w:rsidP="001918A7">
            <w:pPr>
              <w:spacing w:line="276" w:lineRule="auto"/>
              <w:rPr>
                <w:noProof/>
              </w:rPr>
            </w:pPr>
          </w:p>
        </w:tc>
      </w:tr>
      <w:tr w:rsidR="001904E4" w:rsidRPr="007412BB" w:rsidTr="003604D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  <w:jc w:val="center"/>
        </w:trPr>
        <w:tc>
          <w:tcPr>
            <w:tcW w:w="748" w:type="dxa"/>
            <w:vAlign w:val="center"/>
          </w:tcPr>
          <w:p w:rsidR="001904E4" w:rsidRPr="007412BB" w:rsidRDefault="001904E4" w:rsidP="001918A7">
            <w:pPr>
              <w:spacing w:line="276" w:lineRule="auto"/>
              <w:jc w:val="center"/>
              <w:rPr>
                <w:noProof/>
              </w:rPr>
            </w:pPr>
          </w:p>
        </w:tc>
        <w:tc>
          <w:tcPr>
            <w:tcW w:w="4876" w:type="dxa"/>
            <w:vAlign w:val="center"/>
          </w:tcPr>
          <w:p w:rsidR="001904E4" w:rsidRPr="007412BB" w:rsidRDefault="001904E4" w:rsidP="001918A7">
            <w:pPr>
              <w:spacing w:line="276" w:lineRule="auto"/>
              <w:rPr>
                <w:noProof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1904E4" w:rsidRPr="007412BB" w:rsidRDefault="001904E4" w:rsidP="001918A7">
            <w:pPr>
              <w:spacing w:line="276" w:lineRule="auto"/>
              <w:rPr>
                <w:noProof/>
              </w:rPr>
            </w:pPr>
          </w:p>
        </w:tc>
        <w:tc>
          <w:tcPr>
            <w:tcW w:w="2708" w:type="dxa"/>
            <w:shd w:val="clear" w:color="auto" w:fill="auto"/>
            <w:vAlign w:val="center"/>
          </w:tcPr>
          <w:p w:rsidR="001904E4" w:rsidRPr="007412BB" w:rsidRDefault="001904E4" w:rsidP="001918A7">
            <w:pPr>
              <w:spacing w:line="276" w:lineRule="auto"/>
              <w:rPr>
                <w:noProof/>
              </w:rPr>
            </w:pPr>
          </w:p>
        </w:tc>
      </w:tr>
      <w:tr w:rsidR="001904E4" w:rsidRPr="007412BB" w:rsidTr="003604D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  <w:jc w:val="center"/>
        </w:trPr>
        <w:tc>
          <w:tcPr>
            <w:tcW w:w="748" w:type="dxa"/>
            <w:vAlign w:val="center"/>
          </w:tcPr>
          <w:p w:rsidR="001904E4" w:rsidRPr="007412BB" w:rsidRDefault="001904E4" w:rsidP="001918A7">
            <w:pPr>
              <w:spacing w:line="276" w:lineRule="auto"/>
              <w:jc w:val="center"/>
              <w:rPr>
                <w:noProof/>
              </w:rPr>
            </w:pPr>
          </w:p>
        </w:tc>
        <w:tc>
          <w:tcPr>
            <w:tcW w:w="4876" w:type="dxa"/>
            <w:vAlign w:val="center"/>
          </w:tcPr>
          <w:p w:rsidR="001904E4" w:rsidRPr="007412BB" w:rsidRDefault="001904E4" w:rsidP="001918A7">
            <w:pPr>
              <w:spacing w:line="276" w:lineRule="auto"/>
              <w:rPr>
                <w:noProof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1904E4" w:rsidRPr="007412BB" w:rsidRDefault="001904E4" w:rsidP="001918A7">
            <w:pPr>
              <w:spacing w:line="276" w:lineRule="auto"/>
              <w:rPr>
                <w:noProof/>
              </w:rPr>
            </w:pPr>
          </w:p>
        </w:tc>
        <w:tc>
          <w:tcPr>
            <w:tcW w:w="2708" w:type="dxa"/>
            <w:shd w:val="clear" w:color="auto" w:fill="auto"/>
            <w:vAlign w:val="center"/>
          </w:tcPr>
          <w:p w:rsidR="001904E4" w:rsidRPr="007412BB" w:rsidRDefault="001904E4" w:rsidP="001918A7">
            <w:pPr>
              <w:spacing w:line="276" w:lineRule="auto"/>
              <w:rPr>
                <w:noProof/>
              </w:rPr>
            </w:pPr>
          </w:p>
        </w:tc>
      </w:tr>
    </w:tbl>
    <w:p w:rsidR="001904E4" w:rsidRDefault="001904E4" w:rsidP="001904E4">
      <w:pPr>
        <w:spacing w:line="276" w:lineRule="auto"/>
        <w:jc w:val="both"/>
        <w:rPr>
          <w:b/>
          <w:noProof/>
        </w:rPr>
      </w:pPr>
    </w:p>
    <w:p w:rsidR="001904E4" w:rsidRPr="007412BB" w:rsidRDefault="001904E4" w:rsidP="001904E4">
      <w:pPr>
        <w:spacing w:line="276" w:lineRule="auto"/>
        <w:jc w:val="both"/>
        <w:rPr>
          <w:b/>
          <w:noProof/>
        </w:rPr>
      </w:pPr>
    </w:p>
    <w:p w:rsidR="001904E4" w:rsidRPr="007412BB" w:rsidRDefault="001904E4" w:rsidP="001904E4">
      <w:pPr>
        <w:spacing w:line="276" w:lineRule="auto"/>
        <w:jc w:val="both"/>
        <w:rPr>
          <w:b/>
          <w:noProof/>
        </w:rPr>
      </w:pPr>
      <w:r>
        <w:rPr>
          <w:noProof/>
          <w:lang w:val="en-US"/>
        </w:rPr>
        <w:t xml:space="preserve">* </w:t>
      </w:r>
      <w:r w:rsidR="00080225">
        <w:rPr>
          <w:noProof/>
          <w:lang w:val="en-US"/>
        </w:rPr>
        <w:t>Titlul lucrării se precizează l</w:t>
      </w:r>
      <w:r>
        <w:rPr>
          <w:noProof/>
          <w:lang w:val="en-US"/>
        </w:rPr>
        <w:t xml:space="preserve">a secţiunea </w:t>
      </w:r>
      <w:r w:rsidRPr="00800FB7">
        <w:rPr>
          <w:i/>
          <w:noProof/>
          <w:lang w:val="en-US"/>
        </w:rPr>
        <w:t>Creaţie multimedia</w:t>
      </w:r>
      <w:r>
        <w:rPr>
          <w:noProof/>
          <w:lang w:val="en-US"/>
        </w:rPr>
        <w:t xml:space="preserve"> </w:t>
      </w:r>
    </w:p>
    <w:p w:rsidR="00D02152" w:rsidRDefault="00D02152" w:rsidP="00FE5B56">
      <w:pPr>
        <w:jc w:val="both"/>
        <w:rPr>
          <w:b/>
          <w:noProof/>
        </w:rPr>
      </w:pPr>
    </w:p>
    <w:sectPr w:rsidR="00D02152" w:rsidSect="00E42A66">
      <w:footerReference w:type="default" r:id="rId7"/>
      <w:pgSz w:w="11907" w:h="16840" w:code="9"/>
      <w:pgMar w:top="907" w:right="964" w:bottom="907" w:left="1418" w:header="567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47C" w:rsidRDefault="00CB647C" w:rsidP="002A6580">
      <w:r>
        <w:separator/>
      </w:r>
    </w:p>
  </w:endnote>
  <w:endnote w:type="continuationSeparator" w:id="0">
    <w:p w:rsidR="00CB647C" w:rsidRDefault="00CB647C" w:rsidP="002A65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9A4" w:rsidRPr="00E450BB" w:rsidRDefault="00666269" w:rsidP="00E450BB">
    <w:pPr>
      <w:pStyle w:val="Subsol"/>
      <w:jc w:val="center"/>
    </w:pPr>
    <w:fldSimple w:instr=" PAGE   \* MERGEFORMAT ">
      <w:r w:rsidR="000A6F79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47C" w:rsidRDefault="00CB647C" w:rsidP="002A6580">
      <w:r>
        <w:separator/>
      </w:r>
    </w:p>
  </w:footnote>
  <w:footnote w:type="continuationSeparator" w:id="0">
    <w:p w:rsidR="00CB647C" w:rsidRDefault="00CB647C" w:rsidP="002A65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8467F"/>
    <w:multiLevelType w:val="hybridMultilevel"/>
    <w:tmpl w:val="68AC1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D948F3"/>
    <w:multiLevelType w:val="hybridMultilevel"/>
    <w:tmpl w:val="8C4CB9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253CC5"/>
    <w:multiLevelType w:val="hybridMultilevel"/>
    <w:tmpl w:val="143A6AD2"/>
    <w:lvl w:ilvl="0" w:tplc="DD942054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A9A3C7B"/>
    <w:multiLevelType w:val="hybridMultilevel"/>
    <w:tmpl w:val="EE26B4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E938ED"/>
    <w:multiLevelType w:val="hybridMultilevel"/>
    <w:tmpl w:val="70B0916C"/>
    <w:lvl w:ilvl="0" w:tplc="75F47216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23B03EB9"/>
    <w:multiLevelType w:val="hybridMultilevel"/>
    <w:tmpl w:val="2850F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2E7AD3"/>
    <w:multiLevelType w:val="hybridMultilevel"/>
    <w:tmpl w:val="66DA4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9742C0"/>
    <w:multiLevelType w:val="hybridMultilevel"/>
    <w:tmpl w:val="0B6C6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7B4F6D"/>
    <w:multiLevelType w:val="hybridMultilevel"/>
    <w:tmpl w:val="348EAE88"/>
    <w:lvl w:ilvl="0" w:tplc="CFC43C40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B55747E"/>
    <w:multiLevelType w:val="hybridMultilevel"/>
    <w:tmpl w:val="8B4EB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FB171F"/>
    <w:multiLevelType w:val="hybridMultilevel"/>
    <w:tmpl w:val="717E7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A247C1"/>
    <w:multiLevelType w:val="hybridMultilevel"/>
    <w:tmpl w:val="405EB1EE"/>
    <w:lvl w:ilvl="0" w:tplc="CFC43C4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E34073"/>
    <w:multiLevelType w:val="hybridMultilevel"/>
    <w:tmpl w:val="9FB20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61450E"/>
    <w:multiLevelType w:val="hybridMultilevel"/>
    <w:tmpl w:val="57E68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1D15DB"/>
    <w:multiLevelType w:val="hybridMultilevel"/>
    <w:tmpl w:val="467699BE"/>
    <w:lvl w:ilvl="0" w:tplc="CFC43C40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5EA1FAE"/>
    <w:multiLevelType w:val="hybridMultilevel"/>
    <w:tmpl w:val="280A7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41066F"/>
    <w:multiLevelType w:val="hybridMultilevel"/>
    <w:tmpl w:val="0728C5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0704412"/>
    <w:multiLevelType w:val="hybridMultilevel"/>
    <w:tmpl w:val="652A826A"/>
    <w:lvl w:ilvl="0" w:tplc="CFC43C4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EC059D"/>
    <w:multiLevelType w:val="hybridMultilevel"/>
    <w:tmpl w:val="B92E9D36"/>
    <w:lvl w:ilvl="0" w:tplc="B4720B18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9028DA"/>
    <w:multiLevelType w:val="hybridMultilevel"/>
    <w:tmpl w:val="D8DE5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25649C"/>
    <w:multiLevelType w:val="hybridMultilevel"/>
    <w:tmpl w:val="DFDA3964"/>
    <w:lvl w:ilvl="0" w:tplc="CFC43C4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974D7E"/>
    <w:multiLevelType w:val="hybridMultilevel"/>
    <w:tmpl w:val="983A5AA6"/>
    <w:lvl w:ilvl="0" w:tplc="29A02C2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DFE43AB"/>
    <w:multiLevelType w:val="hybridMultilevel"/>
    <w:tmpl w:val="6C705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654DF2"/>
    <w:multiLevelType w:val="hybridMultilevel"/>
    <w:tmpl w:val="04825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4"/>
  </w:num>
  <w:num w:numId="3">
    <w:abstractNumId w:val="8"/>
  </w:num>
  <w:num w:numId="4">
    <w:abstractNumId w:val="4"/>
  </w:num>
  <w:num w:numId="5">
    <w:abstractNumId w:val="21"/>
  </w:num>
  <w:num w:numId="6">
    <w:abstractNumId w:val="2"/>
  </w:num>
  <w:num w:numId="7">
    <w:abstractNumId w:val="23"/>
  </w:num>
  <w:num w:numId="8">
    <w:abstractNumId w:val="3"/>
  </w:num>
  <w:num w:numId="9">
    <w:abstractNumId w:val="7"/>
  </w:num>
  <w:num w:numId="10">
    <w:abstractNumId w:val="1"/>
  </w:num>
  <w:num w:numId="11">
    <w:abstractNumId w:val="5"/>
  </w:num>
  <w:num w:numId="12">
    <w:abstractNumId w:val="12"/>
  </w:num>
  <w:num w:numId="13">
    <w:abstractNumId w:val="9"/>
  </w:num>
  <w:num w:numId="14">
    <w:abstractNumId w:val="22"/>
  </w:num>
  <w:num w:numId="15">
    <w:abstractNumId w:val="16"/>
  </w:num>
  <w:num w:numId="16">
    <w:abstractNumId w:val="15"/>
  </w:num>
  <w:num w:numId="17">
    <w:abstractNumId w:val="0"/>
  </w:num>
  <w:num w:numId="18">
    <w:abstractNumId w:val="6"/>
  </w:num>
  <w:num w:numId="19">
    <w:abstractNumId w:val="19"/>
  </w:num>
  <w:num w:numId="20">
    <w:abstractNumId w:val="10"/>
  </w:num>
  <w:num w:numId="21">
    <w:abstractNumId w:val="11"/>
  </w:num>
  <w:num w:numId="22">
    <w:abstractNumId w:val="20"/>
  </w:num>
  <w:num w:numId="23">
    <w:abstractNumId w:val="17"/>
  </w:num>
  <w:num w:numId="24">
    <w:abstractNumId w:val="13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64654B"/>
    <w:rsid w:val="00001BC5"/>
    <w:rsid w:val="00002668"/>
    <w:rsid w:val="00002E59"/>
    <w:rsid w:val="00003BA1"/>
    <w:rsid w:val="0001106F"/>
    <w:rsid w:val="00011778"/>
    <w:rsid w:val="00013F8D"/>
    <w:rsid w:val="00014F15"/>
    <w:rsid w:val="00016973"/>
    <w:rsid w:val="000179AD"/>
    <w:rsid w:val="00022010"/>
    <w:rsid w:val="00025280"/>
    <w:rsid w:val="00026D47"/>
    <w:rsid w:val="00033B54"/>
    <w:rsid w:val="00035A66"/>
    <w:rsid w:val="00035E42"/>
    <w:rsid w:val="0003674F"/>
    <w:rsid w:val="00041206"/>
    <w:rsid w:val="00041389"/>
    <w:rsid w:val="00042C64"/>
    <w:rsid w:val="00043ED6"/>
    <w:rsid w:val="0004751A"/>
    <w:rsid w:val="00047F40"/>
    <w:rsid w:val="00050B02"/>
    <w:rsid w:val="00050D33"/>
    <w:rsid w:val="00052D45"/>
    <w:rsid w:val="00056774"/>
    <w:rsid w:val="000572B6"/>
    <w:rsid w:val="0006121F"/>
    <w:rsid w:val="00061F49"/>
    <w:rsid w:val="00063634"/>
    <w:rsid w:val="0006446C"/>
    <w:rsid w:val="0006537B"/>
    <w:rsid w:val="00067569"/>
    <w:rsid w:val="00071A31"/>
    <w:rsid w:val="00072981"/>
    <w:rsid w:val="000771E8"/>
    <w:rsid w:val="00077298"/>
    <w:rsid w:val="00080225"/>
    <w:rsid w:val="00080EC4"/>
    <w:rsid w:val="000833C5"/>
    <w:rsid w:val="000835FC"/>
    <w:rsid w:val="00084083"/>
    <w:rsid w:val="0008594D"/>
    <w:rsid w:val="00085C38"/>
    <w:rsid w:val="00086A36"/>
    <w:rsid w:val="00087B51"/>
    <w:rsid w:val="00090088"/>
    <w:rsid w:val="00090D4F"/>
    <w:rsid w:val="00092F2E"/>
    <w:rsid w:val="00094980"/>
    <w:rsid w:val="00096A9B"/>
    <w:rsid w:val="00096CE0"/>
    <w:rsid w:val="000A3B44"/>
    <w:rsid w:val="000A6807"/>
    <w:rsid w:val="000A6F79"/>
    <w:rsid w:val="000B1969"/>
    <w:rsid w:val="000B1A32"/>
    <w:rsid w:val="000B57E3"/>
    <w:rsid w:val="000B71D0"/>
    <w:rsid w:val="000B7200"/>
    <w:rsid w:val="000B7C9D"/>
    <w:rsid w:val="000C1F26"/>
    <w:rsid w:val="000C342F"/>
    <w:rsid w:val="000C56CE"/>
    <w:rsid w:val="000C67C1"/>
    <w:rsid w:val="000C725E"/>
    <w:rsid w:val="000C7FB1"/>
    <w:rsid w:val="000D0F83"/>
    <w:rsid w:val="000D1916"/>
    <w:rsid w:val="000D25E6"/>
    <w:rsid w:val="000D3241"/>
    <w:rsid w:val="000D68CB"/>
    <w:rsid w:val="000D6D7B"/>
    <w:rsid w:val="000D7252"/>
    <w:rsid w:val="000E2C41"/>
    <w:rsid w:val="000E2D93"/>
    <w:rsid w:val="000E577C"/>
    <w:rsid w:val="000E595C"/>
    <w:rsid w:val="000E6D2E"/>
    <w:rsid w:val="000F205E"/>
    <w:rsid w:val="000F2EA6"/>
    <w:rsid w:val="000F3331"/>
    <w:rsid w:val="000F35B0"/>
    <w:rsid w:val="000F4D21"/>
    <w:rsid w:val="0010561B"/>
    <w:rsid w:val="00107494"/>
    <w:rsid w:val="00110C0E"/>
    <w:rsid w:val="00113C0A"/>
    <w:rsid w:val="00113DC1"/>
    <w:rsid w:val="00113EED"/>
    <w:rsid w:val="00116FA9"/>
    <w:rsid w:val="001210C2"/>
    <w:rsid w:val="00121D81"/>
    <w:rsid w:val="00126DD0"/>
    <w:rsid w:val="00126E82"/>
    <w:rsid w:val="0013125E"/>
    <w:rsid w:val="00132121"/>
    <w:rsid w:val="00135AB5"/>
    <w:rsid w:val="001373BE"/>
    <w:rsid w:val="00137718"/>
    <w:rsid w:val="0014068E"/>
    <w:rsid w:val="0014071F"/>
    <w:rsid w:val="00141FE1"/>
    <w:rsid w:val="001434EA"/>
    <w:rsid w:val="0014608F"/>
    <w:rsid w:val="00146EEF"/>
    <w:rsid w:val="00151EF0"/>
    <w:rsid w:val="001534D6"/>
    <w:rsid w:val="001563DE"/>
    <w:rsid w:val="00161C24"/>
    <w:rsid w:val="00162F38"/>
    <w:rsid w:val="00165FB3"/>
    <w:rsid w:val="00166665"/>
    <w:rsid w:val="0017129B"/>
    <w:rsid w:val="0017498E"/>
    <w:rsid w:val="00175AD8"/>
    <w:rsid w:val="00177DB6"/>
    <w:rsid w:val="00180DE7"/>
    <w:rsid w:val="00182582"/>
    <w:rsid w:val="001844D9"/>
    <w:rsid w:val="00184C28"/>
    <w:rsid w:val="00185398"/>
    <w:rsid w:val="00185D81"/>
    <w:rsid w:val="001862CC"/>
    <w:rsid w:val="00186B7C"/>
    <w:rsid w:val="0018755B"/>
    <w:rsid w:val="001904E4"/>
    <w:rsid w:val="001918A7"/>
    <w:rsid w:val="00193A37"/>
    <w:rsid w:val="001A0702"/>
    <w:rsid w:val="001A0A0F"/>
    <w:rsid w:val="001A1B28"/>
    <w:rsid w:val="001A7FDD"/>
    <w:rsid w:val="001B3D02"/>
    <w:rsid w:val="001B3F9F"/>
    <w:rsid w:val="001B5916"/>
    <w:rsid w:val="001B5C64"/>
    <w:rsid w:val="001B718F"/>
    <w:rsid w:val="001C1036"/>
    <w:rsid w:val="001C1E3D"/>
    <w:rsid w:val="001C2947"/>
    <w:rsid w:val="001C55D7"/>
    <w:rsid w:val="001C56C7"/>
    <w:rsid w:val="001C5762"/>
    <w:rsid w:val="001C59E8"/>
    <w:rsid w:val="001D0D13"/>
    <w:rsid w:val="001D160C"/>
    <w:rsid w:val="001D396B"/>
    <w:rsid w:val="001D3E0E"/>
    <w:rsid w:val="001D4E49"/>
    <w:rsid w:val="001D56D7"/>
    <w:rsid w:val="001D5D68"/>
    <w:rsid w:val="001D71F1"/>
    <w:rsid w:val="001D76B3"/>
    <w:rsid w:val="001D7BB2"/>
    <w:rsid w:val="001E1E25"/>
    <w:rsid w:val="001E52D1"/>
    <w:rsid w:val="001E620C"/>
    <w:rsid w:val="001E7A4E"/>
    <w:rsid w:val="001E7C0E"/>
    <w:rsid w:val="001F1F4F"/>
    <w:rsid w:val="001F55FF"/>
    <w:rsid w:val="001F5848"/>
    <w:rsid w:val="001F6708"/>
    <w:rsid w:val="001F7145"/>
    <w:rsid w:val="001F7244"/>
    <w:rsid w:val="001F7A3D"/>
    <w:rsid w:val="00200395"/>
    <w:rsid w:val="00201000"/>
    <w:rsid w:val="002014DD"/>
    <w:rsid w:val="00203560"/>
    <w:rsid w:val="00205F5D"/>
    <w:rsid w:val="002069B0"/>
    <w:rsid w:val="00210799"/>
    <w:rsid w:val="00210E65"/>
    <w:rsid w:val="0021129B"/>
    <w:rsid w:val="00211679"/>
    <w:rsid w:val="00211ABA"/>
    <w:rsid w:val="002126CD"/>
    <w:rsid w:val="00213546"/>
    <w:rsid w:val="00215EDF"/>
    <w:rsid w:val="00222B98"/>
    <w:rsid w:val="00226832"/>
    <w:rsid w:val="002304F1"/>
    <w:rsid w:val="00231F37"/>
    <w:rsid w:val="00233FEA"/>
    <w:rsid w:val="0023513E"/>
    <w:rsid w:val="002360D4"/>
    <w:rsid w:val="00237198"/>
    <w:rsid w:val="0023772D"/>
    <w:rsid w:val="00237D52"/>
    <w:rsid w:val="00237FD0"/>
    <w:rsid w:val="00240040"/>
    <w:rsid w:val="00240A39"/>
    <w:rsid w:val="0024601B"/>
    <w:rsid w:val="00250FA5"/>
    <w:rsid w:val="002531D5"/>
    <w:rsid w:val="00253CC4"/>
    <w:rsid w:val="00260E78"/>
    <w:rsid w:val="00262082"/>
    <w:rsid w:val="002622CA"/>
    <w:rsid w:val="00263693"/>
    <w:rsid w:val="002640F3"/>
    <w:rsid w:val="00264285"/>
    <w:rsid w:val="00265AB4"/>
    <w:rsid w:val="00265EB7"/>
    <w:rsid w:val="00267796"/>
    <w:rsid w:val="002700A4"/>
    <w:rsid w:val="00270509"/>
    <w:rsid w:val="00271210"/>
    <w:rsid w:val="00274335"/>
    <w:rsid w:val="00275198"/>
    <w:rsid w:val="002755E7"/>
    <w:rsid w:val="00277436"/>
    <w:rsid w:val="0028113F"/>
    <w:rsid w:val="0028672C"/>
    <w:rsid w:val="002869D3"/>
    <w:rsid w:val="00286EE9"/>
    <w:rsid w:val="00287B0E"/>
    <w:rsid w:val="00287F95"/>
    <w:rsid w:val="00290F8F"/>
    <w:rsid w:val="00291B90"/>
    <w:rsid w:val="0029278B"/>
    <w:rsid w:val="00292ADE"/>
    <w:rsid w:val="00294F7C"/>
    <w:rsid w:val="00295A86"/>
    <w:rsid w:val="00296E66"/>
    <w:rsid w:val="002A17AD"/>
    <w:rsid w:val="002A34A8"/>
    <w:rsid w:val="002A3685"/>
    <w:rsid w:val="002A37DE"/>
    <w:rsid w:val="002A6580"/>
    <w:rsid w:val="002A6FEF"/>
    <w:rsid w:val="002A7176"/>
    <w:rsid w:val="002B2D4F"/>
    <w:rsid w:val="002B388D"/>
    <w:rsid w:val="002C0F55"/>
    <w:rsid w:val="002C1103"/>
    <w:rsid w:val="002C2EDD"/>
    <w:rsid w:val="002C3166"/>
    <w:rsid w:val="002C363A"/>
    <w:rsid w:val="002C5042"/>
    <w:rsid w:val="002D2EA4"/>
    <w:rsid w:val="002D433D"/>
    <w:rsid w:val="002D442D"/>
    <w:rsid w:val="002D4E7A"/>
    <w:rsid w:val="002D5813"/>
    <w:rsid w:val="002D750E"/>
    <w:rsid w:val="002D7C07"/>
    <w:rsid w:val="002E0495"/>
    <w:rsid w:val="002E12E7"/>
    <w:rsid w:val="002E3197"/>
    <w:rsid w:val="002E4C97"/>
    <w:rsid w:val="002E7D5D"/>
    <w:rsid w:val="002F114F"/>
    <w:rsid w:val="002F1CC7"/>
    <w:rsid w:val="002F20AF"/>
    <w:rsid w:val="002F2104"/>
    <w:rsid w:val="002F26C1"/>
    <w:rsid w:val="002F3659"/>
    <w:rsid w:val="002F3E15"/>
    <w:rsid w:val="002F3EAA"/>
    <w:rsid w:val="002F55DB"/>
    <w:rsid w:val="002F6826"/>
    <w:rsid w:val="0030117A"/>
    <w:rsid w:val="003021E3"/>
    <w:rsid w:val="00302CE2"/>
    <w:rsid w:val="003032A0"/>
    <w:rsid w:val="00303544"/>
    <w:rsid w:val="003040BE"/>
    <w:rsid w:val="00304FFF"/>
    <w:rsid w:val="003069E0"/>
    <w:rsid w:val="00306E5E"/>
    <w:rsid w:val="00307B49"/>
    <w:rsid w:val="003124A4"/>
    <w:rsid w:val="003142B0"/>
    <w:rsid w:val="00317099"/>
    <w:rsid w:val="00320BEB"/>
    <w:rsid w:val="0032121B"/>
    <w:rsid w:val="00321B2A"/>
    <w:rsid w:val="00321DB2"/>
    <w:rsid w:val="0032376C"/>
    <w:rsid w:val="0032402C"/>
    <w:rsid w:val="003253F7"/>
    <w:rsid w:val="003263D1"/>
    <w:rsid w:val="00332771"/>
    <w:rsid w:val="00333B5A"/>
    <w:rsid w:val="00334192"/>
    <w:rsid w:val="00337E36"/>
    <w:rsid w:val="00341791"/>
    <w:rsid w:val="003431E8"/>
    <w:rsid w:val="00345665"/>
    <w:rsid w:val="0034652B"/>
    <w:rsid w:val="003502C4"/>
    <w:rsid w:val="00350B34"/>
    <w:rsid w:val="00353115"/>
    <w:rsid w:val="003548CA"/>
    <w:rsid w:val="003604D2"/>
    <w:rsid w:val="00362BFE"/>
    <w:rsid w:val="00362F2A"/>
    <w:rsid w:val="003659AC"/>
    <w:rsid w:val="00366E10"/>
    <w:rsid w:val="00371B5D"/>
    <w:rsid w:val="00371B69"/>
    <w:rsid w:val="00375151"/>
    <w:rsid w:val="00375B07"/>
    <w:rsid w:val="00376077"/>
    <w:rsid w:val="003773BD"/>
    <w:rsid w:val="00377C48"/>
    <w:rsid w:val="003807B8"/>
    <w:rsid w:val="003819C7"/>
    <w:rsid w:val="0038297A"/>
    <w:rsid w:val="00383519"/>
    <w:rsid w:val="003855C8"/>
    <w:rsid w:val="00391EAC"/>
    <w:rsid w:val="0039523F"/>
    <w:rsid w:val="00395840"/>
    <w:rsid w:val="003A05E9"/>
    <w:rsid w:val="003A196A"/>
    <w:rsid w:val="003A1A69"/>
    <w:rsid w:val="003A1D32"/>
    <w:rsid w:val="003A290D"/>
    <w:rsid w:val="003A2F37"/>
    <w:rsid w:val="003A4614"/>
    <w:rsid w:val="003A5E43"/>
    <w:rsid w:val="003B01FA"/>
    <w:rsid w:val="003B07F6"/>
    <w:rsid w:val="003B0FE3"/>
    <w:rsid w:val="003B2447"/>
    <w:rsid w:val="003B4BA5"/>
    <w:rsid w:val="003B524A"/>
    <w:rsid w:val="003B628B"/>
    <w:rsid w:val="003C048E"/>
    <w:rsid w:val="003C088D"/>
    <w:rsid w:val="003C1D0D"/>
    <w:rsid w:val="003C336C"/>
    <w:rsid w:val="003C34DB"/>
    <w:rsid w:val="003C723A"/>
    <w:rsid w:val="003C7515"/>
    <w:rsid w:val="003D0A14"/>
    <w:rsid w:val="003D2045"/>
    <w:rsid w:val="003D4484"/>
    <w:rsid w:val="003D535C"/>
    <w:rsid w:val="003D7FEE"/>
    <w:rsid w:val="003E0633"/>
    <w:rsid w:val="003E13B9"/>
    <w:rsid w:val="003E224F"/>
    <w:rsid w:val="003E3432"/>
    <w:rsid w:val="003E4B86"/>
    <w:rsid w:val="003E5E8E"/>
    <w:rsid w:val="003E6EFC"/>
    <w:rsid w:val="003E7726"/>
    <w:rsid w:val="003F2ADA"/>
    <w:rsid w:val="003F3ADD"/>
    <w:rsid w:val="003F51CD"/>
    <w:rsid w:val="003F5F7C"/>
    <w:rsid w:val="003F6FED"/>
    <w:rsid w:val="00400484"/>
    <w:rsid w:val="00400AE4"/>
    <w:rsid w:val="00403504"/>
    <w:rsid w:val="00406D7D"/>
    <w:rsid w:val="00410354"/>
    <w:rsid w:val="004105BB"/>
    <w:rsid w:val="00410F09"/>
    <w:rsid w:val="00413C01"/>
    <w:rsid w:val="00415E31"/>
    <w:rsid w:val="00420A9C"/>
    <w:rsid w:val="00423294"/>
    <w:rsid w:val="0042399E"/>
    <w:rsid w:val="00425F97"/>
    <w:rsid w:val="0043112D"/>
    <w:rsid w:val="00433184"/>
    <w:rsid w:val="004339DE"/>
    <w:rsid w:val="00435C86"/>
    <w:rsid w:val="00441A5A"/>
    <w:rsid w:val="00442850"/>
    <w:rsid w:val="004428B6"/>
    <w:rsid w:val="00447658"/>
    <w:rsid w:val="00447797"/>
    <w:rsid w:val="0044799B"/>
    <w:rsid w:val="004479CE"/>
    <w:rsid w:val="00452746"/>
    <w:rsid w:val="0045287E"/>
    <w:rsid w:val="00454AA9"/>
    <w:rsid w:val="004557C9"/>
    <w:rsid w:val="00460EDD"/>
    <w:rsid w:val="00462152"/>
    <w:rsid w:val="00462C04"/>
    <w:rsid w:val="00462C86"/>
    <w:rsid w:val="00463B9B"/>
    <w:rsid w:val="00464DB3"/>
    <w:rsid w:val="004659CB"/>
    <w:rsid w:val="00473DC2"/>
    <w:rsid w:val="0047650A"/>
    <w:rsid w:val="004769C6"/>
    <w:rsid w:val="00481C9B"/>
    <w:rsid w:val="0048336F"/>
    <w:rsid w:val="00483565"/>
    <w:rsid w:val="00483985"/>
    <w:rsid w:val="00485DC3"/>
    <w:rsid w:val="004864A4"/>
    <w:rsid w:val="004864E9"/>
    <w:rsid w:val="00487564"/>
    <w:rsid w:val="0049113C"/>
    <w:rsid w:val="0049394B"/>
    <w:rsid w:val="0049528D"/>
    <w:rsid w:val="004A018D"/>
    <w:rsid w:val="004A322C"/>
    <w:rsid w:val="004A3C76"/>
    <w:rsid w:val="004A6219"/>
    <w:rsid w:val="004A6734"/>
    <w:rsid w:val="004A7363"/>
    <w:rsid w:val="004A7AE3"/>
    <w:rsid w:val="004A7CAE"/>
    <w:rsid w:val="004B0066"/>
    <w:rsid w:val="004B0143"/>
    <w:rsid w:val="004B1EE5"/>
    <w:rsid w:val="004B3BA6"/>
    <w:rsid w:val="004B3ECB"/>
    <w:rsid w:val="004B52C3"/>
    <w:rsid w:val="004C0C99"/>
    <w:rsid w:val="004C15C5"/>
    <w:rsid w:val="004C1FAB"/>
    <w:rsid w:val="004C3ACC"/>
    <w:rsid w:val="004C5AAB"/>
    <w:rsid w:val="004C6534"/>
    <w:rsid w:val="004D0F34"/>
    <w:rsid w:val="004D1BBE"/>
    <w:rsid w:val="004D20D0"/>
    <w:rsid w:val="004D3FA5"/>
    <w:rsid w:val="004D4459"/>
    <w:rsid w:val="004E1695"/>
    <w:rsid w:val="004E26BC"/>
    <w:rsid w:val="004E2E90"/>
    <w:rsid w:val="004E4D0E"/>
    <w:rsid w:val="004E55D3"/>
    <w:rsid w:val="004E7C19"/>
    <w:rsid w:val="004F0258"/>
    <w:rsid w:val="004F0861"/>
    <w:rsid w:val="004F1565"/>
    <w:rsid w:val="004F1F24"/>
    <w:rsid w:val="004F1F6D"/>
    <w:rsid w:val="004F2D3C"/>
    <w:rsid w:val="004F64CE"/>
    <w:rsid w:val="004F70FD"/>
    <w:rsid w:val="004F7CBF"/>
    <w:rsid w:val="00503168"/>
    <w:rsid w:val="00503788"/>
    <w:rsid w:val="00505CC0"/>
    <w:rsid w:val="0050709B"/>
    <w:rsid w:val="00507D23"/>
    <w:rsid w:val="0051026C"/>
    <w:rsid w:val="005111C4"/>
    <w:rsid w:val="00511329"/>
    <w:rsid w:val="00511B47"/>
    <w:rsid w:val="00511F6E"/>
    <w:rsid w:val="00513CC5"/>
    <w:rsid w:val="0051707B"/>
    <w:rsid w:val="005212FE"/>
    <w:rsid w:val="00521C5F"/>
    <w:rsid w:val="00522DE9"/>
    <w:rsid w:val="00525061"/>
    <w:rsid w:val="005259A4"/>
    <w:rsid w:val="00525E7A"/>
    <w:rsid w:val="00526827"/>
    <w:rsid w:val="00527EBB"/>
    <w:rsid w:val="005310E6"/>
    <w:rsid w:val="00533692"/>
    <w:rsid w:val="005350B4"/>
    <w:rsid w:val="00535604"/>
    <w:rsid w:val="00535A8A"/>
    <w:rsid w:val="005361AB"/>
    <w:rsid w:val="00537BE7"/>
    <w:rsid w:val="00540040"/>
    <w:rsid w:val="00540423"/>
    <w:rsid w:val="00543D89"/>
    <w:rsid w:val="00544E9E"/>
    <w:rsid w:val="00544EA4"/>
    <w:rsid w:val="00562F0A"/>
    <w:rsid w:val="0056382D"/>
    <w:rsid w:val="005663D8"/>
    <w:rsid w:val="00571C2A"/>
    <w:rsid w:val="005722FB"/>
    <w:rsid w:val="00572323"/>
    <w:rsid w:val="00574619"/>
    <w:rsid w:val="005754AE"/>
    <w:rsid w:val="00576E90"/>
    <w:rsid w:val="00581982"/>
    <w:rsid w:val="00581C98"/>
    <w:rsid w:val="00581ED6"/>
    <w:rsid w:val="00583952"/>
    <w:rsid w:val="005847F9"/>
    <w:rsid w:val="00585459"/>
    <w:rsid w:val="0058568D"/>
    <w:rsid w:val="00592006"/>
    <w:rsid w:val="005958ED"/>
    <w:rsid w:val="005A1264"/>
    <w:rsid w:val="005B1127"/>
    <w:rsid w:val="005B119D"/>
    <w:rsid w:val="005B12EB"/>
    <w:rsid w:val="005B1799"/>
    <w:rsid w:val="005B1AC8"/>
    <w:rsid w:val="005B33C7"/>
    <w:rsid w:val="005B62FB"/>
    <w:rsid w:val="005B79E5"/>
    <w:rsid w:val="005C0565"/>
    <w:rsid w:val="005C24D2"/>
    <w:rsid w:val="005C2A46"/>
    <w:rsid w:val="005C613D"/>
    <w:rsid w:val="005C70E0"/>
    <w:rsid w:val="005D1662"/>
    <w:rsid w:val="005D548A"/>
    <w:rsid w:val="005D5FAF"/>
    <w:rsid w:val="005E53BB"/>
    <w:rsid w:val="005E56D8"/>
    <w:rsid w:val="005F0114"/>
    <w:rsid w:val="005F0DAB"/>
    <w:rsid w:val="005F1F02"/>
    <w:rsid w:val="005F2269"/>
    <w:rsid w:val="005F51A1"/>
    <w:rsid w:val="006017C0"/>
    <w:rsid w:val="00603828"/>
    <w:rsid w:val="00604369"/>
    <w:rsid w:val="00604C92"/>
    <w:rsid w:val="00605A9C"/>
    <w:rsid w:val="006105E8"/>
    <w:rsid w:val="006148D4"/>
    <w:rsid w:val="00614D72"/>
    <w:rsid w:val="00616D3A"/>
    <w:rsid w:val="00617966"/>
    <w:rsid w:val="00621E81"/>
    <w:rsid w:val="0062303A"/>
    <w:rsid w:val="00623E70"/>
    <w:rsid w:val="0062493C"/>
    <w:rsid w:val="00626061"/>
    <w:rsid w:val="00626C5F"/>
    <w:rsid w:val="00626E95"/>
    <w:rsid w:val="006353F2"/>
    <w:rsid w:val="00636DA3"/>
    <w:rsid w:val="006372A5"/>
    <w:rsid w:val="00641440"/>
    <w:rsid w:val="00641C7D"/>
    <w:rsid w:val="00643355"/>
    <w:rsid w:val="00643F0D"/>
    <w:rsid w:val="00644E7E"/>
    <w:rsid w:val="006450AC"/>
    <w:rsid w:val="0064528D"/>
    <w:rsid w:val="00645D6F"/>
    <w:rsid w:val="00645E40"/>
    <w:rsid w:val="006461B8"/>
    <w:rsid w:val="0064654B"/>
    <w:rsid w:val="00650E9F"/>
    <w:rsid w:val="0065162B"/>
    <w:rsid w:val="0065382E"/>
    <w:rsid w:val="00656D7D"/>
    <w:rsid w:val="006571D8"/>
    <w:rsid w:val="006630A8"/>
    <w:rsid w:val="00663EB2"/>
    <w:rsid w:val="00666269"/>
    <w:rsid w:val="006677D0"/>
    <w:rsid w:val="006706CF"/>
    <w:rsid w:val="00672600"/>
    <w:rsid w:val="00672D95"/>
    <w:rsid w:val="00673AD0"/>
    <w:rsid w:val="00674692"/>
    <w:rsid w:val="00680D12"/>
    <w:rsid w:val="00682A29"/>
    <w:rsid w:val="006841CD"/>
    <w:rsid w:val="00687117"/>
    <w:rsid w:val="0069181B"/>
    <w:rsid w:val="006941B0"/>
    <w:rsid w:val="00696BEE"/>
    <w:rsid w:val="006976AD"/>
    <w:rsid w:val="006A0CCF"/>
    <w:rsid w:val="006A0D36"/>
    <w:rsid w:val="006A1173"/>
    <w:rsid w:val="006A1B93"/>
    <w:rsid w:val="006A3372"/>
    <w:rsid w:val="006A46A4"/>
    <w:rsid w:val="006B3795"/>
    <w:rsid w:val="006B43EE"/>
    <w:rsid w:val="006B4C6B"/>
    <w:rsid w:val="006B4FCB"/>
    <w:rsid w:val="006B6775"/>
    <w:rsid w:val="006B68B3"/>
    <w:rsid w:val="006C1E69"/>
    <w:rsid w:val="006C1FA4"/>
    <w:rsid w:val="006C2F39"/>
    <w:rsid w:val="006C50CC"/>
    <w:rsid w:val="006C676F"/>
    <w:rsid w:val="006C6EBE"/>
    <w:rsid w:val="006D07C9"/>
    <w:rsid w:val="006D0BF3"/>
    <w:rsid w:val="006D4159"/>
    <w:rsid w:val="006D4693"/>
    <w:rsid w:val="006D49A7"/>
    <w:rsid w:val="006D4C83"/>
    <w:rsid w:val="006D5C9B"/>
    <w:rsid w:val="006D62EF"/>
    <w:rsid w:val="006D6CC0"/>
    <w:rsid w:val="006E0911"/>
    <w:rsid w:val="006E3238"/>
    <w:rsid w:val="006E414E"/>
    <w:rsid w:val="006E64E7"/>
    <w:rsid w:val="006F09FD"/>
    <w:rsid w:val="006F1188"/>
    <w:rsid w:val="006F149C"/>
    <w:rsid w:val="006F3971"/>
    <w:rsid w:val="006F5046"/>
    <w:rsid w:val="006F7A6C"/>
    <w:rsid w:val="00701672"/>
    <w:rsid w:val="00703D3C"/>
    <w:rsid w:val="007044D7"/>
    <w:rsid w:val="0071423D"/>
    <w:rsid w:val="007142B3"/>
    <w:rsid w:val="00714A4E"/>
    <w:rsid w:val="00714E6B"/>
    <w:rsid w:val="007165DE"/>
    <w:rsid w:val="007203CE"/>
    <w:rsid w:val="00720852"/>
    <w:rsid w:val="00721CE1"/>
    <w:rsid w:val="00721D64"/>
    <w:rsid w:val="0072352C"/>
    <w:rsid w:val="00725946"/>
    <w:rsid w:val="0072792D"/>
    <w:rsid w:val="00730DEF"/>
    <w:rsid w:val="00733E57"/>
    <w:rsid w:val="007347A4"/>
    <w:rsid w:val="0073499E"/>
    <w:rsid w:val="007363CE"/>
    <w:rsid w:val="00736A67"/>
    <w:rsid w:val="00737192"/>
    <w:rsid w:val="007402C9"/>
    <w:rsid w:val="0074064D"/>
    <w:rsid w:val="00740DED"/>
    <w:rsid w:val="007412BB"/>
    <w:rsid w:val="0074290A"/>
    <w:rsid w:val="00742AF4"/>
    <w:rsid w:val="0074392F"/>
    <w:rsid w:val="00745A4A"/>
    <w:rsid w:val="0074774C"/>
    <w:rsid w:val="00755ACE"/>
    <w:rsid w:val="00760824"/>
    <w:rsid w:val="007631F9"/>
    <w:rsid w:val="007632C0"/>
    <w:rsid w:val="00763EBD"/>
    <w:rsid w:val="007644C8"/>
    <w:rsid w:val="0077286D"/>
    <w:rsid w:val="00772E79"/>
    <w:rsid w:val="0077330F"/>
    <w:rsid w:val="00773500"/>
    <w:rsid w:val="00773E3D"/>
    <w:rsid w:val="007755E7"/>
    <w:rsid w:val="00783976"/>
    <w:rsid w:val="00785815"/>
    <w:rsid w:val="007874D3"/>
    <w:rsid w:val="00787F58"/>
    <w:rsid w:val="00792087"/>
    <w:rsid w:val="00793DEB"/>
    <w:rsid w:val="00794F3E"/>
    <w:rsid w:val="007951C0"/>
    <w:rsid w:val="007A2539"/>
    <w:rsid w:val="007A4300"/>
    <w:rsid w:val="007A48D5"/>
    <w:rsid w:val="007A54B3"/>
    <w:rsid w:val="007A71F5"/>
    <w:rsid w:val="007B2403"/>
    <w:rsid w:val="007B2B90"/>
    <w:rsid w:val="007B2C11"/>
    <w:rsid w:val="007B4C44"/>
    <w:rsid w:val="007B7684"/>
    <w:rsid w:val="007C001F"/>
    <w:rsid w:val="007C0AC6"/>
    <w:rsid w:val="007C2C03"/>
    <w:rsid w:val="007C3CBE"/>
    <w:rsid w:val="007C7108"/>
    <w:rsid w:val="007C760E"/>
    <w:rsid w:val="007D6985"/>
    <w:rsid w:val="007E0830"/>
    <w:rsid w:val="007E155E"/>
    <w:rsid w:val="007F03D2"/>
    <w:rsid w:val="007F14D2"/>
    <w:rsid w:val="007F1CE4"/>
    <w:rsid w:val="007F213D"/>
    <w:rsid w:val="007F729C"/>
    <w:rsid w:val="007F7C3F"/>
    <w:rsid w:val="008000B0"/>
    <w:rsid w:val="008010A1"/>
    <w:rsid w:val="00805C4B"/>
    <w:rsid w:val="00807461"/>
    <w:rsid w:val="00807F9F"/>
    <w:rsid w:val="0081075F"/>
    <w:rsid w:val="00812013"/>
    <w:rsid w:val="00814019"/>
    <w:rsid w:val="00815587"/>
    <w:rsid w:val="008163FB"/>
    <w:rsid w:val="0082097D"/>
    <w:rsid w:val="008217BA"/>
    <w:rsid w:val="008226F7"/>
    <w:rsid w:val="008241BC"/>
    <w:rsid w:val="00824437"/>
    <w:rsid w:val="00826336"/>
    <w:rsid w:val="00826D28"/>
    <w:rsid w:val="00826F31"/>
    <w:rsid w:val="008272C4"/>
    <w:rsid w:val="008337C2"/>
    <w:rsid w:val="00834DF4"/>
    <w:rsid w:val="00837303"/>
    <w:rsid w:val="00840D8B"/>
    <w:rsid w:val="0084103C"/>
    <w:rsid w:val="008411A6"/>
    <w:rsid w:val="00841A0C"/>
    <w:rsid w:val="008442B3"/>
    <w:rsid w:val="008445C4"/>
    <w:rsid w:val="00844824"/>
    <w:rsid w:val="00844AE1"/>
    <w:rsid w:val="00845733"/>
    <w:rsid w:val="008478DA"/>
    <w:rsid w:val="00847BEB"/>
    <w:rsid w:val="00851383"/>
    <w:rsid w:val="0085151B"/>
    <w:rsid w:val="0085202E"/>
    <w:rsid w:val="008537AB"/>
    <w:rsid w:val="008538FC"/>
    <w:rsid w:val="008541E5"/>
    <w:rsid w:val="00860E0C"/>
    <w:rsid w:val="0086107E"/>
    <w:rsid w:val="00862193"/>
    <w:rsid w:val="00863FAC"/>
    <w:rsid w:val="00865456"/>
    <w:rsid w:val="008656B4"/>
    <w:rsid w:val="00865AE5"/>
    <w:rsid w:val="00873035"/>
    <w:rsid w:val="008737D6"/>
    <w:rsid w:val="00875073"/>
    <w:rsid w:val="00880021"/>
    <w:rsid w:val="00881075"/>
    <w:rsid w:val="008810AF"/>
    <w:rsid w:val="0088511C"/>
    <w:rsid w:val="00885464"/>
    <w:rsid w:val="00887F45"/>
    <w:rsid w:val="00894EA5"/>
    <w:rsid w:val="008958CD"/>
    <w:rsid w:val="00897D50"/>
    <w:rsid w:val="008A02AB"/>
    <w:rsid w:val="008A26D2"/>
    <w:rsid w:val="008A3980"/>
    <w:rsid w:val="008A55A4"/>
    <w:rsid w:val="008A7255"/>
    <w:rsid w:val="008B1EA2"/>
    <w:rsid w:val="008B233B"/>
    <w:rsid w:val="008B3628"/>
    <w:rsid w:val="008B4E19"/>
    <w:rsid w:val="008B6C08"/>
    <w:rsid w:val="008B7EEC"/>
    <w:rsid w:val="008C0074"/>
    <w:rsid w:val="008C05D4"/>
    <w:rsid w:val="008C0698"/>
    <w:rsid w:val="008C26D8"/>
    <w:rsid w:val="008C2D59"/>
    <w:rsid w:val="008C43F7"/>
    <w:rsid w:val="008C6483"/>
    <w:rsid w:val="008C6E87"/>
    <w:rsid w:val="008D0E10"/>
    <w:rsid w:val="008D1D36"/>
    <w:rsid w:val="008D3710"/>
    <w:rsid w:val="008D3E06"/>
    <w:rsid w:val="008D40E9"/>
    <w:rsid w:val="008D4C16"/>
    <w:rsid w:val="008D5815"/>
    <w:rsid w:val="008D5A1D"/>
    <w:rsid w:val="008D73A4"/>
    <w:rsid w:val="008E332D"/>
    <w:rsid w:val="008E33FE"/>
    <w:rsid w:val="008F15D5"/>
    <w:rsid w:val="008F35D2"/>
    <w:rsid w:val="008F43D5"/>
    <w:rsid w:val="008F49A6"/>
    <w:rsid w:val="008F6720"/>
    <w:rsid w:val="009023CE"/>
    <w:rsid w:val="009046EC"/>
    <w:rsid w:val="00906F5C"/>
    <w:rsid w:val="00906F97"/>
    <w:rsid w:val="00911596"/>
    <w:rsid w:val="00911C9E"/>
    <w:rsid w:val="009123E3"/>
    <w:rsid w:val="00912A53"/>
    <w:rsid w:val="00912B5E"/>
    <w:rsid w:val="009138C1"/>
    <w:rsid w:val="00913ECC"/>
    <w:rsid w:val="0091543B"/>
    <w:rsid w:val="00920378"/>
    <w:rsid w:val="00925189"/>
    <w:rsid w:val="009311FD"/>
    <w:rsid w:val="0093382F"/>
    <w:rsid w:val="00933EDD"/>
    <w:rsid w:val="009400BA"/>
    <w:rsid w:val="00940E03"/>
    <w:rsid w:val="0094323A"/>
    <w:rsid w:val="009438A2"/>
    <w:rsid w:val="00943D03"/>
    <w:rsid w:val="00945683"/>
    <w:rsid w:val="00947805"/>
    <w:rsid w:val="00947FED"/>
    <w:rsid w:val="00950000"/>
    <w:rsid w:val="00952792"/>
    <w:rsid w:val="009540D9"/>
    <w:rsid w:val="009544A3"/>
    <w:rsid w:val="00955663"/>
    <w:rsid w:val="0095572F"/>
    <w:rsid w:val="00957990"/>
    <w:rsid w:val="0096439F"/>
    <w:rsid w:val="00965566"/>
    <w:rsid w:val="00965C56"/>
    <w:rsid w:val="009666F0"/>
    <w:rsid w:val="00966AD3"/>
    <w:rsid w:val="0097570F"/>
    <w:rsid w:val="00976928"/>
    <w:rsid w:val="00981DF8"/>
    <w:rsid w:val="0098300C"/>
    <w:rsid w:val="00987D61"/>
    <w:rsid w:val="00987FF3"/>
    <w:rsid w:val="009937C4"/>
    <w:rsid w:val="00993CEF"/>
    <w:rsid w:val="00995432"/>
    <w:rsid w:val="00996650"/>
    <w:rsid w:val="00996C83"/>
    <w:rsid w:val="009A1023"/>
    <w:rsid w:val="009A1F00"/>
    <w:rsid w:val="009A2E13"/>
    <w:rsid w:val="009A38F9"/>
    <w:rsid w:val="009A4875"/>
    <w:rsid w:val="009A6B3B"/>
    <w:rsid w:val="009B2405"/>
    <w:rsid w:val="009B5E83"/>
    <w:rsid w:val="009C2587"/>
    <w:rsid w:val="009C3BD8"/>
    <w:rsid w:val="009D0B3E"/>
    <w:rsid w:val="009D0FBC"/>
    <w:rsid w:val="009D731B"/>
    <w:rsid w:val="009E0F76"/>
    <w:rsid w:val="009E19AB"/>
    <w:rsid w:val="009E21E4"/>
    <w:rsid w:val="009E5CCF"/>
    <w:rsid w:val="009E5E0A"/>
    <w:rsid w:val="009F5442"/>
    <w:rsid w:val="00A008B5"/>
    <w:rsid w:val="00A01D89"/>
    <w:rsid w:val="00A02F2F"/>
    <w:rsid w:val="00A04972"/>
    <w:rsid w:val="00A07727"/>
    <w:rsid w:val="00A10021"/>
    <w:rsid w:val="00A1135E"/>
    <w:rsid w:val="00A14867"/>
    <w:rsid w:val="00A14BB2"/>
    <w:rsid w:val="00A15E27"/>
    <w:rsid w:val="00A160D9"/>
    <w:rsid w:val="00A1705F"/>
    <w:rsid w:val="00A20E17"/>
    <w:rsid w:val="00A25B60"/>
    <w:rsid w:val="00A25DC5"/>
    <w:rsid w:val="00A265A6"/>
    <w:rsid w:val="00A26A01"/>
    <w:rsid w:val="00A30C3B"/>
    <w:rsid w:val="00A322E4"/>
    <w:rsid w:val="00A32B51"/>
    <w:rsid w:val="00A33B49"/>
    <w:rsid w:val="00A36ACD"/>
    <w:rsid w:val="00A40935"/>
    <w:rsid w:val="00A416E9"/>
    <w:rsid w:val="00A42DB4"/>
    <w:rsid w:val="00A44ABB"/>
    <w:rsid w:val="00A45F4A"/>
    <w:rsid w:val="00A45F53"/>
    <w:rsid w:val="00A46DC0"/>
    <w:rsid w:val="00A51D45"/>
    <w:rsid w:val="00A52E0F"/>
    <w:rsid w:val="00A5350A"/>
    <w:rsid w:val="00A564B7"/>
    <w:rsid w:val="00A57621"/>
    <w:rsid w:val="00A60506"/>
    <w:rsid w:val="00A609F3"/>
    <w:rsid w:val="00A60FDA"/>
    <w:rsid w:val="00A6314D"/>
    <w:rsid w:val="00A655A3"/>
    <w:rsid w:val="00A66931"/>
    <w:rsid w:val="00A679F9"/>
    <w:rsid w:val="00A7119E"/>
    <w:rsid w:val="00A71466"/>
    <w:rsid w:val="00A71AB6"/>
    <w:rsid w:val="00A72A0F"/>
    <w:rsid w:val="00A767F2"/>
    <w:rsid w:val="00A76CBF"/>
    <w:rsid w:val="00A76EC2"/>
    <w:rsid w:val="00A83BA2"/>
    <w:rsid w:val="00A85766"/>
    <w:rsid w:val="00A8634F"/>
    <w:rsid w:val="00A86DE4"/>
    <w:rsid w:val="00A903A8"/>
    <w:rsid w:val="00A91614"/>
    <w:rsid w:val="00A91DBA"/>
    <w:rsid w:val="00A93051"/>
    <w:rsid w:val="00A94890"/>
    <w:rsid w:val="00A96C61"/>
    <w:rsid w:val="00A977FD"/>
    <w:rsid w:val="00AA0600"/>
    <w:rsid w:val="00AA1941"/>
    <w:rsid w:val="00AA6A6B"/>
    <w:rsid w:val="00AA7253"/>
    <w:rsid w:val="00AA72A8"/>
    <w:rsid w:val="00AA7841"/>
    <w:rsid w:val="00AB2397"/>
    <w:rsid w:val="00AB413C"/>
    <w:rsid w:val="00AB50BD"/>
    <w:rsid w:val="00AB70E9"/>
    <w:rsid w:val="00AB7E15"/>
    <w:rsid w:val="00AC0ED1"/>
    <w:rsid w:val="00AC1B6E"/>
    <w:rsid w:val="00AC2F2E"/>
    <w:rsid w:val="00AC46DA"/>
    <w:rsid w:val="00AC70B9"/>
    <w:rsid w:val="00AD032C"/>
    <w:rsid w:val="00AD2072"/>
    <w:rsid w:val="00AD2311"/>
    <w:rsid w:val="00AD23D8"/>
    <w:rsid w:val="00AD3296"/>
    <w:rsid w:val="00AD4A1A"/>
    <w:rsid w:val="00AD50E3"/>
    <w:rsid w:val="00AD65C0"/>
    <w:rsid w:val="00AD6C90"/>
    <w:rsid w:val="00AE030F"/>
    <w:rsid w:val="00AE09B2"/>
    <w:rsid w:val="00AE1ADE"/>
    <w:rsid w:val="00AE31E6"/>
    <w:rsid w:val="00AE3B94"/>
    <w:rsid w:val="00AE4DF8"/>
    <w:rsid w:val="00AE64B1"/>
    <w:rsid w:val="00AF11B0"/>
    <w:rsid w:val="00AF195D"/>
    <w:rsid w:val="00AF1C03"/>
    <w:rsid w:val="00AF405B"/>
    <w:rsid w:val="00B012AC"/>
    <w:rsid w:val="00B01BB5"/>
    <w:rsid w:val="00B02F2B"/>
    <w:rsid w:val="00B0518F"/>
    <w:rsid w:val="00B05A60"/>
    <w:rsid w:val="00B06EC1"/>
    <w:rsid w:val="00B10B40"/>
    <w:rsid w:val="00B114BE"/>
    <w:rsid w:val="00B1155E"/>
    <w:rsid w:val="00B11FD2"/>
    <w:rsid w:val="00B1307F"/>
    <w:rsid w:val="00B16D1E"/>
    <w:rsid w:val="00B1719B"/>
    <w:rsid w:val="00B20A6D"/>
    <w:rsid w:val="00B258B1"/>
    <w:rsid w:val="00B2595A"/>
    <w:rsid w:val="00B25A90"/>
    <w:rsid w:val="00B263A8"/>
    <w:rsid w:val="00B2693F"/>
    <w:rsid w:val="00B27C68"/>
    <w:rsid w:val="00B30572"/>
    <w:rsid w:val="00B311B8"/>
    <w:rsid w:val="00B314AB"/>
    <w:rsid w:val="00B33243"/>
    <w:rsid w:val="00B369EF"/>
    <w:rsid w:val="00B36F24"/>
    <w:rsid w:val="00B375C0"/>
    <w:rsid w:val="00B37A0A"/>
    <w:rsid w:val="00B41331"/>
    <w:rsid w:val="00B42E60"/>
    <w:rsid w:val="00B43225"/>
    <w:rsid w:val="00B4693B"/>
    <w:rsid w:val="00B474A4"/>
    <w:rsid w:val="00B51647"/>
    <w:rsid w:val="00B52ECB"/>
    <w:rsid w:val="00B60897"/>
    <w:rsid w:val="00B60CB0"/>
    <w:rsid w:val="00B6164D"/>
    <w:rsid w:val="00B6457C"/>
    <w:rsid w:val="00B66BBF"/>
    <w:rsid w:val="00B66C70"/>
    <w:rsid w:val="00B70B2D"/>
    <w:rsid w:val="00B72461"/>
    <w:rsid w:val="00B8092E"/>
    <w:rsid w:val="00B80C2D"/>
    <w:rsid w:val="00B83926"/>
    <w:rsid w:val="00B84C11"/>
    <w:rsid w:val="00B855C0"/>
    <w:rsid w:val="00B87774"/>
    <w:rsid w:val="00B9263A"/>
    <w:rsid w:val="00B94972"/>
    <w:rsid w:val="00B95781"/>
    <w:rsid w:val="00B95F90"/>
    <w:rsid w:val="00BA0982"/>
    <w:rsid w:val="00BA3391"/>
    <w:rsid w:val="00BA4713"/>
    <w:rsid w:val="00BA4E64"/>
    <w:rsid w:val="00BA7922"/>
    <w:rsid w:val="00BB10A6"/>
    <w:rsid w:val="00BB1BD0"/>
    <w:rsid w:val="00BB4DB2"/>
    <w:rsid w:val="00BB4DE3"/>
    <w:rsid w:val="00BC1F99"/>
    <w:rsid w:val="00BC39C9"/>
    <w:rsid w:val="00BC4A57"/>
    <w:rsid w:val="00BC5A66"/>
    <w:rsid w:val="00BC5FF2"/>
    <w:rsid w:val="00BC626D"/>
    <w:rsid w:val="00BC6FC5"/>
    <w:rsid w:val="00BD0217"/>
    <w:rsid w:val="00BD03CF"/>
    <w:rsid w:val="00BD43E0"/>
    <w:rsid w:val="00BD4C24"/>
    <w:rsid w:val="00BD7522"/>
    <w:rsid w:val="00BE03B3"/>
    <w:rsid w:val="00BE08A2"/>
    <w:rsid w:val="00BE0DBB"/>
    <w:rsid w:val="00BE1875"/>
    <w:rsid w:val="00BE2A23"/>
    <w:rsid w:val="00BE742B"/>
    <w:rsid w:val="00BE78E8"/>
    <w:rsid w:val="00BF07BE"/>
    <w:rsid w:val="00BF111B"/>
    <w:rsid w:val="00BF15FA"/>
    <w:rsid w:val="00BF1FD1"/>
    <w:rsid w:val="00BF32B5"/>
    <w:rsid w:val="00BF3C33"/>
    <w:rsid w:val="00BF4C9B"/>
    <w:rsid w:val="00BF5AE7"/>
    <w:rsid w:val="00C06CEC"/>
    <w:rsid w:val="00C06EEF"/>
    <w:rsid w:val="00C0765C"/>
    <w:rsid w:val="00C07685"/>
    <w:rsid w:val="00C113E8"/>
    <w:rsid w:val="00C1369B"/>
    <w:rsid w:val="00C14BC5"/>
    <w:rsid w:val="00C1567A"/>
    <w:rsid w:val="00C15AE9"/>
    <w:rsid w:val="00C21EE9"/>
    <w:rsid w:val="00C22853"/>
    <w:rsid w:val="00C22AC9"/>
    <w:rsid w:val="00C27AA3"/>
    <w:rsid w:val="00C27EF7"/>
    <w:rsid w:val="00C27FE6"/>
    <w:rsid w:val="00C315FC"/>
    <w:rsid w:val="00C3198C"/>
    <w:rsid w:val="00C3320B"/>
    <w:rsid w:val="00C34327"/>
    <w:rsid w:val="00C3507A"/>
    <w:rsid w:val="00C35EFB"/>
    <w:rsid w:val="00C36701"/>
    <w:rsid w:val="00C40F61"/>
    <w:rsid w:val="00C43299"/>
    <w:rsid w:val="00C432F6"/>
    <w:rsid w:val="00C4388A"/>
    <w:rsid w:val="00C44B12"/>
    <w:rsid w:val="00C44F14"/>
    <w:rsid w:val="00C504F8"/>
    <w:rsid w:val="00C50A4C"/>
    <w:rsid w:val="00C5177C"/>
    <w:rsid w:val="00C538ED"/>
    <w:rsid w:val="00C54B05"/>
    <w:rsid w:val="00C55CBD"/>
    <w:rsid w:val="00C56D00"/>
    <w:rsid w:val="00C57D55"/>
    <w:rsid w:val="00C6085B"/>
    <w:rsid w:val="00C6463F"/>
    <w:rsid w:val="00C64AEF"/>
    <w:rsid w:val="00C73C0E"/>
    <w:rsid w:val="00C751D6"/>
    <w:rsid w:val="00C768A8"/>
    <w:rsid w:val="00C76B7C"/>
    <w:rsid w:val="00C77138"/>
    <w:rsid w:val="00C7794F"/>
    <w:rsid w:val="00C8020D"/>
    <w:rsid w:val="00C82E7E"/>
    <w:rsid w:val="00C85757"/>
    <w:rsid w:val="00C90EDF"/>
    <w:rsid w:val="00C91B67"/>
    <w:rsid w:val="00C93EDB"/>
    <w:rsid w:val="00C94063"/>
    <w:rsid w:val="00C951C4"/>
    <w:rsid w:val="00C9638B"/>
    <w:rsid w:val="00C97C35"/>
    <w:rsid w:val="00CA266C"/>
    <w:rsid w:val="00CA273E"/>
    <w:rsid w:val="00CA3D9A"/>
    <w:rsid w:val="00CA4E07"/>
    <w:rsid w:val="00CA5A4F"/>
    <w:rsid w:val="00CA5B20"/>
    <w:rsid w:val="00CA7CB6"/>
    <w:rsid w:val="00CB0642"/>
    <w:rsid w:val="00CB3075"/>
    <w:rsid w:val="00CB647C"/>
    <w:rsid w:val="00CB6B8B"/>
    <w:rsid w:val="00CC12E1"/>
    <w:rsid w:val="00CC1FDA"/>
    <w:rsid w:val="00CC26F0"/>
    <w:rsid w:val="00CC344F"/>
    <w:rsid w:val="00CC37A2"/>
    <w:rsid w:val="00CC3F62"/>
    <w:rsid w:val="00CC6EA4"/>
    <w:rsid w:val="00CD026E"/>
    <w:rsid w:val="00CD1962"/>
    <w:rsid w:val="00CD2900"/>
    <w:rsid w:val="00CD2BCD"/>
    <w:rsid w:val="00CD352E"/>
    <w:rsid w:val="00CD395B"/>
    <w:rsid w:val="00CE1138"/>
    <w:rsid w:val="00CE57EB"/>
    <w:rsid w:val="00CE796C"/>
    <w:rsid w:val="00CF34A5"/>
    <w:rsid w:val="00CF4804"/>
    <w:rsid w:val="00CF5061"/>
    <w:rsid w:val="00CF71DC"/>
    <w:rsid w:val="00D0041E"/>
    <w:rsid w:val="00D006DB"/>
    <w:rsid w:val="00D00841"/>
    <w:rsid w:val="00D011C9"/>
    <w:rsid w:val="00D01588"/>
    <w:rsid w:val="00D01768"/>
    <w:rsid w:val="00D01984"/>
    <w:rsid w:val="00D02152"/>
    <w:rsid w:val="00D02217"/>
    <w:rsid w:val="00D06ED0"/>
    <w:rsid w:val="00D07149"/>
    <w:rsid w:val="00D07CDE"/>
    <w:rsid w:val="00D10701"/>
    <w:rsid w:val="00D14C47"/>
    <w:rsid w:val="00D14F33"/>
    <w:rsid w:val="00D163BF"/>
    <w:rsid w:val="00D203BD"/>
    <w:rsid w:val="00D20540"/>
    <w:rsid w:val="00D20712"/>
    <w:rsid w:val="00D20BA1"/>
    <w:rsid w:val="00D22AAF"/>
    <w:rsid w:val="00D22C57"/>
    <w:rsid w:val="00D238AF"/>
    <w:rsid w:val="00D253A3"/>
    <w:rsid w:val="00D26F43"/>
    <w:rsid w:val="00D30385"/>
    <w:rsid w:val="00D31E54"/>
    <w:rsid w:val="00D32D6A"/>
    <w:rsid w:val="00D34CD0"/>
    <w:rsid w:val="00D35EBF"/>
    <w:rsid w:val="00D37AE8"/>
    <w:rsid w:val="00D41EB4"/>
    <w:rsid w:val="00D44CBC"/>
    <w:rsid w:val="00D46302"/>
    <w:rsid w:val="00D46D84"/>
    <w:rsid w:val="00D53852"/>
    <w:rsid w:val="00D54C96"/>
    <w:rsid w:val="00D55881"/>
    <w:rsid w:val="00D57052"/>
    <w:rsid w:val="00D57CC9"/>
    <w:rsid w:val="00D600A9"/>
    <w:rsid w:val="00D609D4"/>
    <w:rsid w:val="00D60C8C"/>
    <w:rsid w:val="00D6123C"/>
    <w:rsid w:val="00D63904"/>
    <w:rsid w:val="00D64843"/>
    <w:rsid w:val="00D649AA"/>
    <w:rsid w:val="00D6632E"/>
    <w:rsid w:val="00D70805"/>
    <w:rsid w:val="00D7222A"/>
    <w:rsid w:val="00D74081"/>
    <w:rsid w:val="00D745D1"/>
    <w:rsid w:val="00D7749B"/>
    <w:rsid w:val="00D90846"/>
    <w:rsid w:val="00D91E1A"/>
    <w:rsid w:val="00DA05D8"/>
    <w:rsid w:val="00DA0CA5"/>
    <w:rsid w:val="00DA22E2"/>
    <w:rsid w:val="00DA2A14"/>
    <w:rsid w:val="00DA330B"/>
    <w:rsid w:val="00DA366B"/>
    <w:rsid w:val="00DA40AE"/>
    <w:rsid w:val="00DB0383"/>
    <w:rsid w:val="00DB1568"/>
    <w:rsid w:val="00DB1F0C"/>
    <w:rsid w:val="00DB6ABA"/>
    <w:rsid w:val="00DC0552"/>
    <w:rsid w:val="00DC56B3"/>
    <w:rsid w:val="00DC5B77"/>
    <w:rsid w:val="00DC7610"/>
    <w:rsid w:val="00DD086E"/>
    <w:rsid w:val="00DD1DEA"/>
    <w:rsid w:val="00DD1F4D"/>
    <w:rsid w:val="00DD2192"/>
    <w:rsid w:val="00DD27CF"/>
    <w:rsid w:val="00DD2D3D"/>
    <w:rsid w:val="00DD5963"/>
    <w:rsid w:val="00DE0A0A"/>
    <w:rsid w:val="00DE4B67"/>
    <w:rsid w:val="00DE7D67"/>
    <w:rsid w:val="00DF0113"/>
    <w:rsid w:val="00DF136C"/>
    <w:rsid w:val="00DF567A"/>
    <w:rsid w:val="00DF6E81"/>
    <w:rsid w:val="00E02F62"/>
    <w:rsid w:val="00E05698"/>
    <w:rsid w:val="00E063FD"/>
    <w:rsid w:val="00E07539"/>
    <w:rsid w:val="00E118A6"/>
    <w:rsid w:val="00E12A3D"/>
    <w:rsid w:val="00E13C8F"/>
    <w:rsid w:val="00E16A53"/>
    <w:rsid w:val="00E20564"/>
    <w:rsid w:val="00E21FAC"/>
    <w:rsid w:val="00E23D81"/>
    <w:rsid w:val="00E23F85"/>
    <w:rsid w:val="00E27A82"/>
    <w:rsid w:val="00E351F8"/>
    <w:rsid w:val="00E3689A"/>
    <w:rsid w:val="00E36980"/>
    <w:rsid w:val="00E37E12"/>
    <w:rsid w:val="00E410EE"/>
    <w:rsid w:val="00E4110E"/>
    <w:rsid w:val="00E423B9"/>
    <w:rsid w:val="00E42A66"/>
    <w:rsid w:val="00E43876"/>
    <w:rsid w:val="00E450BB"/>
    <w:rsid w:val="00E45F95"/>
    <w:rsid w:val="00E466A6"/>
    <w:rsid w:val="00E50187"/>
    <w:rsid w:val="00E54F55"/>
    <w:rsid w:val="00E579BF"/>
    <w:rsid w:val="00E57CCE"/>
    <w:rsid w:val="00E603C3"/>
    <w:rsid w:val="00E606F1"/>
    <w:rsid w:val="00E61BDC"/>
    <w:rsid w:val="00E6515A"/>
    <w:rsid w:val="00E6603D"/>
    <w:rsid w:val="00E66BD9"/>
    <w:rsid w:val="00E710A3"/>
    <w:rsid w:val="00E71AE0"/>
    <w:rsid w:val="00E72F29"/>
    <w:rsid w:val="00E75B8C"/>
    <w:rsid w:val="00E7623E"/>
    <w:rsid w:val="00E76E86"/>
    <w:rsid w:val="00E771C5"/>
    <w:rsid w:val="00E811FF"/>
    <w:rsid w:val="00E81737"/>
    <w:rsid w:val="00E837CD"/>
    <w:rsid w:val="00E859B0"/>
    <w:rsid w:val="00E87626"/>
    <w:rsid w:val="00E90AB8"/>
    <w:rsid w:val="00E9122B"/>
    <w:rsid w:val="00E92D4B"/>
    <w:rsid w:val="00E92D8F"/>
    <w:rsid w:val="00E92F14"/>
    <w:rsid w:val="00EA0AB7"/>
    <w:rsid w:val="00EA1AEB"/>
    <w:rsid w:val="00EA1B15"/>
    <w:rsid w:val="00EA1D95"/>
    <w:rsid w:val="00EA4DAE"/>
    <w:rsid w:val="00EA50E0"/>
    <w:rsid w:val="00EA54C3"/>
    <w:rsid w:val="00EA5789"/>
    <w:rsid w:val="00EA6B75"/>
    <w:rsid w:val="00EB43D2"/>
    <w:rsid w:val="00EB4599"/>
    <w:rsid w:val="00EB4BB6"/>
    <w:rsid w:val="00EB5432"/>
    <w:rsid w:val="00EC23FA"/>
    <w:rsid w:val="00EC2A05"/>
    <w:rsid w:val="00EC6E26"/>
    <w:rsid w:val="00ED06CE"/>
    <w:rsid w:val="00ED11DF"/>
    <w:rsid w:val="00ED395F"/>
    <w:rsid w:val="00ED3B51"/>
    <w:rsid w:val="00ED3BC6"/>
    <w:rsid w:val="00ED5D8A"/>
    <w:rsid w:val="00ED6ADA"/>
    <w:rsid w:val="00ED76F7"/>
    <w:rsid w:val="00EE1288"/>
    <w:rsid w:val="00EE549B"/>
    <w:rsid w:val="00EE5567"/>
    <w:rsid w:val="00EE77A3"/>
    <w:rsid w:val="00EF0F51"/>
    <w:rsid w:val="00EF49A9"/>
    <w:rsid w:val="00EF549A"/>
    <w:rsid w:val="00EF571F"/>
    <w:rsid w:val="00EF5720"/>
    <w:rsid w:val="00F015A8"/>
    <w:rsid w:val="00F05179"/>
    <w:rsid w:val="00F06C91"/>
    <w:rsid w:val="00F07B28"/>
    <w:rsid w:val="00F10359"/>
    <w:rsid w:val="00F10A5B"/>
    <w:rsid w:val="00F11259"/>
    <w:rsid w:val="00F11A23"/>
    <w:rsid w:val="00F130C2"/>
    <w:rsid w:val="00F15130"/>
    <w:rsid w:val="00F15A79"/>
    <w:rsid w:val="00F16DC2"/>
    <w:rsid w:val="00F20E56"/>
    <w:rsid w:val="00F22232"/>
    <w:rsid w:val="00F229C7"/>
    <w:rsid w:val="00F230C0"/>
    <w:rsid w:val="00F23ADC"/>
    <w:rsid w:val="00F23E5C"/>
    <w:rsid w:val="00F25504"/>
    <w:rsid w:val="00F26919"/>
    <w:rsid w:val="00F322B6"/>
    <w:rsid w:val="00F332D2"/>
    <w:rsid w:val="00F35CC9"/>
    <w:rsid w:val="00F364BD"/>
    <w:rsid w:val="00F4067A"/>
    <w:rsid w:val="00F40CEF"/>
    <w:rsid w:val="00F50D9A"/>
    <w:rsid w:val="00F51217"/>
    <w:rsid w:val="00F52392"/>
    <w:rsid w:val="00F54D4C"/>
    <w:rsid w:val="00F56367"/>
    <w:rsid w:val="00F56451"/>
    <w:rsid w:val="00F6064E"/>
    <w:rsid w:val="00F61149"/>
    <w:rsid w:val="00F61FE7"/>
    <w:rsid w:val="00F72D30"/>
    <w:rsid w:val="00F769FA"/>
    <w:rsid w:val="00F76F69"/>
    <w:rsid w:val="00F778B4"/>
    <w:rsid w:val="00F77EF1"/>
    <w:rsid w:val="00F8025A"/>
    <w:rsid w:val="00F80F8D"/>
    <w:rsid w:val="00F826B8"/>
    <w:rsid w:val="00F841E5"/>
    <w:rsid w:val="00F86E01"/>
    <w:rsid w:val="00F919AD"/>
    <w:rsid w:val="00F93AE8"/>
    <w:rsid w:val="00F93D75"/>
    <w:rsid w:val="00F943F0"/>
    <w:rsid w:val="00F944FA"/>
    <w:rsid w:val="00FA0CF8"/>
    <w:rsid w:val="00FA1506"/>
    <w:rsid w:val="00FA2069"/>
    <w:rsid w:val="00FA2494"/>
    <w:rsid w:val="00FA3ABA"/>
    <w:rsid w:val="00FA3D34"/>
    <w:rsid w:val="00FA427F"/>
    <w:rsid w:val="00FA5404"/>
    <w:rsid w:val="00FA54B7"/>
    <w:rsid w:val="00FA60E0"/>
    <w:rsid w:val="00FA650A"/>
    <w:rsid w:val="00FA6835"/>
    <w:rsid w:val="00FA69A6"/>
    <w:rsid w:val="00FA6A44"/>
    <w:rsid w:val="00FA7C5B"/>
    <w:rsid w:val="00FB0632"/>
    <w:rsid w:val="00FB1967"/>
    <w:rsid w:val="00FB1B08"/>
    <w:rsid w:val="00FB2E7B"/>
    <w:rsid w:val="00FB4BB0"/>
    <w:rsid w:val="00FB6160"/>
    <w:rsid w:val="00FB6644"/>
    <w:rsid w:val="00FB7494"/>
    <w:rsid w:val="00FC0BF1"/>
    <w:rsid w:val="00FC4859"/>
    <w:rsid w:val="00FC5DF6"/>
    <w:rsid w:val="00FD12E0"/>
    <w:rsid w:val="00FD19EB"/>
    <w:rsid w:val="00FD21EF"/>
    <w:rsid w:val="00FD5097"/>
    <w:rsid w:val="00FD5385"/>
    <w:rsid w:val="00FD55AD"/>
    <w:rsid w:val="00FD58A3"/>
    <w:rsid w:val="00FD6AB9"/>
    <w:rsid w:val="00FD7339"/>
    <w:rsid w:val="00FD7A47"/>
    <w:rsid w:val="00FD7D4C"/>
    <w:rsid w:val="00FE2709"/>
    <w:rsid w:val="00FE29EF"/>
    <w:rsid w:val="00FE5B56"/>
    <w:rsid w:val="00FE6868"/>
    <w:rsid w:val="00FE7249"/>
    <w:rsid w:val="00FE76E2"/>
    <w:rsid w:val="00FF0104"/>
    <w:rsid w:val="00FF02D6"/>
    <w:rsid w:val="00FF1007"/>
    <w:rsid w:val="00FF3B31"/>
    <w:rsid w:val="00FF535E"/>
    <w:rsid w:val="00FF6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438A2"/>
    <w:rPr>
      <w:sz w:val="24"/>
      <w:szCs w:val="24"/>
      <w:lang w:val="ro-RO"/>
    </w:rPr>
  </w:style>
  <w:style w:type="paragraph" w:styleId="Titlu3">
    <w:name w:val="heading 3"/>
    <w:basedOn w:val="Normal"/>
    <w:qFormat/>
    <w:rsid w:val="000C342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rsid w:val="000C342F"/>
    <w:rPr>
      <w:color w:val="0000FF"/>
      <w:u w:val="single"/>
    </w:rPr>
  </w:style>
  <w:style w:type="paragraph" w:styleId="Antet">
    <w:name w:val="header"/>
    <w:basedOn w:val="Normal"/>
    <w:link w:val="AntetCaracter"/>
    <w:uiPriority w:val="99"/>
    <w:rsid w:val="002A6580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link w:val="Antet"/>
    <w:uiPriority w:val="99"/>
    <w:rsid w:val="002A6580"/>
    <w:rPr>
      <w:sz w:val="24"/>
      <w:szCs w:val="24"/>
      <w:lang w:eastAsia="en-US"/>
    </w:rPr>
  </w:style>
  <w:style w:type="paragraph" w:styleId="Subsol">
    <w:name w:val="footer"/>
    <w:basedOn w:val="Normal"/>
    <w:link w:val="SubsolCaracter"/>
    <w:uiPriority w:val="99"/>
    <w:rsid w:val="002A6580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link w:val="Subsol"/>
    <w:uiPriority w:val="99"/>
    <w:rsid w:val="002A6580"/>
    <w:rPr>
      <w:sz w:val="24"/>
      <w:szCs w:val="24"/>
      <w:lang w:eastAsia="en-US"/>
    </w:rPr>
  </w:style>
  <w:style w:type="table" w:styleId="GrilTabel">
    <w:name w:val="Table Grid"/>
    <w:basedOn w:val="TabelNormal"/>
    <w:uiPriority w:val="59"/>
    <w:rsid w:val="00B171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yshortcuts">
    <w:name w:val="yshortcuts"/>
    <w:basedOn w:val="Fontdeparagrafimplicit"/>
    <w:rsid w:val="00C5177C"/>
  </w:style>
  <w:style w:type="paragraph" w:styleId="NormalWeb">
    <w:name w:val="Normal (Web)"/>
    <w:basedOn w:val="Normal"/>
    <w:uiPriority w:val="99"/>
    <w:unhideWhenUsed/>
    <w:rsid w:val="00BC39C9"/>
    <w:pPr>
      <w:spacing w:before="100" w:beforeAutospacing="1" w:after="100" w:afterAutospacing="1"/>
    </w:pPr>
    <w:rPr>
      <w:lang w:val="en-US"/>
    </w:rPr>
  </w:style>
  <w:style w:type="paragraph" w:styleId="Frspaiere">
    <w:name w:val="No Spacing"/>
    <w:qFormat/>
    <w:rsid w:val="00CC37A2"/>
    <w:pPr>
      <w:suppressAutoHyphens/>
    </w:pPr>
    <w:rPr>
      <w:rFonts w:ascii="Calibri" w:eastAsia="Calibri" w:hAnsi="Calibri"/>
      <w:sz w:val="22"/>
      <w:szCs w:val="22"/>
      <w:lang w:eastAsia="ar-SA"/>
    </w:rPr>
  </w:style>
  <w:style w:type="character" w:styleId="Robust">
    <w:name w:val="Strong"/>
    <w:uiPriority w:val="22"/>
    <w:qFormat/>
    <w:rsid w:val="00E21FAC"/>
    <w:rPr>
      <w:b/>
      <w:bCs/>
    </w:rPr>
  </w:style>
  <w:style w:type="paragraph" w:customStyle="1" w:styleId="Default">
    <w:name w:val="Default"/>
    <w:rsid w:val="006C676F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ff3fc2fs14fi">
    <w:name w:val="ff3 fc2 fs14 fi"/>
    <w:basedOn w:val="Fontdeparagrafimplicit"/>
    <w:rsid w:val="00AF405B"/>
  </w:style>
  <w:style w:type="paragraph" w:customStyle="1" w:styleId="Listparagraf1">
    <w:name w:val="Listă paragraf1"/>
    <w:basedOn w:val="Normal"/>
    <w:rsid w:val="008F43D5"/>
    <w:pPr>
      <w:spacing w:after="200" w:line="276" w:lineRule="auto"/>
      <w:ind w:left="720"/>
    </w:pPr>
    <w:rPr>
      <w:rFonts w:ascii="Calibri" w:hAnsi="Calibri"/>
      <w:sz w:val="22"/>
      <w:szCs w:val="22"/>
      <w:lang w:val="en-US"/>
    </w:rPr>
  </w:style>
  <w:style w:type="paragraph" w:customStyle="1" w:styleId="Frspaiere1">
    <w:name w:val="Fără spațiere1"/>
    <w:rsid w:val="00CE796C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Listparagraf">
    <w:name w:val="List Paragraph"/>
    <w:basedOn w:val="Normal"/>
    <w:uiPriority w:val="34"/>
    <w:qFormat/>
    <w:rsid w:val="00BE187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styleId="TextnBalon">
    <w:name w:val="Balloon Text"/>
    <w:basedOn w:val="Normal"/>
    <w:link w:val="TextnBalonCaracter"/>
    <w:rsid w:val="008737D6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rsid w:val="008737D6"/>
    <w:rPr>
      <w:rFonts w:ascii="Tahoma" w:hAnsi="Tahoma" w:cs="Tahoma"/>
      <w:sz w:val="16"/>
      <w:szCs w:val="16"/>
      <w:lang w:val="ro-RO"/>
    </w:rPr>
  </w:style>
  <w:style w:type="character" w:styleId="HyperlinkParcurs">
    <w:name w:val="FollowedHyperlink"/>
    <w:basedOn w:val="Fontdeparagrafimplicit"/>
    <w:rsid w:val="00084083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6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12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5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7024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9279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564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3411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521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073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62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95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845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919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9500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921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349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49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21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6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8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7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2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68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6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1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44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35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6361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5345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238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4603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4120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47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1575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130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3657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543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64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4114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0386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819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7123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9228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84511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0654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6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7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4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6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9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4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8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ev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3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Concurs CAEJ</vt:lpstr>
      <vt:lpstr>Pagină de titlu</vt:lpstr>
    </vt:vector>
  </TitlesOfParts>
  <Company>Personal</Company>
  <LinksUpToDate>false</LinksUpToDate>
  <CharactersWithSpaces>766</CharactersWithSpaces>
  <SharedDoc>false</SharedDoc>
  <HLinks>
    <vt:vector size="48" baseType="variant">
      <vt:variant>
        <vt:i4>983090</vt:i4>
      </vt:variant>
      <vt:variant>
        <vt:i4>21</vt:i4>
      </vt:variant>
      <vt:variant>
        <vt:i4>0</vt:i4>
      </vt:variant>
      <vt:variant>
        <vt:i4>5</vt:i4>
      </vt:variant>
      <vt:variant>
        <vt:lpwstr>mailto:concursinfotehnica@yahoo.com</vt:lpwstr>
      </vt:variant>
      <vt:variant>
        <vt:lpwstr/>
      </vt:variant>
      <vt:variant>
        <vt:i4>983090</vt:i4>
      </vt:variant>
      <vt:variant>
        <vt:i4>18</vt:i4>
      </vt:variant>
      <vt:variant>
        <vt:i4>0</vt:i4>
      </vt:variant>
      <vt:variant>
        <vt:i4>5</vt:i4>
      </vt:variant>
      <vt:variant>
        <vt:lpwstr>mailto:concursinfotehnica@yahoo.com</vt:lpwstr>
      </vt:variant>
      <vt:variant>
        <vt:lpwstr/>
      </vt:variant>
      <vt:variant>
        <vt:i4>1245256</vt:i4>
      </vt:variant>
      <vt:variant>
        <vt:i4>15</vt:i4>
      </vt:variant>
      <vt:variant>
        <vt:i4>0</vt:i4>
      </vt:variant>
      <vt:variant>
        <vt:i4>5</vt:i4>
      </vt:variant>
      <vt:variant>
        <vt:lpwstr>http://ctetc.ro/</vt:lpwstr>
      </vt:variant>
      <vt:variant>
        <vt:lpwstr/>
      </vt:variant>
      <vt:variant>
        <vt:i4>6357078</vt:i4>
      </vt:variant>
      <vt:variant>
        <vt:i4>12</vt:i4>
      </vt:variant>
      <vt:variant>
        <vt:i4>0</vt:i4>
      </vt:variant>
      <vt:variant>
        <vt:i4>5</vt:i4>
      </vt:variant>
      <vt:variant>
        <vt:lpwstr>mailto:elombada@yahoo.com</vt:lpwstr>
      </vt:variant>
      <vt:variant>
        <vt:lpwstr/>
      </vt:variant>
      <vt:variant>
        <vt:i4>7274581</vt:i4>
      </vt:variant>
      <vt:variant>
        <vt:i4>9</vt:i4>
      </vt:variant>
      <vt:variant>
        <vt:i4>0</vt:i4>
      </vt:variant>
      <vt:variant>
        <vt:i4>5</vt:i4>
      </vt:variant>
      <vt:variant>
        <vt:lpwstr>mailto:danapunei@yahoo.com</vt:lpwstr>
      </vt:variant>
      <vt:variant>
        <vt:lpwstr/>
      </vt:variant>
      <vt:variant>
        <vt:i4>6357078</vt:i4>
      </vt:variant>
      <vt:variant>
        <vt:i4>6</vt:i4>
      </vt:variant>
      <vt:variant>
        <vt:i4>0</vt:i4>
      </vt:variant>
      <vt:variant>
        <vt:i4>5</vt:i4>
      </vt:variant>
      <vt:variant>
        <vt:lpwstr>mailto:elombada@yahoo.com</vt:lpwstr>
      </vt:variant>
      <vt:variant>
        <vt:lpwstr/>
      </vt:variant>
      <vt:variant>
        <vt:i4>7274581</vt:i4>
      </vt:variant>
      <vt:variant>
        <vt:i4>3</vt:i4>
      </vt:variant>
      <vt:variant>
        <vt:i4>0</vt:i4>
      </vt:variant>
      <vt:variant>
        <vt:i4>5</vt:i4>
      </vt:variant>
      <vt:variant>
        <vt:lpwstr>mailto:danapunei@yahoo.com</vt:lpwstr>
      </vt:variant>
      <vt:variant>
        <vt:lpwstr/>
      </vt:variant>
      <vt:variant>
        <vt:i4>1245256</vt:i4>
      </vt:variant>
      <vt:variant>
        <vt:i4>0</vt:i4>
      </vt:variant>
      <vt:variant>
        <vt:i4>0</vt:i4>
      </vt:variant>
      <vt:variant>
        <vt:i4>5</vt:i4>
      </vt:variant>
      <vt:variant>
        <vt:lpwstr>http://ctetc.ro/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Concurs CAEJ</dc:title>
  <dc:creator>Dana Punei</dc:creator>
  <cp:lastModifiedBy>Dana</cp:lastModifiedBy>
  <cp:revision>6</cp:revision>
  <cp:lastPrinted>2017-11-06T07:55:00Z</cp:lastPrinted>
  <dcterms:created xsi:type="dcterms:W3CDTF">2019-03-25T16:47:00Z</dcterms:created>
  <dcterms:modified xsi:type="dcterms:W3CDTF">2019-03-25T16:58:00Z</dcterms:modified>
</cp:coreProperties>
</file>